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gliatabella"/>
        <w:tblW w:w="9498" w:type="dxa"/>
        <w:tblLook w:val="04A0" w:firstRow="1" w:lastRow="0" w:firstColumn="1" w:lastColumn="0" w:noHBand="0" w:noVBand="1"/>
      </w:tblPr>
      <w:tblGrid>
        <w:gridCol w:w="1398"/>
        <w:gridCol w:w="2297"/>
        <w:gridCol w:w="5803"/>
      </w:tblGrid>
      <w:tr w:rsidR="00757AC7" w:rsidRPr="00B0544D" w14:paraId="59D8B484" w14:textId="77777777" w:rsidTr="00A16FCA">
        <w:tc>
          <w:tcPr>
            <w:tcW w:w="1398" w:type="dxa"/>
          </w:tcPr>
          <w:p w14:paraId="2EE70C10" w14:textId="77777777" w:rsidR="00757AC7" w:rsidRPr="00F049B5" w:rsidRDefault="00757AC7" w:rsidP="002F7EE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/>
                <w:bCs/>
                <w:color w:val="000000" w:themeColor="text1"/>
                <w:sz w:val="20"/>
              </w:rPr>
              <w:t>Codice</w:t>
            </w:r>
          </w:p>
        </w:tc>
        <w:tc>
          <w:tcPr>
            <w:tcW w:w="2297" w:type="dxa"/>
          </w:tcPr>
          <w:p w14:paraId="70C68DA3" w14:textId="77777777" w:rsidR="00757AC7" w:rsidRPr="00F049B5" w:rsidRDefault="00757AC7" w:rsidP="002F7EE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/>
                <w:bCs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/>
                <w:bCs/>
                <w:color w:val="000000" w:themeColor="text1"/>
                <w:sz w:val="20"/>
              </w:rPr>
              <w:t>Descrizione</w:t>
            </w:r>
          </w:p>
        </w:tc>
        <w:tc>
          <w:tcPr>
            <w:tcW w:w="5803" w:type="dxa"/>
          </w:tcPr>
          <w:p w14:paraId="0C349F87" w14:textId="77777777" w:rsidR="00757AC7" w:rsidRPr="00F049B5" w:rsidRDefault="00757AC7" w:rsidP="00757AC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/>
                <w:bCs/>
                <w:color w:val="000000" w:themeColor="text1"/>
                <w:sz w:val="20"/>
              </w:rPr>
              <w:t>Testo di capitolato</w:t>
            </w:r>
          </w:p>
        </w:tc>
      </w:tr>
      <w:tr w:rsidR="000A3748" w14:paraId="2503D0A4" w14:textId="77777777" w:rsidTr="00A16FCA">
        <w:tc>
          <w:tcPr>
            <w:tcW w:w="1398" w:type="dxa"/>
          </w:tcPr>
          <w:p w14:paraId="778F0254" w14:textId="073C2170" w:rsidR="000A3748" w:rsidRPr="00F049B5" w:rsidRDefault="000A3748" w:rsidP="000A3748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>02709540</w:t>
            </w:r>
          </w:p>
        </w:tc>
        <w:tc>
          <w:tcPr>
            <w:tcW w:w="2297" w:type="dxa"/>
          </w:tcPr>
          <w:p w14:paraId="28DB69F4" w14:textId="0850E4EF" w:rsidR="000A3748" w:rsidRPr="00F049B5" w:rsidRDefault="003A147D" w:rsidP="000A3748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>Misuratore di energia EVO</w:t>
            </w:r>
            <w:r w:rsidR="000A3748"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 xml:space="preserve"> a lettura diretta caldo/freddo</w:t>
            </w:r>
          </w:p>
          <w:p w14:paraId="047C8C30" w14:textId="77777777" w:rsidR="000A3748" w:rsidRPr="00F049B5" w:rsidRDefault="000A3748" w:rsidP="000A3748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>DN 15</w:t>
            </w:r>
          </w:p>
          <w:p w14:paraId="2DE85DB8" w14:textId="0EC83248" w:rsidR="000A3748" w:rsidRPr="00F049B5" w:rsidRDefault="000A3748" w:rsidP="000A3748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>0,6 – 1,2 m</w:t>
            </w:r>
            <w:r w:rsidR="00EE2606" w:rsidRPr="00EE2606">
              <w:rPr>
                <w:rFonts w:ascii="Poppins" w:hAnsi="Poppins" w:cs="Poppins"/>
                <w:bCs/>
                <w:color w:val="000000" w:themeColor="text1"/>
                <w:sz w:val="20"/>
              </w:rPr>
              <w:t>3</w:t>
            </w: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>/h</w:t>
            </w:r>
          </w:p>
        </w:tc>
        <w:tc>
          <w:tcPr>
            <w:tcW w:w="5803" w:type="dxa"/>
          </w:tcPr>
          <w:p w14:paraId="5139D042" w14:textId="1155F532" w:rsidR="000A3748" w:rsidRPr="00F049B5" w:rsidRDefault="003A147D" w:rsidP="000A3748">
            <w:pPr>
              <w:pStyle w:val="Testocommento"/>
              <w:jc w:val="both"/>
              <w:rPr>
                <w:rFonts w:ascii="Poppins" w:hAnsi="Poppins" w:cs="Poppins"/>
                <w:color w:val="000000" w:themeColor="text1"/>
              </w:rPr>
            </w:pPr>
            <w:bookmarkStart w:id="0" w:name="OLE_LINK1"/>
            <w:r w:rsidRPr="00F049B5">
              <w:rPr>
                <w:rFonts w:ascii="Poppins" w:hAnsi="Poppins" w:cs="Poppins"/>
                <w:color w:val="000000" w:themeColor="text1"/>
              </w:rPr>
              <w:t xml:space="preserve">Misuratore di energia EVO </w:t>
            </w:r>
            <w:r w:rsidR="000A3748" w:rsidRPr="00F049B5">
              <w:rPr>
                <w:rFonts w:ascii="Poppins" w:hAnsi="Poppins" w:cs="Poppins"/>
                <w:color w:val="000000" w:themeColor="text1"/>
              </w:rPr>
              <w:t>a lettura diretta, certificato in conformità al Dlgs n° 84 del 19/05/2016 (attuazione della direttiva europea MID 2014/</w:t>
            </w:r>
            <w:r w:rsidR="00EE2606">
              <w:rPr>
                <w:rFonts w:ascii="Poppins" w:hAnsi="Poppins" w:cs="Poppins"/>
                <w:color w:val="000000" w:themeColor="text1"/>
              </w:rPr>
              <w:t>3</w:t>
            </w:r>
            <w:r w:rsidR="000A3748" w:rsidRPr="00F049B5">
              <w:rPr>
                <w:rFonts w:ascii="Poppins" w:hAnsi="Poppins" w:cs="Poppins"/>
                <w:color w:val="000000" w:themeColor="text1"/>
              </w:rPr>
              <w:t>2/EU) solo con l’utilizzo di acqua come fluido termovettore, e conforme alla UNI EN 14</w:t>
            </w:r>
            <w:r w:rsidR="00EE2606">
              <w:rPr>
                <w:rFonts w:ascii="Poppins" w:hAnsi="Poppins" w:cs="Poppins"/>
                <w:color w:val="000000" w:themeColor="text1"/>
              </w:rPr>
              <w:t>3</w:t>
            </w:r>
            <w:r w:rsidR="000A3748" w:rsidRPr="00F049B5">
              <w:rPr>
                <w:rFonts w:ascii="Poppins" w:hAnsi="Poppins" w:cs="Poppins"/>
                <w:color w:val="000000" w:themeColor="text1"/>
              </w:rPr>
              <w:t>4, classe C, per il calcolo dei consumi di energia termica in regime di riscaldamento e raffrescamento.</w:t>
            </w:r>
          </w:p>
          <w:p w14:paraId="31F75815" w14:textId="77777777" w:rsidR="000A3748" w:rsidRPr="00F049B5" w:rsidRDefault="000A3748" w:rsidP="000A3748">
            <w:pPr>
              <w:pStyle w:val="Testocommento"/>
              <w:jc w:val="both"/>
              <w:rPr>
                <w:rFonts w:ascii="Poppins" w:hAnsi="Poppins" w:cs="Poppins"/>
                <w:color w:val="000000" w:themeColor="text1"/>
              </w:rPr>
            </w:pPr>
            <w:r w:rsidRPr="00F049B5">
              <w:rPr>
                <w:rFonts w:ascii="Poppins" w:hAnsi="Poppins" w:cs="Poppins"/>
                <w:color w:val="000000" w:themeColor="text1"/>
              </w:rPr>
              <w:t>Configurato per installazione sul ritorno con possibilità di installazione sulla mandata.</w:t>
            </w:r>
          </w:p>
          <w:p w14:paraId="78FAEAE0" w14:textId="77777777" w:rsidR="000A3748" w:rsidRPr="00F049B5" w:rsidRDefault="000A3748" w:rsidP="000A3748">
            <w:pPr>
              <w:pStyle w:val="Testocommento"/>
              <w:jc w:val="both"/>
              <w:rPr>
                <w:rFonts w:ascii="Poppins" w:hAnsi="Poppins" w:cs="Poppins"/>
                <w:color w:val="000000" w:themeColor="text1"/>
              </w:rPr>
            </w:pPr>
          </w:p>
          <w:p w14:paraId="4D119DFE" w14:textId="77777777" w:rsidR="000A3748" w:rsidRPr="00F049B5" w:rsidRDefault="000A3748" w:rsidP="000A3748">
            <w:pPr>
              <w:pStyle w:val="Testocommento"/>
              <w:jc w:val="both"/>
              <w:rPr>
                <w:rFonts w:ascii="Poppins" w:hAnsi="Poppins" w:cs="Poppins"/>
                <w:color w:val="000000" w:themeColor="text1"/>
              </w:rPr>
            </w:pPr>
            <w:r w:rsidRPr="00F049B5">
              <w:rPr>
                <w:rFonts w:ascii="Poppins" w:hAnsi="Poppins" w:cs="Poppins"/>
                <w:b/>
                <w:color w:val="000000" w:themeColor="text1"/>
              </w:rPr>
              <w:t>Dati tecnici:</w:t>
            </w:r>
          </w:p>
          <w:bookmarkEnd w:id="0"/>
          <w:p w14:paraId="37E6F49D" w14:textId="346D326E" w:rsidR="000A3748" w:rsidRPr="00F049B5" w:rsidRDefault="000A3748" w:rsidP="000A3748">
            <w:pPr>
              <w:pStyle w:val="Testocommento"/>
              <w:numPr>
                <w:ilvl w:val="0"/>
                <w:numId w:val="39"/>
              </w:numPr>
              <w:jc w:val="both"/>
              <w:rPr>
                <w:rFonts w:ascii="Poppins" w:hAnsi="Poppins" w:cs="Poppins"/>
                <w:color w:val="000000" w:themeColor="text1"/>
              </w:rPr>
            </w:pPr>
            <w:r w:rsidRPr="00F049B5">
              <w:rPr>
                <w:rFonts w:ascii="Poppins" w:hAnsi="Poppins" w:cs="Poppins"/>
                <w:color w:val="000000" w:themeColor="text1"/>
              </w:rPr>
              <w:t>Classe di precisione secondo UNI EN 14</w:t>
            </w:r>
            <w:r w:rsidR="00EE2606">
              <w:rPr>
                <w:rFonts w:ascii="Poppins" w:hAnsi="Poppins" w:cs="Poppins"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color w:val="000000" w:themeColor="text1"/>
              </w:rPr>
              <w:t xml:space="preserve">4: </w:t>
            </w:r>
            <w:r w:rsidR="00EE2606">
              <w:rPr>
                <w:rFonts w:ascii="Poppins" w:hAnsi="Poppins" w:cs="Poppins"/>
                <w:color w:val="000000" w:themeColor="text1"/>
              </w:rPr>
              <w:t>3</w:t>
            </w:r>
          </w:p>
          <w:p w14:paraId="3242EE9F" w14:textId="649C12B4" w:rsidR="000A3748" w:rsidRPr="00F049B5" w:rsidRDefault="000A3748" w:rsidP="000A3748">
            <w:pPr>
              <w:pStyle w:val="Testocommento"/>
              <w:numPr>
                <w:ilvl w:val="0"/>
                <w:numId w:val="39"/>
              </w:numPr>
              <w:jc w:val="both"/>
              <w:rPr>
                <w:rFonts w:ascii="Poppins" w:hAnsi="Poppins" w:cs="Poppins"/>
                <w:color w:val="000000" w:themeColor="text1"/>
              </w:rPr>
            </w:pPr>
            <w:r w:rsidRPr="00F049B5">
              <w:rPr>
                <w:rFonts w:ascii="Poppins" w:hAnsi="Poppins" w:cs="Poppins"/>
                <w:color w:val="000000" w:themeColor="text1"/>
              </w:rPr>
              <w:t>Classe ambientale secondo UNI EN 14</w:t>
            </w:r>
            <w:r w:rsidR="00EE2606">
              <w:rPr>
                <w:rFonts w:ascii="Poppins" w:hAnsi="Poppins" w:cs="Poppins"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color w:val="000000" w:themeColor="text1"/>
              </w:rPr>
              <w:t>4: C</w:t>
            </w:r>
          </w:p>
          <w:p w14:paraId="4CC91D75" w14:textId="63EFFE8A" w:rsidR="000A3748" w:rsidRPr="00F049B5" w:rsidRDefault="000A3748" w:rsidP="000A3748">
            <w:pPr>
              <w:pStyle w:val="Testocommento"/>
              <w:numPr>
                <w:ilvl w:val="0"/>
                <w:numId w:val="39"/>
              </w:numPr>
              <w:jc w:val="both"/>
              <w:rPr>
                <w:rFonts w:ascii="Poppins" w:hAnsi="Poppins" w:cs="Poppins"/>
                <w:color w:val="000000" w:themeColor="text1"/>
              </w:rPr>
            </w:pPr>
            <w:r w:rsidRPr="00F049B5">
              <w:rPr>
                <w:rFonts w:ascii="Poppins" w:hAnsi="Poppins" w:cs="Poppins"/>
                <w:color w:val="000000" w:themeColor="text1"/>
              </w:rPr>
              <w:t>Portata permanente: 0,6 m</w:t>
            </w:r>
            <w:r w:rsidR="00EE2606">
              <w:rPr>
                <w:rFonts w:ascii="Poppins" w:hAnsi="Poppins" w:cs="Poppins"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color w:val="000000" w:themeColor="text1"/>
              </w:rPr>
              <w:t>/h</w:t>
            </w:r>
          </w:p>
          <w:p w14:paraId="5A7BE738" w14:textId="1C2FEF29" w:rsidR="000A3748" w:rsidRPr="00F049B5" w:rsidRDefault="000A3748" w:rsidP="000A3748">
            <w:pPr>
              <w:pStyle w:val="Testocommento"/>
              <w:numPr>
                <w:ilvl w:val="0"/>
                <w:numId w:val="39"/>
              </w:numPr>
              <w:jc w:val="both"/>
              <w:rPr>
                <w:rFonts w:ascii="Poppins" w:hAnsi="Poppins" w:cs="Poppins"/>
                <w:color w:val="000000" w:themeColor="text1"/>
              </w:rPr>
            </w:pPr>
            <w:r w:rsidRPr="00F049B5">
              <w:rPr>
                <w:rFonts w:ascii="Poppins" w:hAnsi="Poppins" w:cs="Poppins"/>
                <w:color w:val="000000" w:themeColor="text1"/>
              </w:rPr>
              <w:t>Portata massima: 1,2 m</w:t>
            </w:r>
            <w:r w:rsidR="00EE2606">
              <w:rPr>
                <w:rFonts w:ascii="Poppins" w:hAnsi="Poppins" w:cs="Poppins"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color w:val="000000" w:themeColor="text1"/>
              </w:rPr>
              <w:t>/h</w:t>
            </w:r>
          </w:p>
          <w:p w14:paraId="5E6247C1" w14:textId="77777777" w:rsidR="000A3748" w:rsidRPr="00F049B5" w:rsidRDefault="000A3748" w:rsidP="000A3748">
            <w:pPr>
              <w:pStyle w:val="Testocommento"/>
              <w:numPr>
                <w:ilvl w:val="0"/>
                <w:numId w:val="39"/>
              </w:numPr>
              <w:jc w:val="both"/>
              <w:rPr>
                <w:rFonts w:ascii="Poppins" w:hAnsi="Poppins" w:cs="Poppins"/>
                <w:color w:val="000000" w:themeColor="text1"/>
              </w:rPr>
            </w:pPr>
            <w:r w:rsidRPr="00F049B5">
              <w:rPr>
                <w:rFonts w:ascii="Poppins" w:hAnsi="Poppins" w:cs="Poppins"/>
                <w:color w:val="000000" w:themeColor="text1"/>
              </w:rPr>
              <w:t>Portata minima misura: installazione orizzontale 12 l/h, installazione verticale 24 l/h</w:t>
            </w:r>
          </w:p>
          <w:p w14:paraId="7B678CFA" w14:textId="77777777" w:rsidR="000A3748" w:rsidRPr="00F049B5" w:rsidRDefault="000A3748" w:rsidP="000A3748">
            <w:pPr>
              <w:pStyle w:val="Testocommento"/>
              <w:numPr>
                <w:ilvl w:val="0"/>
                <w:numId w:val="39"/>
              </w:numPr>
              <w:jc w:val="both"/>
              <w:rPr>
                <w:rFonts w:ascii="Poppins" w:hAnsi="Poppins" w:cs="Poppins"/>
                <w:color w:val="000000" w:themeColor="text1"/>
              </w:rPr>
            </w:pPr>
            <w:r w:rsidRPr="00F049B5">
              <w:rPr>
                <w:rFonts w:ascii="Poppins" w:hAnsi="Poppins" w:cs="Poppins"/>
                <w:color w:val="000000" w:themeColor="text1"/>
              </w:rPr>
              <w:t>Pressione nominale: 16 bar</w:t>
            </w:r>
          </w:p>
          <w:p w14:paraId="4E98592B" w14:textId="77777777" w:rsidR="000A3748" w:rsidRPr="00F049B5" w:rsidRDefault="000A3748" w:rsidP="000A3748">
            <w:pPr>
              <w:pStyle w:val="Testocommento"/>
              <w:numPr>
                <w:ilvl w:val="0"/>
                <w:numId w:val="39"/>
              </w:numPr>
              <w:jc w:val="both"/>
              <w:rPr>
                <w:rFonts w:ascii="Poppins" w:hAnsi="Poppins" w:cs="Poppins"/>
                <w:color w:val="000000" w:themeColor="text1"/>
              </w:rPr>
            </w:pPr>
            <w:r w:rsidRPr="00F049B5">
              <w:rPr>
                <w:rFonts w:ascii="Poppins" w:hAnsi="Poppins" w:cs="Poppins"/>
                <w:color w:val="000000" w:themeColor="text1"/>
              </w:rPr>
              <w:t xml:space="preserve">Range di temperatura misuratore di portata: 5 ÷ 90 °C </w:t>
            </w:r>
          </w:p>
          <w:p w14:paraId="45A19452" w14:textId="4428EF24" w:rsidR="000A3748" w:rsidRPr="00F049B5" w:rsidRDefault="000A3748" w:rsidP="000A3748">
            <w:pPr>
              <w:pStyle w:val="Testocommento"/>
              <w:numPr>
                <w:ilvl w:val="0"/>
                <w:numId w:val="39"/>
              </w:numPr>
              <w:jc w:val="both"/>
              <w:rPr>
                <w:rFonts w:ascii="Poppins" w:hAnsi="Poppins" w:cs="Poppins"/>
                <w:color w:val="000000" w:themeColor="text1"/>
              </w:rPr>
            </w:pPr>
            <w:r w:rsidRPr="00F049B5">
              <w:rPr>
                <w:rFonts w:ascii="Poppins" w:hAnsi="Poppins" w:cs="Poppins"/>
                <w:color w:val="000000" w:themeColor="text1"/>
              </w:rPr>
              <w:t xml:space="preserve">Range di temperatura </w:t>
            </w:r>
            <w:r w:rsidR="003A147D" w:rsidRPr="00F049B5">
              <w:rPr>
                <w:rFonts w:ascii="Poppins" w:hAnsi="Poppins" w:cs="Poppins"/>
                <w:color w:val="000000" w:themeColor="text1"/>
              </w:rPr>
              <w:t>unità elettronica EVO:</w:t>
            </w:r>
            <w:r w:rsidRPr="00F049B5">
              <w:rPr>
                <w:rFonts w:ascii="Poppins" w:hAnsi="Poppins" w:cs="Poppins"/>
                <w:color w:val="000000" w:themeColor="text1"/>
              </w:rPr>
              <w:t xml:space="preserve"> 0 ÷ 150 °C</w:t>
            </w:r>
          </w:p>
          <w:p w14:paraId="62C3F57D" w14:textId="66C8AB68" w:rsidR="000A3748" w:rsidRPr="00F049B5" w:rsidRDefault="000A3748" w:rsidP="000A3748">
            <w:pPr>
              <w:pStyle w:val="Testocommento"/>
              <w:numPr>
                <w:ilvl w:val="0"/>
                <w:numId w:val="39"/>
              </w:numPr>
              <w:jc w:val="both"/>
              <w:rPr>
                <w:rFonts w:ascii="Poppins" w:hAnsi="Poppins" w:cs="Poppins"/>
                <w:color w:val="000000" w:themeColor="text1"/>
              </w:rPr>
            </w:pPr>
            <w:r w:rsidRPr="00F049B5">
              <w:rPr>
                <w:rFonts w:ascii="Poppins" w:hAnsi="Poppins" w:cs="Poppins"/>
                <w:color w:val="000000" w:themeColor="text1"/>
              </w:rPr>
              <w:t>Differenza di temperatura mandata</w:t>
            </w:r>
            <w:r w:rsidR="00856252">
              <w:rPr>
                <w:rFonts w:ascii="Poppins" w:hAnsi="Poppins" w:cs="Poppins"/>
                <w:color w:val="000000" w:themeColor="text1"/>
              </w:rPr>
              <w:t>-</w:t>
            </w:r>
            <w:r w:rsidRPr="00F049B5">
              <w:rPr>
                <w:rFonts w:ascii="Poppins" w:hAnsi="Poppins" w:cs="Poppins"/>
                <w:color w:val="000000" w:themeColor="text1"/>
              </w:rPr>
              <w:t xml:space="preserve">ritorno: </w:t>
            </w:r>
            <w:r w:rsidR="00EE2606">
              <w:rPr>
                <w:rFonts w:ascii="Poppins" w:hAnsi="Poppins" w:cs="Poppins"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color w:val="000000" w:themeColor="text1"/>
              </w:rPr>
              <w:t xml:space="preserve"> ÷ 100 K</w:t>
            </w:r>
          </w:p>
          <w:p w14:paraId="12ADA53D" w14:textId="62FB1043" w:rsidR="000A3748" w:rsidRPr="00F049B5" w:rsidRDefault="000A3748" w:rsidP="000A3748">
            <w:pPr>
              <w:pStyle w:val="Testocommento"/>
              <w:numPr>
                <w:ilvl w:val="0"/>
                <w:numId w:val="39"/>
              </w:numPr>
              <w:jc w:val="both"/>
              <w:rPr>
                <w:rFonts w:ascii="Poppins" w:hAnsi="Poppins" w:cs="Poppins"/>
                <w:color w:val="000000" w:themeColor="text1"/>
              </w:rPr>
            </w:pPr>
            <w:r w:rsidRPr="00F049B5">
              <w:rPr>
                <w:rFonts w:ascii="Poppins" w:hAnsi="Poppins" w:cs="Poppins"/>
                <w:color w:val="000000" w:themeColor="text1"/>
              </w:rPr>
              <w:t xml:space="preserve">Tipo di sonde: Pt1000 </w:t>
            </w:r>
            <w:r w:rsidR="00856252">
              <w:rPr>
                <w:rFonts w:ascii="Poppins" w:hAnsi="Poppins" w:cs="Poppins"/>
                <w:color w:val="000000" w:themeColor="text1"/>
              </w:rPr>
              <w:t>-</w:t>
            </w:r>
            <w:r w:rsidRPr="00F049B5">
              <w:rPr>
                <w:rFonts w:ascii="Poppins" w:hAnsi="Poppins" w:cs="Poppins"/>
                <w:color w:val="000000" w:themeColor="text1"/>
              </w:rPr>
              <w:t xml:space="preserve"> Ø 5 mm </w:t>
            </w:r>
            <w:r w:rsidR="00856252">
              <w:rPr>
                <w:rFonts w:ascii="Poppins" w:hAnsi="Poppins" w:cs="Poppins"/>
                <w:color w:val="000000" w:themeColor="text1"/>
              </w:rPr>
              <w:t>-</w:t>
            </w:r>
            <w:r w:rsidRPr="00F049B5">
              <w:rPr>
                <w:rFonts w:ascii="Poppins" w:hAnsi="Poppins" w:cs="Poppins"/>
                <w:color w:val="000000" w:themeColor="text1"/>
              </w:rPr>
              <w:t xml:space="preserve"> cavo 1,5 m</w:t>
            </w:r>
          </w:p>
          <w:p w14:paraId="2AA8CD0F" w14:textId="77777777" w:rsidR="000A3748" w:rsidRPr="00F049B5" w:rsidRDefault="000A3748" w:rsidP="000A3748">
            <w:pPr>
              <w:pStyle w:val="Testocommento"/>
              <w:numPr>
                <w:ilvl w:val="0"/>
                <w:numId w:val="39"/>
              </w:numPr>
              <w:jc w:val="both"/>
              <w:rPr>
                <w:rFonts w:ascii="Poppins" w:hAnsi="Poppins" w:cs="Poppins"/>
                <w:color w:val="000000" w:themeColor="text1"/>
              </w:rPr>
            </w:pPr>
            <w:r w:rsidRPr="00F049B5">
              <w:rPr>
                <w:rFonts w:ascii="Poppins" w:hAnsi="Poppins" w:cs="Poppins"/>
                <w:color w:val="000000" w:themeColor="text1"/>
              </w:rPr>
              <w:t>Lunghezza: 110 mm</w:t>
            </w:r>
          </w:p>
          <w:p w14:paraId="28CF7F42" w14:textId="08F994D1" w:rsidR="000A3748" w:rsidRPr="00F049B5" w:rsidRDefault="000A3748" w:rsidP="000A3748">
            <w:pPr>
              <w:pStyle w:val="Testocommento"/>
              <w:numPr>
                <w:ilvl w:val="0"/>
                <w:numId w:val="39"/>
              </w:numPr>
              <w:jc w:val="both"/>
              <w:rPr>
                <w:rFonts w:ascii="Poppins" w:hAnsi="Poppins" w:cs="Poppins"/>
                <w:color w:val="000000" w:themeColor="text1"/>
              </w:rPr>
            </w:pPr>
            <w:r w:rsidRPr="00F049B5">
              <w:rPr>
                <w:rFonts w:ascii="Poppins" w:hAnsi="Poppins" w:cs="Poppins"/>
                <w:color w:val="000000" w:themeColor="text1"/>
              </w:rPr>
              <w:t xml:space="preserve">Attacchi filettati: </w:t>
            </w:r>
            <w:r w:rsidR="00EE2606">
              <w:rPr>
                <w:rFonts w:ascii="Poppins" w:hAnsi="Poppins" w:cs="Poppins"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color w:val="000000" w:themeColor="text1"/>
              </w:rPr>
              <w:t>/4” maschio</w:t>
            </w:r>
          </w:p>
          <w:p w14:paraId="3B51D367" w14:textId="77777777" w:rsidR="000A3748" w:rsidRPr="00F049B5" w:rsidRDefault="000A3748" w:rsidP="000A3748">
            <w:pPr>
              <w:pStyle w:val="Testocommento"/>
              <w:numPr>
                <w:ilvl w:val="0"/>
                <w:numId w:val="39"/>
              </w:numPr>
              <w:jc w:val="both"/>
              <w:rPr>
                <w:rFonts w:ascii="Poppins" w:hAnsi="Poppins" w:cs="Poppins"/>
                <w:color w:val="000000" w:themeColor="text1"/>
              </w:rPr>
            </w:pPr>
            <w:r w:rsidRPr="00F049B5">
              <w:rPr>
                <w:rFonts w:ascii="Poppins" w:hAnsi="Poppins" w:cs="Poppins"/>
                <w:color w:val="000000" w:themeColor="text1"/>
              </w:rPr>
              <w:t xml:space="preserve">Alimentazione a batteria, la cui durata massima stimata, ma non garantita, è pari a 10 anni (la durata della batteria è influenzata dalle condizioni di installazione e di utilizzo). </w:t>
            </w:r>
          </w:p>
          <w:p w14:paraId="4D27FABF" w14:textId="77777777" w:rsidR="000A3748" w:rsidRPr="00F049B5" w:rsidRDefault="000A3748" w:rsidP="000A3748">
            <w:pPr>
              <w:pStyle w:val="Testocommento"/>
              <w:numPr>
                <w:ilvl w:val="0"/>
                <w:numId w:val="39"/>
              </w:numPr>
              <w:jc w:val="both"/>
              <w:rPr>
                <w:rFonts w:ascii="Poppins" w:hAnsi="Poppins" w:cs="Poppins"/>
                <w:color w:val="000000" w:themeColor="text1"/>
              </w:rPr>
            </w:pPr>
            <w:r w:rsidRPr="00F049B5">
              <w:rPr>
                <w:rFonts w:ascii="Poppins" w:hAnsi="Poppins" w:cs="Poppins"/>
                <w:color w:val="000000" w:themeColor="text1"/>
              </w:rPr>
              <w:t xml:space="preserve">La batteria è garantita 4 anni dalla data di vendita. </w:t>
            </w:r>
          </w:p>
          <w:p w14:paraId="11CB538C" w14:textId="77777777" w:rsidR="000A3748" w:rsidRPr="00F049B5" w:rsidRDefault="000A3748" w:rsidP="000A3748">
            <w:pPr>
              <w:pStyle w:val="Testocommento"/>
              <w:numPr>
                <w:ilvl w:val="0"/>
                <w:numId w:val="39"/>
              </w:numPr>
              <w:jc w:val="both"/>
              <w:rPr>
                <w:rFonts w:ascii="Poppins" w:hAnsi="Poppins" w:cs="Poppins"/>
                <w:color w:val="000000" w:themeColor="text1"/>
              </w:rPr>
            </w:pPr>
            <w:r w:rsidRPr="00F049B5">
              <w:rPr>
                <w:rFonts w:ascii="Poppins" w:hAnsi="Poppins" w:cs="Poppins"/>
                <w:color w:val="000000" w:themeColor="text1"/>
              </w:rPr>
              <w:t xml:space="preserve">Batteria sostituibile. </w:t>
            </w:r>
          </w:p>
          <w:p w14:paraId="4050D363" w14:textId="3D8CF786" w:rsidR="000A3748" w:rsidRPr="00F049B5" w:rsidRDefault="000A3748" w:rsidP="000A3748">
            <w:pPr>
              <w:pStyle w:val="Testocommento"/>
              <w:numPr>
                <w:ilvl w:val="0"/>
                <w:numId w:val="39"/>
              </w:numPr>
              <w:jc w:val="both"/>
              <w:rPr>
                <w:rFonts w:ascii="Poppins" w:hAnsi="Poppins" w:cs="Poppins"/>
                <w:color w:val="000000" w:themeColor="text1"/>
              </w:rPr>
            </w:pPr>
            <w:r w:rsidRPr="00F049B5">
              <w:rPr>
                <w:rFonts w:ascii="Poppins" w:hAnsi="Poppins" w:cs="Poppins"/>
                <w:color w:val="000000" w:themeColor="text1"/>
              </w:rPr>
              <w:t>Predisposizione per alimentazione esterna (2</w:t>
            </w:r>
            <w:r w:rsidR="00EE2606">
              <w:rPr>
                <w:rFonts w:ascii="Poppins" w:hAnsi="Poppins" w:cs="Poppins"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color w:val="000000" w:themeColor="text1"/>
              </w:rPr>
              <w:t xml:space="preserve">0 Vac) tramite alimentatore opzionale. </w:t>
            </w:r>
          </w:p>
          <w:p w14:paraId="77CA5946" w14:textId="77777777" w:rsidR="000A3748" w:rsidRPr="00F049B5" w:rsidRDefault="000A3748" w:rsidP="000A3748">
            <w:pPr>
              <w:pStyle w:val="Testocommento"/>
              <w:numPr>
                <w:ilvl w:val="0"/>
                <w:numId w:val="39"/>
              </w:numPr>
              <w:jc w:val="both"/>
              <w:rPr>
                <w:rFonts w:ascii="Poppins" w:hAnsi="Poppins" w:cs="Poppins"/>
                <w:color w:val="000000" w:themeColor="text1"/>
              </w:rPr>
            </w:pPr>
            <w:r w:rsidRPr="00F049B5">
              <w:rPr>
                <w:rFonts w:ascii="Poppins" w:hAnsi="Poppins" w:cs="Poppins"/>
                <w:color w:val="000000" w:themeColor="text1"/>
              </w:rPr>
              <w:t>Grado di protezione: IP65.</w:t>
            </w:r>
          </w:p>
          <w:p w14:paraId="28CFCA3E" w14:textId="77777777" w:rsidR="000A3748" w:rsidRPr="00F049B5" w:rsidRDefault="000A3748" w:rsidP="000A3748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</w:p>
          <w:p w14:paraId="2A2693E0" w14:textId="505466FF" w:rsidR="000A3748" w:rsidRPr="00F049B5" w:rsidRDefault="000A3748" w:rsidP="000A3748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/>
                <w:bCs/>
                <w:color w:val="000000" w:themeColor="text1"/>
                <w:sz w:val="20"/>
              </w:rPr>
              <w:t xml:space="preserve">Marca </w:t>
            </w:r>
            <w:r w:rsidR="00C04156">
              <w:rPr>
                <w:rFonts w:ascii="Poppins" w:hAnsi="Poppins" w:cs="Poppins"/>
                <w:b/>
                <w:bCs/>
                <w:color w:val="000000" w:themeColor="text1"/>
                <w:sz w:val="20"/>
              </w:rPr>
              <w:t>Emmeti</w:t>
            </w:r>
            <w:r w:rsidRPr="00F049B5">
              <w:rPr>
                <w:rFonts w:ascii="Poppins" w:hAnsi="Poppins" w:cs="Poppins"/>
                <w:b/>
                <w:bCs/>
                <w:color w:val="000000" w:themeColor="text1"/>
                <w:sz w:val="20"/>
              </w:rPr>
              <w:t xml:space="preserve"> – Modello </w:t>
            </w:r>
            <w:r w:rsidR="00F65F58" w:rsidRPr="00F65F58">
              <w:rPr>
                <w:rFonts w:ascii="Poppins" w:hAnsi="Poppins" w:cs="Poppins"/>
                <w:b/>
                <w:bCs/>
                <w:color w:val="000000" w:themeColor="text1"/>
                <w:sz w:val="20"/>
              </w:rPr>
              <w:t>Misuratore di energia EVO a lettura diretta caldo/freddo</w:t>
            </w:r>
            <w:r w:rsidR="00F65F58">
              <w:rPr>
                <w:rFonts w:ascii="Poppins" w:hAnsi="Poppins" w:cs="Poppins"/>
                <w:b/>
                <w:bCs/>
                <w:color w:val="000000" w:themeColor="text1"/>
                <w:sz w:val="20"/>
              </w:rPr>
              <w:t xml:space="preserve"> </w:t>
            </w:r>
            <w:r w:rsidRPr="00F049B5">
              <w:rPr>
                <w:rFonts w:ascii="Poppins" w:hAnsi="Poppins" w:cs="Poppins"/>
                <w:b/>
                <w:bCs/>
                <w:color w:val="000000" w:themeColor="text1"/>
                <w:sz w:val="20"/>
              </w:rPr>
              <w:t>DN 15 0,6 – 1,2 m</w:t>
            </w:r>
            <w:r w:rsidR="00EE2606">
              <w:rPr>
                <w:rFonts w:ascii="Poppins" w:hAnsi="Poppins" w:cs="Poppins"/>
                <w:b/>
                <w:bCs/>
                <w:color w:val="000000" w:themeColor="text1"/>
                <w:sz w:val="20"/>
              </w:rPr>
              <w:t>3</w:t>
            </w:r>
            <w:r w:rsidRPr="00F049B5">
              <w:rPr>
                <w:rFonts w:ascii="Poppins" w:hAnsi="Poppins" w:cs="Poppins"/>
                <w:b/>
                <w:bCs/>
                <w:color w:val="000000" w:themeColor="text1"/>
                <w:sz w:val="20"/>
              </w:rPr>
              <w:t>/h o equivalente.</w:t>
            </w:r>
          </w:p>
        </w:tc>
      </w:tr>
      <w:tr w:rsidR="000A3748" w14:paraId="5EC2C25F" w14:textId="77777777" w:rsidTr="00A16FCA">
        <w:tc>
          <w:tcPr>
            <w:tcW w:w="1398" w:type="dxa"/>
          </w:tcPr>
          <w:p w14:paraId="1E67FC5F" w14:textId="6195142F" w:rsidR="000A3748" w:rsidRPr="00F049B5" w:rsidRDefault="000A3748" w:rsidP="000A3748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lastRenderedPageBreak/>
              <w:t>02709542</w:t>
            </w:r>
          </w:p>
        </w:tc>
        <w:tc>
          <w:tcPr>
            <w:tcW w:w="2297" w:type="dxa"/>
          </w:tcPr>
          <w:p w14:paraId="72284DD6" w14:textId="77777777" w:rsidR="00962740" w:rsidRPr="00F049B5" w:rsidRDefault="00962740" w:rsidP="00962740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>Misuratore di energia EVO a lettura diretta caldo/freddo</w:t>
            </w:r>
          </w:p>
          <w:p w14:paraId="01EC89D6" w14:textId="77777777" w:rsidR="000A3748" w:rsidRPr="00F049B5" w:rsidRDefault="000A3748" w:rsidP="000A3748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>DN 15</w:t>
            </w:r>
          </w:p>
          <w:p w14:paraId="1D8DBA6B" w14:textId="45B0B13F" w:rsidR="000A3748" w:rsidRPr="00F049B5" w:rsidRDefault="000A3748" w:rsidP="000A3748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 xml:space="preserve">1,5 – </w:t>
            </w:r>
            <w:r w:rsidR="00EE2606">
              <w:rPr>
                <w:rFonts w:ascii="Poppins" w:hAnsi="Poppins" w:cs="Poppins"/>
                <w:bCs/>
                <w:color w:val="000000" w:themeColor="text1"/>
                <w:sz w:val="20"/>
              </w:rPr>
              <w:t>3</w:t>
            </w: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>,0 m</w:t>
            </w:r>
            <w:r w:rsidR="00EE2606" w:rsidRPr="00EE2606">
              <w:rPr>
                <w:rFonts w:ascii="Poppins" w:hAnsi="Poppins" w:cs="Poppins"/>
                <w:bCs/>
                <w:color w:val="000000" w:themeColor="text1"/>
                <w:sz w:val="20"/>
              </w:rPr>
              <w:t>3</w:t>
            </w: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>/h</w:t>
            </w:r>
          </w:p>
        </w:tc>
        <w:tc>
          <w:tcPr>
            <w:tcW w:w="5803" w:type="dxa"/>
          </w:tcPr>
          <w:p w14:paraId="78BE6BAC" w14:textId="49E15A4E" w:rsidR="000A3748" w:rsidRPr="00F049B5" w:rsidRDefault="003A147D" w:rsidP="000A3748">
            <w:pPr>
              <w:pStyle w:val="Testocommento"/>
              <w:jc w:val="both"/>
              <w:rPr>
                <w:rFonts w:ascii="Poppins" w:hAnsi="Poppins" w:cs="Poppins"/>
                <w:color w:val="000000" w:themeColor="text1"/>
              </w:rPr>
            </w:pPr>
            <w:r w:rsidRPr="00F049B5">
              <w:rPr>
                <w:rFonts w:ascii="Poppins" w:hAnsi="Poppins" w:cs="Poppins"/>
                <w:color w:val="000000" w:themeColor="text1"/>
              </w:rPr>
              <w:t xml:space="preserve">Misuratore di energia EVO </w:t>
            </w:r>
            <w:r w:rsidR="000A3748" w:rsidRPr="00F049B5">
              <w:rPr>
                <w:rFonts w:ascii="Poppins" w:hAnsi="Poppins" w:cs="Poppins"/>
                <w:color w:val="000000" w:themeColor="text1"/>
              </w:rPr>
              <w:t>a lettura diretta, certificato in conformità al Dlgs n° 84 del 19/05/2016 (attuazione della direttiva europea MID 2014/</w:t>
            </w:r>
            <w:r w:rsidR="00EE2606">
              <w:rPr>
                <w:rFonts w:ascii="Poppins" w:hAnsi="Poppins" w:cs="Poppins"/>
                <w:color w:val="000000" w:themeColor="text1"/>
              </w:rPr>
              <w:t>3</w:t>
            </w:r>
            <w:r w:rsidR="000A3748" w:rsidRPr="00F049B5">
              <w:rPr>
                <w:rFonts w:ascii="Poppins" w:hAnsi="Poppins" w:cs="Poppins"/>
                <w:color w:val="000000" w:themeColor="text1"/>
              </w:rPr>
              <w:t>2/EU) solo con l’utilizzo di acqua come fluido termovettore, e conforme alla UNI EN 14</w:t>
            </w:r>
            <w:r w:rsidR="00EE2606">
              <w:rPr>
                <w:rFonts w:ascii="Poppins" w:hAnsi="Poppins" w:cs="Poppins"/>
                <w:color w:val="000000" w:themeColor="text1"/>
              </w:rPr>
              <w:t>3</w:t>
            </w:r>
            <w:r w:rsidR="000A3748" w:rsidRPr="00F049B5">
              <w:rPr>
                <w:rFonts w:ascii="Poppins" w:hAnsi="Poppins" w:cs="Poppins"/>
                <w:color w:val="000000" w:themeColor="text1"/>
              </w:rPr>
              <w:t>4, classe C, per il calcolo dei consumi di energia termica in regime di riscaldamento e raffrescamento.</w:t>
            </w:r>
          </w:p>
          <w:p w14:paraId="3C35A277" w14:textId="77777777" w:rsidR="000A3748" w:rsidRPr="00F049B5" w:rsidRDefault="000A3748" w:rsidP="000A3748">
            <w:pPr>
              <w:pStyle w:val="Testocommento"/>
              <w:jc w:val="both"/>
              <w:rPr>
                <w:rFonts w:ascii="Poppins" w:hAnsi="Poppins" w:cs="Poppins"/>
                <w:color w:val="000000" w:themeColor="text1"/>
              </w:rPr>
            </w:pPr>
            <w:r w:rsidRPr="00F049B5">
              <w:rPr>
                <w:rFonts w:ascii="Poppins" w:hAnsi="Poppins" w:cs="Poppins"/>
                <w:color w:val="000000" w:themeColor="text1"/>
              </w:rPr>
              <w:t>Configurato per installazione sul ritorno con possibilità di installazione sulla mandata.</w:t>
            </w:r>
          </w:p>
          <w:p w14:paraId="70A6882B" w14:textId="77777777" w:rsidR="000A3748" w:rsidRPr="00F049B5" w:rsidRDefault="000A3748" w:rsidP="000A3748">
            <w:pPr>
              <w:pStyle w:val="Testocommento"/>
              <w:jc w:val="both"/>
              <w:rPr>
                <w:rFonts w:ascii="Poppins" w:hAnsi="Poppins" w:cs="Poppins"/>
                <w:color w:val="000000" w:themeColor="text1"/>
              </w:rPr>
            </w:pPr>
          </w:p>
          <w:p w14:paraId="3FC2CAC3" w14:textId="77777777" w:rsidR="000A3748" w:rsidRPr="00F049B5" w:rsidRDefault="000A3748" w:rsidP="000A3748">
            <w:pPr>
              <w:pStyle w:val="Testocommento"/>
              <w:jc w:val="both"/>
              <w:rPr>
                <w:rFonts w:ascii="Poppins" w:hAnsi="Poppins" w:cs="Poppins"/>
                <w:color w:val="000000" w:themeColor="text1"/>
              </w:rPr>
            </w:pPr>
            <w:r w:rsidRPr="00F049B5">
              <w:rPr>
                <w:rFonts w:ascii="Poppins" w:hAnsi="Poppins" w:cs="Poppins"/>
                <w:b/>
                <w:color w:val="000000" w:themeColor="text1"/>
              </w:rPr>
              <w:t>Dati tecnici:</w:t>
            </w:r>
          </w:p>
          <w:p w14:paraId="2EE97F78" w14:textId="46EE70DE" w:rsidR="000A3748" w:rsidRPr="00F049B5" w:rsidRDefault="000A3748" w:rsidP="000A3748">
            <w:pPr>
              <w:pStyle w:val="Testocommento"/>
              <w:numPr>
                <w:ilvl w:val="0"/>
                <w:numId w:val="39"/>
              </w:numPr>
              <w:jc w:val="both"/>
              <w:rPr>
                <w:rFonts w:ascii="Poppins" w:hAnsi="Poppins" w:cs="Poppins"/>
                <w:color w:val="000000" w:themeColor="text1"/>
              </w:rPr>
            </w:pPr>
            <w:r w:rsidRPr="00F049B5">
              <w:rPr>
                <w:rFonts w:ascii="Poppins" w:hAnsi="Poppins" w:cs="Poppins"/>
                <w:color w:val="000000" w:themeColor="text1"/>
              </w:rPr>
              <w:t>Classe di precisione secondo UNI EN 14</w:t>
            </w:r>
            <w:r w:rsidR="00EE2606">
              <w:rPr>
                <w:rFonts w:ascii="Poppins" w:hAnsi="Poppins" w:cs="Poppins"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color w:val="000000" w:themeColor="text1"/>
              </w:rPr>
              <w:t xml:space="preserve">4: </w:t>
            </w:r>
            <w:r w:rsidR="00EE2606">
              <w:rPr>
                <w:rFonts w:ascii="Poppins" w:hAnsi="Poppins" w:cs="Poppins"/>
                <w:color w:val="000000" w:themeColor="text1"/>
              </w:rPr>
              <w:t>3</w:t>
            </w:r>
          </w:p>
          <w:p w14:paraId="4ECBF642" w14:textId="1B8296DF" w:rsidR="000A3748" w:rsidRPr="00F049B5" w:rsidRDefault="000A3748" w:rsidP="000A3748">
            <w:pPr>
              <w:pStyle w:val="Testocommento"/>
              <w:numPr>
                <w:ilvl w:val="0"/>
                <w:numId w:val="39"/>
              </w:numPr>
              <w:jc w:val="both"/>
              <w:rPr>
                <w:rFonts w:ascii="Poppins" w:hAnsi="Poppins" w:cs="Poppins"/>
                <w:color w:val="000000" w:themeColor="text1"/>
              </w:rPr>
            </w:pPr>
            <w:r w:rsidRPr="00F049B5">
              <w:rPr>
                <w:rFonts w:ascii="Poppins" w:hAnsi="Poppins" w:cs="Poppins"/>
                <w:color w:val="000000" w:themeColor="text1"/>
              </w:rPr>
              <w:t>Classe ambientale secondo UNI EN 14</w:t>
            </w:r>
            <w:r w:rsidR="00EE2606">
              <w:rPr>
                <w:rFonts w:ascii="Poppins" w:hAnsi="Poppins" w:cs="Poppins"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color w:val="000000" w:themeColor="text1"/>
              </w:rPr>
              <w:t>4: C</w:t>
            </w:r>
          </w:p>
          <w:p w14:paraId="01B32FC0" w14:textId="15C54E68" w:rsidR="000A3748" w:rsidRPr="00F049B5" w:rsidRDefault="000A3748" w:rsidP="000A3748">
            <w:pPr>
              <w:pStyle w:val="Testocommento"/>
              <w:numPr>
                <w:ilvl w:val="0"/>
                <w:numId w:val="39"/>
              </w:numPr>
              <w:jc w:val="both"/>
              <w:rPr>
                <w:rFonts w:ascii="Poppins" w:hAnsi="Poppins" w:cs="Poppins"/>
                <w:color w:val="000000" w:themeColor="text1"/>
              </w:rPr>
            </w:pPr>
            <w:r w:rsidRPr="00F049B5">
              <w:rPr>
                <w:rFonts w:ascii="Poppins" w:hAnsi="Poppins" w:cs="Poppins"/>
                <w:color w:val="000000" w:themeColor="text1"/>
              </w:rPr>
              <w:t>Portata permanente: 1,5 m</w:t>
            </w:r>
            <w:r w:rsidR="00EE2606">
              <w:rPr>
                <w:rFonts w:ascii="Poppins" w:hAnsi="Poppins" w:cs="Poppins"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color w:val="000000" w:themeColor="text1"/>
              </w:rPr>
              <w:t>/h</w:t>
            </w:r>
          </w:p>
          <w:p w14:paraId="523B9032" w14:textId="1E205CB7" w:rsidR="000A3748" w:rsidRPr="00F049B5" w:rsidRDefault="000A3748" w:rsidP="000A3748">
            <w:pPr>
              <w:pStyle w:val="Testocommento"/>
              <w:numPr>
                <w:ilvl w:val="0"/>
                <w:numId w:val="39"/>
              </w:numPr>
              <w:jc w:val="both"/>
              <w:rPr>
                <w:rFonts w:ascii="Poppins" w:hAnsi="Poppins" w:cs="Poppins"/>
                <w:color w:val="000000" w:themeColor="text1"/>
              </w:rPr>
            </w:pPr>
            <w:r w:rsidRPr="00F049B5">
              <w:rPr>
                <w:rFonts w:ascii="Poppins" w:hAnsi="Poppins" w:cs="Poppins"/>
                <w:color w:val="000000" w:themeColor="text1"/>
              </w:rPr>
              <w:t xml:space="preserve">Portata massima: </w:t>
            </w:r>
            <w:r w:rsidR="00EE2606">
              <w:rPr>
                <w:rFonts w:ascii="Poppins" w:hAnsi="Poppins" w:cs="Poppins"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color w:val="000000" w:themeColor="text1"/>
              </w:rPr>
              <w:t>,0 m</w:t>
            </w:r>
            <w:r w:rsidR="00EE2606">
              <w:rPr>
                <w:rFonts w:ascii="Poppins" w:hAnsi="Poppins" w:cs="Poppins"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color w:val="000000" w:themeColor="text1"/>
              </w:rPr>
              <w:t>/h</w:t>
            </w:r>
          </w:p>
          <w:p w14:paraId="5217B7E4" w14:textId="6E95CDE9" w:rsidR="000A3748" w:rsidRPr="00F049B5" w:rsidRDefault="000A3748" w:rsidP="000A3748">
            <w:pPr>
              <w:pStyle w:val="Testocommento"/>
              <w:numPr>
                <w:ilvl w:val="0"/>
                <w:numId w:val="39"/>
              </w:numPr>
              <w:jc w:val="both"/>
              <w:rPr>
                <w:rFonts w:ascii="Poppins" w:hAnsi="Poppins" w:cs="Poppins"/>
                <w:color w:val="000000" w:themeColor="text1"/>
              </w:rPr>
            </w:pPr>
            <w:r w:rsidRPr="00F049B5">
              <w:rPr>
                <w:rFonts w:ascii="Poppins" w:hAnsi="Poppins" w:cs="Poppins"/>
                <w:color w:val="000000" w:themeColor="text1"/>
              </w:rPr>
              <w:t xml:space="preserve">Portata minima misura: installazione orizzontale </w:t>
            </w:r>
            <w:r w:rsidR="00EE2606">
              <w:rPr>
                <w:rFonts w:ascii="Poppins" w:hAnsi="Poppins" w:cs="Poppins"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color w:val="000000" w:themeColor="text1"/>
              </w:rPr>
              <w:t>0 l/h, installazione verticale 60 l/h</w:t>
            </w:r>
          </w:p>
          <w:p w14:paraId="72F67B9E" w14:textId="77777777" w:rsidR="000A3748" w:rsidRPr="00F049B5" w:rsidRDefault="000A3748" w:rsidP="000A3748">
            <w:pPr>
              <w:pStyle w:val="Testocommento"/>
              <w:numPr>
                <w:ilvl w:val="0"/>
                <w:numId w:val="39"/>
              </w:numPr>
              <w:jc w:val="both"/>
              <w:rPr>
                <w:rFonts w:ascii="Poppins" w:hAnsi="Poppins" w:cs="Poppins"/>
                <w:color w:val="000000" w:themeColor="text1"/>
              </w:rPr>
            </w:pPr>
            <w:r w:rsidRPr="00F049B5">
              <w:rPr>
                <w:rFonts w:ascii="Poppins" w:hAnsi="Poppins" w:cs="Poppins"/>
                <w:color w:val="000000" w:themeColor="text1"/>
              </w:rPr>
              <w:t>Pressione nominale: 16 bar</w:t>
            </w:r>
          </w:p>
          <w:p w14:paraId="74F15BC6" w14:textId="77777777" w:rsidR="000A3748" w:rsidRPr="00F049B5" w:rsidRDefault="000A3748" w:rsidP="000A3748">
            <w:pPr>
              <w:pStyle w:val="Testocommento"/>
              <w:numPr>
                <w:ilvl w:val="0"/>
                <w:numId w:val="39"/>
              </w:numPr>
              <w:jc w:val="both"/>
              <w:rPr>
                <w:rFonts w:ascii="Poppins" w:hAnsi="Poppins" w:cs="Poppins"/>
                <w:color w:val="000000" w:themeColor="text1"/>
              </w:rPr>
            </w:pPr>
            <w:r w:rsidRPr="00F049B5">
              <w:rPr>
                <w:rFonts w:ascii="Poppins" w:hAnsi="Poppins" w:cs="Poppins"/>
                <w:color w:val="000000" w:themeColor="text1"/>
              </w:rPr>
              <w:t xml:space="preserve">Range di temperatura misuratore di portata: 5 ÷ 90 °C </w:t>
            </w:r>
          </w:p>
          <w:p w14:paraId="6A5AB30A" w14:textId="31E089F6" w:rsidR="000A3748" w:rsidRPr="00F049B5" w:rsidRDefault="000A3748" w:rsidP="000A3748">
            <w:pPr>
              <w:pStyle w:val="Testocommento"/>
              <w:numPr>
                <w:ilvl w:val="0"/>
                <w:numId w:val="39"/>
              </w:numPr>
              <w:jc w:val="both"/>
              <w:rPr>
                <w:rFonts w:ascii="Poppins" w:hAnsi="Poppins" w:cs="Poppins"/>
                <w:color w:val="000000" w:themeColor="text1"/>
              </w:rPr>
            </w:pPr>
            <w:r w:rsidRPr="00F049B5">
              <w:rPr>
                <w:rFonts w:ascii="Poppins" w:hAnsi="Poppins" w:cs="Poppins"/>
                <w:color w:val="000000" w:themeColor="text1"/>
              </w:rPr>
              <w:t xml:space="preserve">Range di temperatura </w:t>
            </w:r>
            <w:r w:rsidR="003A147D" w:rsidRPr="00F049B5">
              <w:rPr>
                <w:rFonts w:ascii="Poppins" w:hAnsi="Poppins" w:cs="Poppins"/>
                <w:color w:val="000000" w:themeColor="text1"/>
              </w:rPr>
              <w:t>unità elettronica EVO:</w:t>
            </w:r>
            <w:r w:rsidRPr="00F049B5">
              <w:rPr>
                <w:rFonts w:ascii="Poppins" w:hAnsi="Poppins" w:cs="Poppins"/>
                <w:color w:val="000000" w:themeColor="text1"/>
              </w:rPr>
              <w:t xml:space="preserve"> 0 ÷ 150 °C</w:t>
            </w:r>
          </w:p>
          <w:p w14:paraId="34936711" w14:textId="5D651544" w:rsidR="000A3748" w:rsidRPr="00F049B5" w:rsidRDefault="000A3748" w:rsidP="000A3748">
            <w:pPr>
              <w:pStyle w:val="Testocommento"/>
              <w:numPr>
                <w:ilvl w:val="0"/>
                <w:numId w:val="39"/>
              </w:numPr>
              <w:jc w:val="both"/>
              <w:rPr>
                <w:rFonts w:ascii="Poppins" w:hAnsi="Poppins" w:cs="Poppins"/>
                <w:color w:val="000000" w:themeColor="text1"/>
              </w:rPr>
            </w:pPr>
            <w:r w:rsidRPr="00F049B5">
              <w:rPr>
                <w:rFonts w:ascii="Poppins" w:hAnsi="Poppins" w:cs="Poppins"/>
                <w:color w:val="000000" w:themeColor="text1"/>
              </w:rPr>
              <w:t>Differenza di temperatura mandata</w:t>
            </w:r>
            <w:r w:rsidR="00856252">
              <w:rPr>
                <w:rFonts w:ascii="Poppins" w:hAnsi="Poppins" w:cs="Poppins"/>
                <w:color w:val="000000" w:themeColor="text1"/>
              </w:rPr>
              <w:t>-</w:t>
            </w:r>
            <w:r w:rsidRPr="00F049B5">
              <w:rPr>
                <w:rFonts w:ascii="Poppins" w:hAnsi="Poppins" w:cs="Poppins"/>
                <w:color w:val="000000" w:themeColor="text1"/>
              </w:rPr>
              <w:t xml:space="preserve">ritorno: </w:t>
            </w:r>
            <w:r w:rsidR="00EE2606">
              <w:rPr>
                <w:rFonts w:ascii="Poppins" w:hAnsi="Poppins" w:cs="Poppins"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color w:val="000000" w:themeColor="text1"/>
              </w:rPr>
              <w:t xml:space="preserve"> ÷ 100 K</w:t>
            </w:r>
          </w:p>
          <w:p w14:paraId="15E5C840" w14:textId="288C8DE4" w:rsidR="000A3748" w:rsidRPr="00F049B5" w:rsidRDefault="000A3748" w:rsidP="000A3748">
            <w:pPr>
              <w:pStyle w:val="Testocommento"/>
              <w:numPr>
                <w:ilvl w:val="0"/>
                <w:numId w:val="39"/>
              </w:numPr>
              <w:jc w:val="both"/>
              <w:rPr>
                <w:rFonts w:ascii="Poppins" w:hAnsi="Poppins" w:cs="Poppins"/>
                <w:color w:val="000000" w:themeColor="text1"/>
              </w:rPr>
            </w:pPr>
            <w:r w:rsidRPr="00F049B5">
              <w:rPr>
                <w:rFonts w:ascii="Poppins" w:hAnsi="Poppins" w:cs="Poppins"/>
                <w:color w:val="000000" w:themeColor="text1"/>
              </w:rPr>
              <w:t xml:space="preserve">Tipo di sonde: Pt1000 </w:t>
            </w:r>
            <w:r w:rsidR="00856252">
              <w:rPr>
                <w:rFonts w:ascii="Poppins" w:hAnsi="Poppins" w:cs="Poppins"/>
                <w:color w:val="000000" w:themeColor="text1"/>
              </w:rPr>
              <w:t>-</w:t>
            </w:r>
            <w:r w:rsidRPr="00F049B5">
              <w:rPr>
                <w:rFonts w:ascii="Poppins" w:hAnsi="Poppins" w:cs="Poppins"/>
                <w:color w:val="000000" w:themeColor="text1"/>
              </w:rPr>
              <w:t xml:space="preserve"> Ø 5 mm </w:t>
            </w:r>
            <w:r w:rsidR="00856252">
              <w:rPr>
                <w:rFonts w:ascii="Poppins" w:hAnsi="Poppins" w:cs="Poppins"/>
                <w:color w:val="000000" w:themeColor="text1"/>
              </w:rPr>
              <w:t>-</w:t>
            </w:r>
            <w:r w:rsidRPr="00F049B5">
              <w:rPr>
                <w:rFonts w:ascii="Poppins" w:hAnsi="Poppins" w:cs="Poppins"/>
                <w:color w:val="000000" w:themeColor="text1"/>
              </w:rPr>
              <w:t xml:space="preserve"> cavo 1,5 m</w:t>
            </w:r>
          </w:p>
          <w:p w14:paraId="2B400742" w14:textId="77777777" w:rsidR="000A3748" w:rsidRPr="00F049B5" w:rsidRDefault="000A3748" w:rsidP="000A3748">
            <w:pPr>
              <w:pStyle w:val="Testocommento"/>
              <w:numPr>
                <w:ilvl w:val="0"/>
                <w:numId w:val="39"/>
              </w:numPr>
              <w:jc w:val="both"/>
              <w:rPr>
                <w:rFonts w:ascii="Poppins" w:hAnsi="Poppins" w:cs="Poppins"/>
                <w:color w:val="000000" w:themeColor="text1"/>
              </w:rPr>
            </w:pPr>
            <w:r w:rsidRPr="00F049B5">
              <w:rPr>
                <w:rFonts w:ascii="Poppins" w:hAnsi="Poppins" w:cs="Poppins"/>
                <w:color w:val="000000" w:themeColor="text1"/>
              </w:rPr>
              <w:t>Lunghezza: 110 mm</w:t>
            </w:r>
          </w:p>
          <w:p w14:paraId="526337CE" w14:textId="0C47D7C6" w:rsidR="000A3748" w:rsidRPr="00F049B5" w:rsidRDefault="000A3748" w:rsidP="000A3748">
            <w:pPr>
              <w:pStyle w:val="Testocommento"/>
              <w:numPr>
                <w:ilvl w:val="0"/>
                <w:numId w:val="39"/>
              </w:numPr>
              <w:jc w:val="both"/>
              <w:rPr>
                <w:rFonts w:ascii="Poppins" w:hAnsi="Poppins" w:cs="Poppins"/>
                <w:color w:val="000000" w:themeColor="text1"/>
              </w:rPr>
            </w:pPr>
            <w:r w:rsidRPr="00F049B5">
              <w:rPr>
                <w:rFonts w:ascii="Poppins" w:hAnsi="Poppins" w:cs="Poppins"/>
                <w:color w:val="000000" w:themeColor="text1"/>
              </w:rPr>
              <w:t xml:space="preserve">Attacchi filettati: </w:t>
            </w:r>
            <w:r w:rsidR="00EE2606">
              <w:rPr>
                <w:rFonts w:ascii="Poppins" w:hAnsi="Poppins" w:cs="Poppins"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color w:val="000000" w:themeColor="text1"/>
              </w:rPr>
              <w:t>/4” maschio</w:t>
            </w:r>
          </w:p>
          <w:p w14:paraId="4360C8F4" w14:textId="77777777" w:rsidR="000A3748" w:rsidRPr="00F049B5" w:rsidRDefault="000A3748" w:rsidP="000A3748">
            <w:pPr>
              <w:pStyle w:val="Testocommento"/>
              <w:numPr>
                <w:ilvl w:val="0"/>
                <w:numId w:val="39"/>
              </w:numPr>
              <w:jc w:val="both"/>
              <w:rPr>
                <w:rFonts w:ascii="Poppins" w:hAnsi="Poppins" w:cs="Poppins"/>
                <w:color w:val="000000" w:themeColor="text1"/>
              </w:rPr>
            </w:pPr>
            <w:r w:rsidRPr="00F049B5">
              <w:rPr>
                <w:rFonts w:ascii="Poppins" w:hAnsi="Poppins" w:cs="Poppins"/>
                <w:color w:val="000000" w:themeColor="text1"/>
              </w:rPr>
              <w:t xml:space="preserve">Alimentazione a batteria, la cui durata massima stimata, ma non garantita, è pari a 10 anni (la durata della batteria è influenzata dalle condizioni di installazione e di utilizzo). </w:t>
            </w:r>
          </w:p>
          <w:p w14:paraId="730A20CA" w14:textId="77777777" w:rsidR="000A3748" w:rsidRPr="00F049B5" w:rsidRDefault="000A3748" w:rsidP="000A3748">
            <w:pPr>
              <w:pStyle w:val="Testocommento"/>
              <w:numPr>
                <w:ilvl w:val="0"/>
                <w:numId w:val="39"/>
              </w:numPr>
              <w:jc w:val="both"/>
              <w:rPr>
                <w:rFonts w:ascii="Poppins" w:hAnsi="Poppins" w:cs="Poppins"/>
                <w:color w:val="000000" w:themeColor="text1"/>
              </w:rPr>
            </w:pPr>
            <w:r w:rsidRPr="00F049B5">
              <w:rPr>
                <w:rFonts w:ascii="Poppins" w:hAnsi="Poppins" w:cs="Poppins"/>
                <w:color w:val="000000" w:themeColor="text1"/>
              </w:rPr>
              <w:t xml:space="preserve">La batteria è garantita 4 anni dalla data di vendita. </w:t>
            </w:r>
          </w:p>
          <w:p w14:paraId="6698D1A7" w14:textId="77777777" w:rsidR="000A3748" w:rsidRPr="00F049B5" w:rsidRDefault="000A3748" w:rsidP="000A3748">
            <w:pPr>
              <w:pStyle w:val="Testocommento"/>
              <w:numPr>
                <w:ilvl w:val="0"/>
                <w:numId w:val="39"/>
              </w:numPr>
              <w:jc w:val="both"/>
              <w:rPr>
                <w:rFonts w:ascii="Poppins" w:hAnsi="Poppins" w:cs="Poppins"/>
                <w:color w:val="000000" w:themeColor="text1"/>
              </w:rPr>
            </w:pPr>
            <w:r w:rsidRPr="00F049B5">
              <w:rPr>
                <w:rFonts w:ascii="Poppins" w:hAnsi="Poppins" w:cs="Poppins"/>
                <w:color w:val="000000" w:themeColor="text1"/>
              </w:rPr>
              <w:t xml:space="preserve">Batteria sostituibile. </w:t>
            </w:r>
          </w:p>
          <w:p w14:paraId="0FAFDFA5" w14:textId="5BCECD2A" w:rsidR="000A3748" w:rsidRPr="00F049B5" w:rsidRDefault="000A3748" w:rsidP="000A3748">
            <w:pPr>
              <w:pStyle w:val="Testocommento"/>
              <w:numPr>
                <w:ilvl w:val="0"/>
                <w:numId w:val="39"/>
              </w:numPr>
              <w:jc w:val="both"/>
              <w:rPr>
                <w:rFonts w:ascii="Poppins" w:hAnsi="Poppins" w:cs="Poppins"/>
                <w:color w:val="000000" w:themeColor="text1"/>
              </w:rPr>
            </w:pPr>
            <w:r w:rsidRPr="00F049B5">
              <w:rPr>
                <w:rFonts w:ascii="Poppins" w:hAnsi="Poppins" w:cs="Poppins"/>
                <w:color w:val="000000" w:themeColor="text1"/>
              </w:rPr>
              <w:t>Predisposizione per alimentazione esterna (2</w:t>
            </w:r>
            <w:r w:rsidR="00EE2606">
              <w:rPr>
                <w:rFonts w:ascii="Poppins" w:hAnsi="Poppins" w:cs="Poppins"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color w:val="000000" w:themeColor="text1"/>
              </w:rPr>
              <w:t xml:space="preserve">0 Vac) tramite alimentatore opzionale. </w:t>
            </w:r>
          </w:p>
          <w:p w14:paraId="69236699" w14:textId="77777777" w:rsidR="000A3748" w:rsidRPr="00F049B5" w:rsidRDefault="000A3748" w:rsidP="000A3748">
            <w:pPr>
              <w:pStyle w:val="Testocommento"/>
              <w:numPr>
                <w:ilvl w:val="0"/>
                <w:numId w:val="39"/>
              </w:numPr>
              <w:jc w:val="both"/>
              <w:rPr>
                <w:rFonts w:ascii="Poppins" w:hAnsi="Poppins" w:cs="Poppins"/>
                <w:color w:val="000000" w:themeColor="text1"/>
              </w:rPr>
            </w:pPr>
            <w:r w:rsidRPr="00F049B5">
              <w:rPr>
                <w:rFonts w:ascii="Poppins" w:hAnsi="Poppins" w:cs="Poppins"/>
                <w:color w:val="000000" w:themeColor="text1"/>
              </w:rPr>
              <w:t>Grado di protezione: IP65.</w:t>
            </w:r>
          </w:p>
          <w:p w14:paraId="0E23FB7D" w14:textId="77777777" w:rsidR="000A3748" w:rsidRPr="00F049B5" w:rsidRDefault="000A3748" w:rsidP="000A3748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</w:p>
          <w:p w14:paraId="5A8FEEA3" w14:textId="46BF19C7" w:rsidR="000A3748" w:rsidRPr="00F049B5" w:rsidRDefault="000A3748" w:rsidP="000A3748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/>
                <w:bCs/>
                <w:color w:val="000000" w:themeColor="text1"/>
                <w:sz w:val="20"/>
              </w:rPr>
              <w:t xml:space="preserve">Marca </w:t>
            </w:r>
            <w:r w:rsidR="00C04156">
              <w:rPr>
                <w:rFonts w:ascii="Poppins" w:hAnsi="Poppins" w:cs="Poppins"/>
                <w:b/>
                <w:bCs/>
                <w:color w:val="000000" w:themeColor="text1"/>
                <w:sz w:val="20"/>
              </w:rPr>
              <w:t>Emmeti</w:t>
            </w:r>
            <w:r w:rsidRPr="00F049B5">
              <w:rPr>
                <w:rFonts w:ascii="Poppins" w:hAnsi="Poppins" w:cs="Poppins"/>
                <w:b/>
                <w:bCs/>
                <w:color w:val="000000" w:themeColor="text1"/>
                <w:sz w:val="20"/>
              </w:rPr>
              <w:t xml:space="preserve"> – Modello </w:t>
            </w:r>
            <w:r w:rsidR="00F65F58" w:rsidRPr="00F65F58">
              <w:rPr>
                <w:rFonts w:ascii="Poppins" w:hAnsi="Poppins" w:cs="Poppins"/>
                <w:b/>
                <w:bCs/>
                <w:color w:val="000000" w:themeColor="text1"/>
                <w:sz w:val="20"/>
              </w:rPr>
              <w:t>Misuratore di energia EVO a lettura diretta caldo/freddo</w:t>
            </w:r>
            <w:r w:rsidR="00F65F58" w:rsidRPr="00F049B5">
              <w:rPr>
                <w:rFonts w:ascii="Poppins" w:hAnsi="Poppins" w:cs="Poppins"/>
                <w:b/>
                <w:bCs/>
                <w:color w:val="000000" w:themeColor="text1"/>
                <w:sz w:val="20"/>
              </w:rPr>
              <w:t xml:space="preserve"> </w:t>
            </w:r>
            <w:r w:rsidRPr="00F049B5">
              <w:rPr>
                <w:rFonts w:ascii="Poppins" w:hAnsi="Poppins" w:cs="Poppins"/>
                <w:b/>
                <w:bCs/>
                <w:color w:val="000000" w:themeColor="text1"/>
                <w:sz w:val="20"/>
              </w:rPr>
              <w:t xml:space="preserve">DN 15 1,5 – </w:t>
            </w:r>
            <w:r w:rsidR="00EE2606">
              <w:rPr>
                <w:rFonts w:ascii="Poppins" w:hAnsi="Poppins" w:cs="Poppins"/>
                <w:b/>
                <w:bCs/>
                <w:color w:val="000000" w:themeColor="text1"/>
                <w:sz w:val="20"/>
              </w:rPr>
              <w:t>3</w:t>
            </w:r>
            <w:r w:rsidRPr="00F049B5">
              <w:rPr>
                <w:rFonts w:ascii="Poppins" w:hAnsi="Poppins" w:cs="Poppins"/>
                <w:b/>
                <w:bCs/>
                <w:color w:val="000000" w:themeColor="text1"/>
                <w:sz w:val="20"/>
              </w:rPr>
              <w:t>,0 m</w:t>
            </w:r>
            <w:r w:rsidR="00EE2606">
              <w:rPr>
                <w:rFonts w:ascii="Poppins" w:hAnsi="Poppins" w:cs="Poppins"/>
                <w:b/>
                <w:bCs/>
                <w:color w:val="000000" w:themeColor="text1"/>
                <w:sz w:val="20"/>
              </w:rPr>
              <w:t>3</w:t>
            </w:r>
            <w:r w:rsidRPr="00F049B5">
              <w:rPr>
                <w:rFonts w:ascii="Poppins" w:hAnsi="Poppins" w:cs="Poppins"/>
                <w:b/>
                <w:bCs/>
                <w:color w:val="000000" w:themeColor="text1"/>
                <w:sz w:val="20"/>
              </w:rPr>
              <w:t>/h o equivalente.</w:t>
            </w:r>
          </w:p>
        </w:tc>
      </w:tr>
      <w:tr w:rsidR="000A3748" w14:paraId="08415134" w14:textId="77777777" w:rsidTr="00A16FCA">
        <w:tc>
          <w:tcPr>
            <w:tcW w:w="1398" w:type="dxa"/>
          </w:tcPr>
          <w:p w14:paraId="70A7AA93" w14:textId="0FD5FB21" w:rsidR="000A3748" w:rsidRPr="00F049B5" w:rsidRDefault="000A3748" w:rsidP="000A3748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lastRenderedPageBreak/>
              <w:t>02709544</w:t>
            </w:r>
          </w:p>
        </w:tc>
        <w:tc>
          <w:tcPr>
            <w:tcW w:w="2297" w:type="dxa"/>
          </w:tcPr>
          <w:p w14:paraId="587BBA71" w14:textId="77777777" w:rsidR="00962740" w:rsidRPr="00F049B5" w:rsidRDefault="00962740" w:rsidP="00962740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>Misuratore di energia EVO a lettura diretta caldo/freddo</w:t>
            </w:r>
          </w:p>
          <w:p w14:paraId="411F5F52" w14:textId="77777777" w:rsidR="000A3748" w:rsidRPr="00F049B5" w:rsidRDefault="000A3748" w:rsidP="000A3748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>DN 20</w:t>
            </w:r>
          </w:p>
          <w:p w14:paraId="38621B45" w14:textId="77B4F3ED" w:rsidR="000A3748" w:rsidRPr="00F049B5" w:rsidRDefault="000A3748" w:rsidP="000A3748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>2,5 – 5,0 m</w:t>
            </w:r>
            <w:r w:rsidR="00EE2606" w:rsidRPr="00EE2606">
              <w:rPr>
                <w:rFonts w:ascii="Poppins" w:hAnsi="Poppins" w:cs="Poppins"/>
                <w:bCs/>
                <w:color w:val="000000" w:themeColor="text1"/>
                <w:sz w:val="20"/>
              </w:rPr>
              <w:t>3</w:t>
            </w: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>/h</w:t>
            </w:r>
          </w:p>
        </w:tc>
        <w:tc>
          <w:tcPr>
            <w:tcW w:w="5803" w:type="dxa"/>
          </w:tcPr>
          <w:p w14:paraId="5903EE41" w14:textId="58F12F8F" w:rsidR="000A3748" w:rsidRPr="00F049B5" w:rsidRDefault="003A147D" w:rsidP="000A3748">
            <w:pPr>
              <w:pStyle w:val="Testocommento"/>
              <w:jc w:val="both"/>
              <w:rPr>
                <w:rFonts w:ascii="Poppins" w:hAnsi="Poppins" w:cs="Poppins"/>
                <w:color w:val="000000" w:themeColor="text1"/>
              </w:rPr>
            </w:pPr>
            <w:r w:rsidRPr="00F049B5">
              <w:rPr>
                <w:rFonts w:ascii="Poppins" w:hAnsi="Poppins" w:cs="Poppins"/>
                <w:color w:val="000000" w:themeColor="text1"/>
              </w:rPr>
              <w:t xml:space="preserve">Misuratore di energia EVO </w:t>
            </w:r>
            <w:r w:rsidR="000A3748" w:rsidRPr="00F049B5">
              <w:rPr>
                <w:rFonts w:ascii="Poppins" w:hAnsi="Poppins" w:cs="Poppins"/>
                <w:color w:val="000000" w:themeColor="text1"/>
              </w:rPr>
              <w:t>a lettura diretta, certificato in conformità al Dlgs n° 84 del 19/05/2016 (attuazione della direttiva europea MID 2014/</w:t>
            </w:r>
            <w:r w:rsidR="00EE2606">
              <w:rPr>
                <w:rFonts w:ascii="Poppins" w:hAnsi="Poppins" w:cs="Poppins"/>
                <w:color w:val="000000" w:themeColor="text1"/>
              </w:rPr>
              <w:t>3</w:t>
            </w:r>
            <w:r w:rsidR="000A3748" w:rsidRPr="00F049B5">
              <w:rPr>
                <w:rFonts w:ascii="Poppins" w:hAnsi="Poppins" w:cs="Poppins"/>
                <w:color w:val="000000" w:themeColor="text1"/>
              </w:rPr>
              <w:t>2/EU) solo con l’utilizzo di acqua come fluido termovettore, e conforme alla UNI EN 14</w:t>
            </w:r>
            <w:r w:rsidR="00EE2606">
              <w:rPr>
                <w:rFonts w:ascii="Poppins" w:hAnsi="Poppins" w:cs="Poppins"/>
                <w:color w:val="000000" w:themeColor="text1"/>
              </w:rPr>
              <w:t>3</w:t>
            </w:r>
            <w:r w:rsidR="000A3748" w:rsidRPr="00F049B5">
              <w:rPr>
                <w:rFonts w:ascii="Poppins" w:hAnsi="Poppins" w:cs="Poppins"/>
                <w:color w:val="000000" w:themeColor="text1"/>
              </w:rPr>
              <w:t>4, classe C, per il calcolo dei consumi di energia termica in regime di riscaldamento e raffrescamento.</w:t>
            </w:r>
          </w:p>
          <w:p w14:paraId="06D82848" w14:textId="77777777" w:rsidR="000A3748" w:rsidRPr="00F049B5" w:rsidRDefault="000A3748" w:rsidP="000A3748">
            <w:pPr>
              <w:pStyle w:val="Testocommento"/>
              <w:jc w:val="both"/>
              <w:rPr>
                <w:rFonts w:ascii="Poppins" w:hAnsi="Poppins" w:cs="Poppins"/>
                <w:color w:val="000000" w:themeColor="text1"/>
              </w:rPr>
            </w:pPr>
            <w:r w:rsidRPr="00F049B5">
              <w:rPr>
                <w:rFonts w:ascii="Poppins" w:hAnsi="Poppins" w:cs="Poppins"/>
                <w:color w:val="000000" w:themeColor="text1"/>
              </w:rPr>
              <w:t>Configurato per installazione sul ritorno con possibilità di installazione sulla mandata.</w:t>
            </w:r>
          </w:p>
          <w:p w14:paraId="2D8DFE84" w14:textId="77777777" w:rsidR="000A3748" w:rsidRPr="00F049B5" w:rsidRDefault="000A3748" w:rsidP="000A3748">
            <w:pPr>
              <w:pStyle w:val="Testocommento"/>
              <w:jc w:val="both"/>
              <w:rPr>
                <w:rFonts w:ascii="Poppins" w:hAnsi="Poppins" w:cs="Poppins"/>
                <w:color w:val="000000" w:themeColor="text1"/>
              </w:rPr>
            </w:pPr>
          </w:p>
          <w:p w14:paraId="3B69D5CF" w14:textId="77777777" w:rsidR="000A3748" w:rsidRPr="00F049B5" w:rsidRDefault="000A3748" w:rsidP="000A3748">
            <w:pPr>
              <w:pStyle w:val="Testocommento"/>
              <w:jc w:val="both"/>
              <w:rPr>
                <w:rFonts w:ascii="Poppins" w:hAnsi="Poppins" w:cs="Poppins"/>
                <w:color w:val="000000" w:themeColor="text1"/>
              </w:rPr>
            </w:pPr>
            <w:r w:rsidRPr="00F049B5">
              <w:rPr>
                <w:rFonts w:ascii="Poppins" w:hAnsi="Poppins" w:cs="Poppins"/>
                <w:b/>
                <w:color w:val="000000" w:themeColor="text1"/>
              </w:rPr>
              <w:t>Dati tecnici:</w:t>
            </w:r>
          </w:p>
          <w:p w14:paraId="663C4774" w14:textId="7CD2533D" w:rsidR="000A3748" w:rsidRPr="00F049B5" w:rsidRDefault="000A3748" w:rsidP="000A3748">
            <w:pPr>
              <w:pStyle w:val="Testocommento"/>
              <w:numPr>
                <w:ilvl w:val="0"/>
                <w:numId w:val="39"/>
              </w:numPr>
              <w:jc w:val="both"/>
              <w:rPr>
                <w:rFonts w:ascii="Poppins" w:hAnsi="Poppins" w:cs="Poppins"/>
                <w:color w:val="000000" w:themeColor="text1"/>
              </w:rPr>
            </w:pPr>
            <w:r w:rsidRPr="00F049B5">
              <w:rPr>
                <w:rFonts w:ascii="Poppins" w:hAnsi="Poppins" w:cs="Poppins"/>
                <w:color w:val="000000" w:themeColor="text1"/>
              </w:rPr>
              <w:t>Classe di precisione secondo UNI EN 14</w:t>
            </w:r>
            <w:r w:rsidR="00EE2606">
              <w:rPr>
                <w:rFonts w:ascii="Poppins" w:hAnsi="Poppins" w:cs="Poppins"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color w:val="000000" w:themeColor="text1"/>
              </w:rPr>
              <w:t xml:space="preserve">4: </w:t>
            </w:r>
            <w:r w:rsidR="00EE2606">
              <w:rPr>
                <w:rFonts w:ascii="Poppins" w:hAnsi="Poppins" w:cs="Poppins"/>
                <w:color w:val="000000" w:themeColor="text1"/>
              </w:rPr>
              <w:t>3</w:t>
            </w:r>
          </w:p>
          <w:p w14:paraId="318E2481" w14:textId="704707C6" w:rsidR="000A3748" w:rsidRPr="00F049B5" w:rsidRDefault="000A3748" w:rsidP="000A3748">
            <w:pPr>
              <w:pStyle w:val="Testocommento"/>
              <w:numPr>
                <w:ilvl w:val="0"/>
                <w:numId w:val="39"/>
              </w:numPr>
              <w:jc w:val="both"/>
              <w:rPr>
                <w:rFonts w:ascii="Poppins" w:hAnsi="Poppins" w:cs="Poppins"/>
                <w:color w:val="000000" w:themeColor="text1"/>
              </w:rPr>
            </w:pPr>
            <w:r w:rsidRPr="00F049B5">
              <w:rPr>
                <w:rFonts w:ascii="Poppins" w:hAnsi="Poppins" w:cs="Poppins"/>
                <w:color w:val="000000" w:themeColor="text1"/>
              </w:rPr>
              <w:t>Classe ambientale secondo UNI EN 14</w:t>
            </w:r>
            <w:r w:rsidR="00EE2606">
              <w:rPr>
                <w:rFonts w:ascii="Poppins" w:hAnsi="Poppins" w:cs="Poppins"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color w:val="000000" w:themeColor="text1"/>
              </w:rPr>
              <w:t>4: C</w:t>
            </w:r>
          </w:p>
          <w:p w14:paraId="351B29E7" w14:textId="213693B0" w:rsidR="000A3748" w:rsidRPr="00F049B5" w:rsidRDefault="000A3748" w:rsidP="000A3748">
            <w:pPr>
              <w:pStyle w:val="Testocommento"/>
              <w:numPr>
                <w:ilvl w:val="0"/>
                <w:numId w:val="39"/>
              </w:numPr>
              <w:jc w:val="both"/>
              <w:rPr>
                <w:rFonts w:ascii="Poppins" w:hAnsi="Poppins" w:cs="Poppins"/>
                <w:color w:val="000000" w:themeColor="text1"/>
              </w:rPr>
            </w:pPr>
            <w:r w:rsidRPr="00F049B5">
              <w:rPr>
                <w:rFonts w:ascii="Poppins" w:hAnsi="Poppins" w:cs="Poppins"/>
                <w:color w:val="000000" w:themeColor="text1"/>
              </w:rPr>
              <w:t>Portata permanente: 2,5 m</w:t>
            </w:r>
            <w:r w:rsidR="00EE2606">
              <w:rPr>
                <w:rFonts w:ascii="Poppins" w:hAnsi="Poppins" w:cs="Poppins"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color w:val="000000" w:themeColor="text1"/>
              </w:rPr>
              <w:t>/h</w:t>
            </w:r>
          </w:p>
          <w:p w14:paraId="6E234FDE" w14:textId="552150E5" w:rsidR="000A3748" w:rsidRPr="00F049B5" w:rsidRDefault="000A3748" w:rsidP="000A3748">
            <w:pPr>
              <w:pStyle w:val="Testocommento"/>
              <w:numPr>
                <w:ilvl w:val="0"/>
                <w:numId w:val="39"/>
              </w:numPr>
              <w:jc w:val="both"/>
              <w:rPr>
                <w:rFonts w:ascii="Poppins" w:hAnsi="Poppins" w:cs="Poppins"/>
                <w:color w:val="000000" w:themeColor="text1"/>
              </w:rPr>
            </w:pPr>
            <w:r w:rsidRPr="00F049B5">
              <w:rPr>
                <w:rFonts w:ascii="Poppins" w:hAnsi="Poppins" w:cs="Poppins"/>
                <w:color w:val="000000" w:themeColor="text1"/>
              </w:rPr>
              <w:t>Portata massima: 5,0 m</w:t>
            </w:r>
            <w:r w:rsidR="00EE2606">
              <w:rPr>
                <w:rFonts w:ascii="Poppins" w:hAnsi="Poppins" w:cs="Poppins"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color w:val="000000" w:themeColor="text1"/>
              </w:rPr>
              <w:t>/h</w:t>
            </w:r>
          </w:p>
          <w:p w14:paraId="5BBBE664" w14:textId="77777777" w:rsidR="000A3748" w:rsidRPr="00F049B5" w:rsidRDefault="000A3748" w:rsidP="000A3748">
            <w:pPr>
              <w:pStyle w:val="Testocommento"/>
              <w:numPr>
                <w:ilvl w:val="0"/>
                <w:numId w:val="39"/>
              </w:numPr>
              <w:jc w:val="both"/>
              <w:rPr>
                <w:rFonts w:ascii="Poppins" w:hAnsi="Poppins" w:cs="Poppins"/>
                <w:color w:val="000000" w:themeColor="text1"/>
              </w:rPr>
            </w:pPr>
            <w:r w:rsidRPr="00F049B5">
              <w:rPr>
                <w:rFonts w:ascii="Poppins" w:hAnsi="Poppins" w:cs="Poppins"/>
                <w:color w:val="000000" w:themeColor="text1"/>
              </w:rPr>
              <w:t>Portata minima misura: installazione orizzontale 50 l/h, installazione verticale 100 l/h</w:t>
            </w:r>
          </w:p>
          <w:p w14:paraId="52827626" w14:textId="77777777" w:rsidR="000A3748" w:rsidRPr="00F049B5" w:rsidRDefault="000A3748" w:rsidP="000A3748">
            <w:pPr>
              <w:pStyle w:val="Testocommento"/>
              <w:numPr>
                <w:ilvl w:val="0"/>
                <w:numId w:val="39"/>
              </w:numPr>
              <w:jc w:val="both"/>
              <w:rPr>
                <w:rFonts w:ascii="Poppins" w:hAnsi="Poppins" w:cs="Poppins"/>
                <w:color w:val="000000" w:themeColor="text1"/>
              </w:rPr>
            </w:pPr>
            <w:r w:rsidRPr="00F049B5">
              <w:rPr>
                <w:rFonts w:ascii="Poppins" w:hAnsi="Poppins" w:cs="Poppins"/>
                <w:color w:val="000000" w:themeColor="text1"/>
              </w:rPr>
              <w:t>Pressione nominale: 16 bar</w:t>
            </w:r>
          </w:p>
          <w:p w14:paraId="71FB7841" w14:textId="77777777" w:rsidR="000A3748" w:rsidRPr="00F049B5" w:rsidRDefault="000A3748" w:rsidP="000A3748">
            <w:pPr>
              <w:pStyle w:val="Testocommento"/>
              <w:numPr>
                <w:ilvl w:val="0"/>
                <w:numId w:val="39"/>
              </w:numPr>
              <w:jc w:val="both"/>
              <w:rPr>
                <w:rFonts w:ascii="Poppins" w:hAnsi="Poppins" w:cs="Poppins"/>
                <w:color w:val="000000" w:themeColor="text1"/>
              </w:rPr>
            </w:pPr>
            <w:r w:rsidRPr="00F049B5">
              <w:rPr>
                <w:rFonts w:ascii="Poppins" w:hAnsi="Poppins" w:cs="Poppins"/>
                <w:color w:val="000000" w:themeColor="text1"/>
              </w:rPr>
              <w:t xml:space="preserve">Range di temperatura misuratore di portata: 5 ÷ 90 °C </w:t>
            </w:r>
          </w:p>
          <w:p w14:paraId="57413765" w14:textId="000CEDF8" w:rsidR="000A3748" w:rsidRPr="00F049B5" w:rsidRDefault="000A3748" w:rsidP="000A3748">
            <w:pPr>
              <w:pStyle w:val="Testocommento"/>
              <w:numPr>
                <w:ilvl w:val="0"/>
                <w:numId w:val="39"/>
              </w:numPr>
              <w:jc w:val="both"/>
              <w:rPr>
                <w:rFonts w:ascii="Poppins" w:hAnsi="Poppins" w:cs="Poppins"/>
                <w:color w:val="000000" w:themeColor="text1"/>
              </w:rPr>
            </w:pPr>
            <w:r w:rsidRPr="00F049B5">
              <w:rPr>
                <w:rFonts w:ascii="Poppins" w:hAnsi="Poppins" w:cs="Poppins"/>
                <w:color w:val="000000" w:themeColor="text1"/>
              </w:rPr>
              <w:t xml:space="preserve">Range di temperatura </w:t>
            </w:r>
            <w:r w:rsidR="003A147D" w:rsidRPr="00F049B5">
              <w:rPr>
                <w:rFonts w:ascii="Poppins" w:hAnsi="Poppins" w:cs="Poppins"/>
                <w:color w:val="000000" w:themeColor="text1"/>
              </w:rPr>
              <w:t>unità elettronica EVO:</w:t>
            </w:r>
            <w:r w:rsidRPr="00F049B5">
              <w:rPr>
                <w:rFonts w:ascii="Poppins" w:hAnsi="Poppins" w:cs="Poppins"/>
                <w:color w:val="000000" w:themeColor="text1"/>
              </w:rPr>
              <w:t xml:space="preserve"> 0 ÷ 150 °C</w:t>
            </w:r>
          </w:p>
          <w:p w14:paraId="7BF6F92D" w14:textId="40BFD7E4" w:rsidR="000A3748" w:rsidRPr="00F049B5" w:rsidRDefault="000A3748" w:rsidP="000A3748">
            <w:pPr>
              <w:pStyle w:val="Testocommento"/>
              <w:numPr>
                <w:ilvl w:val="0"/>
                <w:numId w:val="39"/>
              </w:numPr>
              <w:jc w:val="both"/>
              <w:rPr>
                <w:rFonts w:ascii="Poppins" w:hAnsi="Poppins" w:cs="Poppins"/>
                <w:color w:val="000000" w:themeColor="text1"/>
              </w:rPr>
            </w:pPr>
            <w:r w:rsidRPr="00F049B5">
              <w:rPr>
                <w:rFonts w:ascii="Poppins" w:hAnsi="Poppins" w:cs="Poppins"/>
                <w:color w:val="000000" w:themeColor="text1"/>
              </w:rPr>
              <w:t>Differenza di temperatura mandata</w:t>
            </w:r>
            <w:r w:rsidR="00856252">
              <w:rPr>
                <w:rFonts w:ascii="Poppins" w:hAnsi="Poppins" w:cs="Poppins"/>
                <w:color w:val="000000" w:themeColor="text1"/>
              </w:rPr>
              <w:t>-</w:t>
            </w:r>
            <w:r w:rsidRPr="00F049B5">
              <w:rPr>
                <w:rFonts w:ascii="Poppins" w:hAnsi="Poppins" w:cs="Poppins"/>
                <w:color w:val="000000" w:themeColor="text1"/>
              </w:rPr>
              <w:t xml:space="preserve">ritorno: </w:t>
            </w:r>
            <w:r w:rsidR="00EE2606">
              <w:rPr>
                <w:rFonts w:ascii="Poppins" w:hAnsi="Poppins" w:cs="Poppins"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color w:val="000000" w:themeColor="text1"/>
              </w:rPr>
              <w:t xml:space="preserve"> ÷ 100 K</w:t>
            </w:r>
          </w:p>
          <w:p w14:paraId="4CC22B3C" w14:textId="6DF3D25D" w:rsidR="000A3748" w:rsidRPr="00F049B5" w:rsidRDefault="000A3748" w:rsidP="000A3748">
            <w:pPr>
              <w:pStyle w:val="Testocommento"/>
              <w:numPr>
                <w:ilvl w:val="0"/>
                <w:numId w:val="39"/>
              </w:numPr>
              <w:jc w:val="both"/>
              <w:rPr>
                <w:rFonts w:ascii="Poppins" w:hAnsi="Poppins" w:cs="Poppins"/>
                <w:color w:val="000000" w:themeColor="text1"/>
              </w:rPr>
            </w:pPr>
            <w:r w:rsidRPr="00F049B5">
              <w:rPr>
                <w:rFonts w:ascii="Poppins" w:hAnsi="Poppins" w:cs="Poppins"/>
                <w:color w:val="000000" w:themeColor="text1"/>
              </w:rPr>
              <w:t xml:space="preserve">Tipo di sonde: Pt1000 </w:t>
            </w:r>
            <w:r w:rsidR="00856252">
              <w:rPr>
                <w:rFonts w:ascii="Poppins" w:hAnsi="Poppins" w:cs="Poppins"/>
                <w:color w:val="000000" w:themeColor="text1"/>
              </w:rPr>
              <w:t>-</w:t>
            </w:r>
            <w:r w:rsidRPr="00F049B5">
              <w:rPr>
                <w:rFonts w:ascii="Poppins" w:hAnsi="Poppins" w:cs="Poppins"/>
                <w:color w:val="000000" w:themeColor="text1"/>
              </w:rPr>
              <w:t xml:space="preserve"> Ø 5 mm </w:t>
            </w:r>
            <w:r w:rsidR="00856252">
              <w:rPr>
                <w:rFonts w:ascii="Poppins" w:hAnsi="Poppins" w:cs="Poppins"/>
                <w:color w:val="000000" w:themeColor="text1"/>
              </w:rPr>
              <w:t>-</w:t>
            </w:r>
            <w:r w:rsidRPr="00F049B5">
              <w:rPr>
                <w:rFonts w:ascii="Poppins" w:hAnsi="Poppins" w:cs="Poppins"/>
                <w:color w:val="000000" w:themeColor="text1"/>
              </w:rPr>
              <w:t xml:space="preserve"> cavo 1,5 m</w:t>
            </w:r>
          </w:p>
          <w:p w14:paraId="50016840" w14:textId="4791EE5D" w:rsidR="000A3748" w:rsidRPr="00F049B5" w:rsidRDefault="000A3748" w:rsidP="000A3748">
            <w:pPr>
              <w:pStyle w:val="Testocommento"/>
              <w:numPr>
                <w:ilvl w:val="0"/>
                <w:numId w:val="39"/>
              </w:numPr>
              <w:jc w:val="both"/>
              <w:rPr>
                <w:rFonts w:ascii="Poppins" w:hAnsi="Poppins" w:cs="Poppins"/>
                <w:color w:val="000000" w:themeColor="text1"/>
              </w:rPr>
            </w:pPr>
            <w:r w:rsidRPr="00F049B5">
              <w:rPr>
                <w:rFonts w:ascii="Poppins" w:hAnsi="Poppins" w:cs="Poppins"/>
                <w:color w:val="000000" w:themeColor="text1"/>
              </w:rPr>
              <w:t>Lunghezza: 1</w:t>
            </w:r>
            <w:r w:rsidR="00EE2606">
              <w:rPr>
                <w:rFonts w:ascii="Poppins" w:hAnsi="Poppins" w:cs="Poppins"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color w:val="000000" w:themeColor="text1"/>
              </w:rPr>
              <w:t>0 mm</w:t>
            </w:r>
          </w:p>
          <w:p w14:paraId="610935B7" w14:textId="77777777" w:rsidR="000A3748" w:rsidRPr="00F049B5" w:rsidRDefault="000A3748" w:rsidP="000A3748">
            <w:pPr>
              <w:pStyle w:val="Testocommento"/>
              <w:numPr>
                <w:ilvl w:val="0"/>
                <w:numId w:val="39"/>
              </w:numPr>
              <w:jc w:val="both"/>
              <w:rPr>
                <w:rFonts w:ascii="Poppins" w:hAnsi="Poppins" w:cs="Poppins"/>
                <w:color w:val="000000" w:themeColor="text1"/>
              </w:rPr>
            </w:pPr>
            <w:r w:rsidRPr="00F049B5">
              <w:rPr>
                <w:rFonts w:ascii="Poppins" w:hAnsi="Poppins" w:cs="Poppins"/>
                <w:color w:val="000000" w:themeColor="text1"/>
              </w:rPr>
              <w:t>Attacchi filettati: 1” maschio</w:t>
            </w:r>
          </w:p>
          <w:p w14:paraId="395E9ED9" w14:textId="77777777" w:rsidR="000A3748" w:rsidRPr="00F049B5" w:rsidRDefault="000A3748" w:rsidP="000A3748">
            <w:pPr>
              <w:pStyle w:val="Testocommento"/>
              <w:numPr>
                <w:ilvl w:val="0"/>
                <w:numId w:val="39"/>
              </w:numPr>
              <w:jc w:val="both"/>
              <w:rPr>
                <w:rFonts w:ascii="Poppins" w:hAnsi="Poppins" w:cs="Poppins"/>
                <w:color w:val="000000" w:themeColor="text1"/>
              </w:rPr>
            </w:pPr>
            <w:r w:rsidRPr="00F049B5">
              <w:rPr>
                <w:rFonts w:ascii="Poppins" w:hAnsi="Poppins" w:cs="Poppins"/>
                <w:color w:val="000000" w:themeColor="text1"/>
              </w:rPr>
              <w:t xml:space="preserve">Alimentazione a batteria, la cui durata massima stimata, ma non garantita, è pari a 10 anni (la durata della batteria è influenzata dalle condizioni di installazione e di utilizzo). </w:t>
            </w:r>
          </w:p>
          <w:p w14:paraId="7E00BDD9" w14:textId="77777777" w:rsidR="000A3748" w:rsidRPr="00F049B5" w:rsidRDefault="000A3748" w:rsidP="000A3748">
            <w:pPr>
              <w:pStyle w:val="Testocommento"/>
              <w:numPr>
                <w:ilvl w:val="0"/>
                <w:numId w:val="39"/>
              </w:numPr>
              <w:jc w:val="both"/>
              <w:rPr>
                <w:rFonts w:ascii="Poppins" w:hAnsi="Poppins" w:cs="Poppins"/>
                <w:color w:val="000000" w:themeColor="text1"/>
              </w:rPr>
            </w:pPr>
            <w:r w:rsidRPr="00F049B5">
              <w:rPr>
                <w:rFonts w:ascii="Poppins" w:hAnsi="Poppins" w:cs="Poppins"/>
                <w:color w:val="000000" w:themeColor="text1"/>
              </w:rPr>
              <w:t xml:space="preserve">La batteria è garantita 4 anni dalla data di vendita. </w:t>
            </w:r>
          </w:p>
          <w:p w14:paraId="7D8037EC" w14:textId="77777777" w:rsidR="000A3748" w:rsidRPr="00F049B5" w:rsidRDefault="000A3748" w:rsidP="000A3748">
            <w:pPr>
              <w:pStyle w:val="Testocommento"/>
              <w:numPr>
                <w:ilvl w:val="0"/>
                <w:numId w:val="39"/>
              </w:numPr>
              <w:jc w:val="both"/>
              <w:rPr>
                <w:rFonts w:ascii="Poppins" w:hAnsi="Poppins" w:cs="Poppins"/>
                <w:color w:val="000000" w:themeColor="text1"/>
              </w:rPr>
            </w:pPr>
            <w:r w:rsidRPr="00F049B5">
              <w:rPr>
                <w:rFonts w:ascii="Poppins" w:hAnsi="Poppins" w:cs="Poppins"/>
                <w:color w:val="000000" w:themeColor="text1"/>
              </w:rPr>
              <w:t xml:space="preserve">Batteria sostituibile. </w:t>
            </w:r>
          </w:p>
          <w:p w14:paraId="3AEE4FF2" w14:textId="6CFCFA6F" w:rsidR="000A3748" w:rsidRPr="00F049B5" w:rsidRDefault="000A3748" w:rsidP="000A3748">
            <w:pPr>
              <w:pStyle w:val="Testocommento"/>
              <w:numPr>
                <w:ilvl w:val="0"/>
                <w:numId w:val="39"/>
              </w:numPr>
              <w:jc w:val="both"/>
              <w:rPr>
                <w:rFonts w:ascii="Poppins" w:hAnsi="Poppins" w:cs="Poppins"/>
                <w:color w:val="000000" w:themeColor="text1"/>
              </w:rPr>
            </w:pPr>
            <w:r w:rsidRPr="00F049B5">
              <w:rPr>
                <w:rFonts w:ascii="Poppins" w:hAnsi="Poppins" w:cs="Poppins"/>
                <w:color w:val="000000" w:themeColor="text1"/>
              </w:rPr>
              <w:t>Predisposizione per alimentazione esterna (2</w:t>
            </w:r>
            <w:r w:rsidR="00EE2606">
              <w:rPr>
                <w:rFonts w:ascii="Poppins" w:hAnsi="Poppins" w:cs="Poppins"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color w:val="000000" w:themeColor="text1"/>
              </w:rPr>
              <w:t xml:space="preserve">0 Vac) tramite alimentatore opzionale. </w:t>
            </w:r>
          </w:p>
          <w:p w14:paraId="637DD074" w14:textId="77777777" w:rsidR="000A3748" w:rsidRPr="00F049B5" w:rsidRDefault="000A3748" w:rsidP="000A3748">
            <w:pPr>
              <w:pStyle w:val="Testocommento"/>
              <w:numPr>
                <w:ilvl w:val="0"/>
                <w:numId w:val="39"/>
              </w:numPr>
              <w:jc w:val="both"/>
              <w:rPr>
                <w:rFonts w:ascii="Poppins" w:hAnsi="Poppins" w:cs="Poppins"/>
                <w:color w:val="000000" w:themeColor="text1"/>
              </w:rPr>
            </w:pPr>
            <w:r w:rsidRPr="00F049B5">
              <w:rPr>
                <w:rFonts w:ascii="Poppins" w:hAnsi="Poppins" w:cs="Poppins"/>
                <w:color w:val="000000" w:themeColor="text1"/>
              </w:rPr>
              <w:t>Grado di protezione: IP65.</w:t>
            </w:r>
          </w:p>
          <w:p w14:paraId="6CB2CE4D" w14:textId="77777777" w:rsidR="000A3748" w:rsidRPr="00F049B5" w:rsidRDefault="000A3748" w:rsidP="000A3748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</w:p>
          <w:p w14:paraId="0E164AD4" w14:textId="73A4AEEC" w:rsidR="000A3748" w:rsidRPr="00F049B5" w:rsidRDefault="000A3748" w:rsidP="000A3748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/>
                <w:bCs/>
                <w:color w:val="000000" w:themeColor="text1"/>
                <w:sz w:val="20"/>
              </w:rPr>
              <w:t xml:space="preserve">Marca </w:t>
            </w:r>
            <w:r w:rsidR="00C04156">
              <w:rPr>
                <w:rFonts w:ascii="Poppins" w:hAnsi="Poppins" w:cs="Poppins"/>
                <w:b/>
                <w:bCs/>
                <w:color w:val="000000" w:themeColor="text1"/>
                <w:sz w:val="20"/>
              </w:rPr>
              <w:t>Emmeti</w:t>
            </w:r>
            <w:r w:rsidRPr="00F049B5">
              <w:rPr>
                <w:rFonts w:ascii="Poppins" w:hAnsi="Poppins" w:cs="Poppins"/>
                <w:b/>
                <w:bCs/>
                <w:color w:val="000000" w:themeColor="text1"/>
                <w:sz w:val="20"/>
              </w:rPr>
              <w:t xml:space="preserve"> – Modello </w:t>
            </w:r>
            <w:r w:rsidR="00F65F58" w:rsidRPr="00F65F58">
              <w:rPr>
                <w:rFonts w:ascii="Poppins" w:hAnsi="Poppins" w:cs="Poppins"/>
                <w:b/>
                <w:bCs/>
                <w:color w:val="000000" w:themeColor="text1"/>
                <w:sz w:val="20"/>
              </w:rPr>
              <w:t>Misuratore di energia EVO a lettura diretta caldo/freddo</w:t>
            </w:r>
            <w:r w:rsidR="00F65F58" w:rsidRPr="00F049B5">
              <w:rPr>
                <w:rFonts w:ascii="Poppins" w:hAnsi="Poppins" w:cs="Poppins"/>
                <w:b/>
                <w:bCs/>
                <w:color w:val="000000" w:themeColor="text1"/>
                <w:sz w:val="20"/>
              </w:rPr>
              <w:t xml:space="preserve"> </w:t>
            </w:r>
            <w:r w:rsidRPr="00F049B5">
              <w:rPr>
                <w:rFonts w:ascii="Poppins" w:hAnsi="Poppins" w:cs="Poppins"/>
                <w:b/>
                <w:bCs/>
                <w:color w:val="000000" w:themeColor="text1"/>
                <w:sz w:val="20"/>
              </w:rPr>
              <w:t>DN 20 2,5 – 5,0 m</w:t>
            </w:r>
            <w:r w:rsidR="00EE2606">
              <w:rPr>
                <w:rFonts w:ascii="Poppins" w:hAnsi="Poppins" w:cs="Poppins"/>
                <w:b/>
                <w:bCs/>
                <w:color w:val="000000" w:themeColor="text1"/>
                <w:sz w:val="20"/>
              </w:rPr>
              <w:t>3</w:t>
            </w:r>
            <w:r w:rsidRPr="00F049B5">
              <w:rPr>
                <w:rFonts w:ascii="Poppins" w:hAnsi="Poppins" w:cs="Poppins"/>
                <w:b/>
                <w:bCs/>
                <w:color w:val="000000" w:themeColor="text1"/>
                <w:sz w:val="20"/>
              </w:rPr>
              <w:t>/h o equivalente</w:t>
            </w:r>
            <w:r w:rsidR="00E655F6">
              <w:rPr>
                <w:rFonts w:ascii="Poppins" w:hAnsi="Poppins" w:cs="Poppins"/>
                <w:color w:val="000000" w:themeColor="text1"/>
                <w:sz w:val="20"/>
              </w:rPr>
              <w:t>.</w:t>
            </w:r>
          </w:p>
        </w:tc>
      </w:tr>
      <w:tr w:rsidR="000A3748" w14:paraId="0912C682" w14:textId="77777777" w:rsidTr="00A16FCA">
        <w:tc>
          <w:tcPr>
            <w:tcW w:w="1398" w:type="dxa"/>
          </w:tcPr>
          <w:p w14:paraId="4CD4F57B" w14:textId="209AD6A3" w:rsidR="000A3748" w:rsidRPr="00F049B5" w:rsidRDefault="000A3748" w:rsidP="000A3748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lastRenderedPageBreak/>
              <w:t>02709580</w:t>
            </w:r>
          </w:p>
        </w:tc>
        <w:tc>
          <w:tcPr>
            <w:tcW w:w="2297" w:type="dxa"/>
          </w:tcPr>
          <w:p w14:paraId="730996EA" w14:textId="7AED4070" w:rsidR="000A3748" w:rsidRPr="00F049B5" w:rsidRDefault="000A3748" w:rsidP="000A3748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>Alimentatore 2</w:t>
            </w:r>
            <w:r w:rsidR="00EE2606">
              <w:rPr>
                <w:rFonts w:ascii="Poppins" w:hAnsi="Poppins" w:cs="Poppins"/>
                <w:bCs/>
                <w:color w:val="000000" w:themeColor="text1"/>
                <w:sz w:val="20"/>
              </w:rPr>
              <w:t>3</w:t>
            </w: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 xml:space="preserve">0 V per </w:t>
            </w:r>
            <w:r w:rsidR="003A147D"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>Misuratore di energia EVO</w:t>
            </w:r>
          </w:p>
        </w:tc>
        <w:tc>
          <w:tcPr>
            <w:tcW w:w="5803" w:type="dxa"/>
          </w:tcPr>
          <w:p w14:paraId="0EFF51F3" w14:textId="4C0FD1D2" w:rsidR="000A3748" w:rsidRPr="00F049B5" w:rsidRDefault="000A3748" w:rsidP="000A3748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>Alimentatore 2</w:t>
            </w:r>
            <w:r w:rsidR="00EE2606">
              <w:rPr>
                <w:rFonts w:ascii="Poppins" w:hAnsi="Poppins" w:cs="Poppins"/>
                <w:bCs/>
                <w:color w:val="000000" w:themeColor="text1"/>
                <w:sz w:val="20"/>
              </w:rPr>
              <w:t>3</w:t>
            </w: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 xml:space="preserve">0 V per </w:t>
            </w:r>
            <w:r w:rsidR="003A147D"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>Misuratore di energia EVO</w:t>
            </w:r>
          </w:p>
          <w:p w14:paraId="73F78AC0" w14:textId="77777777" w:rsidR="000A3748" w:rsidRPr="00F049B5" w:rsidRDefault="000A3748" w:rsidP="000A3748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</w:p>
          <w:p w14:paraId="7A92DFC8" w14:textId="77777777" w:rsidR="000A3748" w:rsidRPr="00F049B5" w:rsidRDefault="000A3748" w:rsidP="000A3748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/>
                <w:bCs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/>
                <w:bCs/>
                <w:color w:val="000000" w:themeColor="text1"/>
                <w:sz w:val="20"/>
              </w:rPr>
              <w:t>Dati tecnici:</w:t>
            </w:r>
          </w:p>
          <w:p w14:paraId="6F9FFB8E" w14:textId="6360230A" w:rsidR="000A3748" w:rsidRPr="00F049B5" w:rsidRDefault="000A3748" w:rsidP="000A3748">
            <w:pPr>
              <w:pStyle w:val="Intestazione"/>
              <w:numPr>
                <w:ilvl w:val="0"/>
                <w:numId w:val="40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bCs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>Ingresso: 2</w:t>
            </w:r>
            <w:r w:rsidR="00EE2606">
              <w:rPr>
                <w:rFonts w:ascii="Poppins" w:hAnsi="Poppins" w:cs="Poppins"/>
                <w:bCs/>
                <w:color w:val="000000" w:themeColor="text1"/>
                <w:sz w:val="20"/>
              </w:rPr>
              <w:t>3</w:t>
            </w: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>0 Vac</w:t>
            </w:r>
          </w:p>
          <w:p w14:paraId="6782792F" w14:textId="2DC104EC" w:rsidR="000A3748" w:rsidRPr="00F049B5" w:rsidRDefault="000A3748" w:rsidP="000A3748">
            <w:pPr>
              <w:pStyle w:val="Intestazione"/>
              <w:numPr>
                <w:ilvl w:val="0"/>
                <w:numId w:val="40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bCs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 xml:space="preserve">Uscita: </w:t>
            </w:r>
            <w:r w:rsidR="00EE2606">
              <w:rPr>
                <w:rFonts w:ascii="Poppins" w:hAnsi="Poppins" w:cs="Poppins"/>
                <w:bCs/>
                <w:color w:val="000000" w:themeColor="text1"/>
                <w:sz w:val="20"/>
              </w:rPr>
              <w:t>3</w:t>
            </w: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>Vdc</w:t>
            </w:r>
          </w:p>
          <w:p w14:paraId="136FF0FF" w14:textId="77777777" w:rsidR="000A3748" w:rsidRPr="00F049B5" w:rsidRDefault="000A3748" w:rsidP="000A3748">
            <w:pPr>
              <w:pStyle w:val="Intestazione"/>
              <w:numPr>
                <w:ilvl w:val="0"/>
                <w:numId w:val="40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bCs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>Grado di protezione: IP65</w:t>
            </w:r>
          </w:p>
          <w:p w14:paraId="487D0FD9" w14:textId="77777777" w:rsidR="000A3748" w:rsidRPr="00F049B5" w:rsidRDefault="000A3748" w:rsidP="000A3748">
            <w:pPr>
              <w:pStyle w:val="Intestazione"/>
              <w:tabs>
                <w:tab w:val="left" w:pos="708"/>
              </w:tabs>
              <w:ind w:left="60"/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</w:p>
          <w:p w14:paraId="219C6D1D" w14:textId="0CACF3F0" w:rsidR="000A3748" w:rsidRPr="00F049B5" w:rsidRDefault="000A3748" w:rsidP="000A3748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/>
                <w:bCs/>
                <w:color w:val="000000" w:themeColor="text1"/>
                <w:sz w:val="20"/>
              </w:rPr>
              <w:t xml:space="preserve">Marca </w:t>
            </w:r>
            <w:r w:rsidR="00C04156">
              <w:rPr>
                <w:rFonts w:ascii="Poppins" w:hAnsi="Poppins" w:cs="Poppins"/>
                <w:b/>
                <w:bCs/>
                <w:color w:val="000000" w:themeColor="text1"/>
                <w:sz w:val="20"/>
              </w:rPr>
              <w:t>Emmeti</w:t>
            </w:r>
            <w:r w:rsidRPr="00F049B5">
              <w:rPr>
                <w:rFonts w:ascii="Poppins" w:hAnsi="Poppins" w:cs="Poppins"/>
                <w:b/>
                <w:bCs/>
                <w:color w:val="000000" w:themeColor="text1"/>
                <w:sz w:val="20"/>
              </w:rPr>
              <w:t xml:space="preserve"> – Modello Alimentatore 2</w:t>
            </w:r>
            <w:r w:rsidR="00EE2606">
              <w:rPr>
                <w:rFonts w:ascii="Poppins" w:hAnsi="Poppins" w:cs="Poppins"/>
                <w:b/>
                <w:bCs/>
                <w:color w:val="000000" w:themeColor="text1"/>
                <w:sz w:val="20"/>
              </w:rPr>
              <w:t>3</w:t>
            </w:r>
            <w:r w:rsidRPr="00F049B5">
              <w:rPr>
                <w:rFonts w:ascii="Poppins" w:hAnsi="Poppins" w:cs="Poppins"/>
                <w:b/>
                <w:bCs/>
                <w:color w:val="000000" w:themeColor="text1"/>
                <w:sz w:val="20"/>
              </w:rPr>
              <w:t xml:space="preserve">0 V per </w:t>
            </w:r>
            <w:r w:rsidR="003A147D" w:rsidRPr="00F049B5">
              <w:rPr>
                <w:rFonts w:ascii="Poppins" w:hAnsi="Poppins" w:cs="Poppins"/>
                <w:b/>
                <w:bCs/>
                <w:color w:val="000000" w:themeColor="text1"/>
                <w:sz w:val="20"/>
              </w:rPr>
              <w:t xml:space="preserve">Misuratore di energia EVO </w:t>
            </w:r>
            <w:r w:rsidRPr="00F049B5">
              <w:rPr>
                <w:rFonts w:ascii="Poppins" w:hAnsi="Poppins" w:cs="Poppins"/>
                <w:b/>
                <w:bCs/>
                <w:color w:val="000000" w:themeColor="text1"/>
                <w:sz w:val="20"/>
              </w:rPr>
              <w:t>o equivalente.</w:t>
            </w:r>
          </w:p>
        </w:tc>
      </w:tr>
      <w:tr w:rsidR="000A3748" w14:paraId="6E2FFAE9" w14:textId="77777777" w:rsidTr="00A16FCA">
        <w:tc>
          <w:tcPr>
            <w:tcW w:w="1398" w:type="dxa"/>
          </w:tcPr>
          <w:p w14:paraId="30561BF4" w14:textId="2549CBA0" w:rsidR="000A3748" w:rsidRPr="00F049B5" w:rsidRDefault="000A3748" w:rsidP="000A3748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>02708188</w:t>
            </w:r>
          </w:p>
        </w:tc>
        <w:tc>
          <w:tcPr>
            <w:tcW w:w="2297" w:type="dxa"/>
          </w:tcPr>
          <w:p w14:paraId="1B157A64" w14:textId="77777777" w:rsidR="000A3748" w:rsidRPr="00F049B5" w:rsidRDefault="000A3748" w:rsidP="000A3748">
            <w:pPr>
              <w:jc w:val="center"/>
              <w:rPr>
                <w:rFonts w:ascii="Poppins" w:hAnsi="Poppins" w:cs="Poppins"/>
                <w:bCs/>
                <w:color w:val="000000" w:themeColor="text1"/>
                <w:sz w:val="20"/>
                <w:lang w:val="pt-BR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  <w:lang w:val="pt-BR"/>
              </w:rPr>
              <w:t>Tee portasonda</w:t>
            </w:r>
          </w:p>
          <w:p w14:paraId="22051553" w14:textId="77777777" w:rsidR="000A3748" w:rsidRPr="00F049B5" w:rsidRDefault="000A3748" w:rsidP="000A3748">
            <w:pPr>
              <w:jc w:val="center"/>
              <w:rPr>
                <w:rFonts w:ascii="Poppins" w:hAnsi="Poppins" w:cs="Poppins"/>
                <w:bCs/>
                <w:color w:val="000000" w:themeColor="text1"/>
                <w:sz w:val="20"/>
                <w:lang w:val="pt-BR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  <w:lang w:val="pt-BR"/>
              </w:rPr>
              <w:t>1/2” x (M10x1) x 1/2”</w:t>
            </w:r>
          </w:p>
          <w:p w14:paraId="7C2DD74B" w14:textId="28DE8366" w:rsidR="000A3748" w:rsidRPr="00F049B5" w:rsidRDefault="000A3748" w:rsidP="000A3748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  <w:lang w:val="pt-BR"/>
              </w:rPr>
            </w:pPr>
          </w:p>
        </w:tc>
        <w:tc>
          <w:tcPr>
            <w:tcW w:w="5803" w:type="dxa"/>
          </w:tcPr>
          <w:p w14:paraId="380FDBD2" w14:textId="77777777" w:rsidR="000A3748" w:rsidRPr="00F049B5" w:rsidRDefault="000A3748" w:rsidP="000A3748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>Tee portasonda avente attacchi F 1/2”, e riduzione 1/2” – (M10x1) per l’installazione della sonda di mandata del misuratore di energia.</w:t>
            </w:r>
          </w:p>
          <w:p w14:paraId="5370CE22" w14:textId="77777777" w:rsidR="000A3748" w:rsidRPr="00F049B5" w:rsidRDefault="000A3748" w:rsidP="000A3748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</w:p>
          <w:p w14:paraId="6236DFAE" w14:textId="78486095" w:rsidR="000A3748" w:rsidRPr="00F049B5" w:rsidRDefault="000A3748" w:rsidP="00E655F6">
            <w:pPr>
              <w:jc w:val="both"/>
              <w:rPr>
                <w:rFonts w:ascii="Poppins" w:hAnsi="Poppins" w:cs="Poppins"/>
                <w:b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/>
                <w:bCs/>
                <w:color w:val="000000" w:themeColor="text1"/>
                <w:sz w:val="20"/>
              </w:rPr>
              <w:t xml:space="preserve">Marca </w:t>
            </w:r>
            <w:r w:rsidR="00C04156">
              <w:rPr>
                <w:rFonts w:ascii="Poppins" w:hAnsi="Poppins" w:cs="Poppins"/>
                <w:b/>
                <w:bCs/>
                <w:color w:val="000000" w:themeColor="text1"/>
                <w:sz w:val="20"/>
              </w:rPr>
              <w:t>Emmeti</w:t>
            </w:r>
            <w:r w:rsidRPr="00F049B5">
              <w:rPr>
                <w:rFonts w:ascii="Poppins" w:hAnsi="Poppins" w:cs="Poppins"/>
                <w:b/>
                <w:bCs/>
                <w:color w:val="000000" w:themeColor="text1"/>
                <w:sz w:val="20"/>
              </w:rPr>
              <w:t xml:space="preserve"> – Modello Tee portasonda 1/2” x (M10x1) x 1/2”</w:t>
            </w:r>
            <w:r w:rsidR="00E655F6">
              <w:rPr>
                <w:rFonts w:ascii="Poppins" w:hAnsi="Poppins" w:cs="Poppins"/>
                <w:b/>
                <w:bCs/>
                <w:color w:val="000000" w:themeColor="text1"/>
                <w:sz w:val="20"/>
              </w:rPr>
              <w:t xml:space="preserve"> </w:t>
            </w:r>
            <w:r w:rsidRPr="00F049B5">
              <w:rPr>
                <w:rFonts w:ascii="Poppins" w:hAnsi="Poppins" w:cs="Poppins"/>
                <w:b/>
                <w:bCs/>
                <w:color w:val="000000" w:themeColor="text1"/>
                <w:sz w:val="20"/>
              </w:rPr>
              <w:t xml:space="preserve"> o equivalente.</w:t>
            </w:r>
          </w:p>
        </w:tc>
      </w:tr>
      <w:tr w:rsidR="000A3748" w14:paraId="50035706" w14:textId="77777777" w:rsidTr="00A16FCA">
        <w:tc>
          <w:tcPr>
            <w:tcW w:w="1398" w:type="dxa"/>
          </w:tcPr>
          <w:p w14:paraId="41B9C1A4" w14:textId="0641C8E7" w:rsidR="000A3748" w:rsidRPr="00F049B5" w:rsidRDefault="000A3748" w:rsidP="000A3748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>02708190</w:t>
            </w:r>
          </w:p>
        </w:tc>
        <w:tc>
          <w:tcPr>
            <w:tcW w:w="2297" w:type="dxa"/>
          </w:tcPr>
          <w:p w14:paraId="24C4F580" w14:textId="77777777" w:rsidR="000A3748" w:rsidRPr="00F049B5" w:rsidRDefault="000A3748" w:rsidP="000A3748">
            <w:pPr>
              <w:jc w:val="center"/>
              <w:rPr>
                <w:rFonts w:ascii="Poppins" w:hAnsi="Poppins" w:cs="Poppins"/>
                <w:bCs/>
                <w:color w:val="000000" w:themeColor="text1"/>
                <w:sz w:val="20"/>
                <w:lang w:val="pt-BR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  <w:lang w:val="pt-BR"/>
              </w:rPr>
              <w:t>Tee portasonda</w:t>
            </w:r>
          </w:p>
          <w:p w14:paraId="330AF017" w14:textId="769B1D19" w:rsidR="000A3748" w:rsidRPr="00F049B5" w:rsidRDefault="00EE2606" w:rsidP="000A3748">
            <w:pPr>
              <w:jc w:val="center"/>
              <w:rPr>
                <w:rFonts w:ascii="Poppins" w:hAnsi="Poppins" w:cs="Poppins"/>
                <w:bCs/>
                <w:color w:val="000000" w:themeColor="text1"/>
                <w:sz w:val="20"/>
                <w:lang w:val="pt-BR"/>
              </w:rPr>
            </w:pPr>
            <w:r>
              <w:rPr>
                <w:rFonts w:ascii="Poppins" w:hAnsi="Poppins" w:cs="Poppins"/>
                <w:bCs/>
                <w:color w:val="000000" w:themeColor="text1"/>
                <w:sz w:val="20"/>
                <w:lang w:val="pt-BR"/>
              </w:rPr>
              <w:t>3</w:t>
            </w:r>
            <w:r w:rsidR="000A3748" w:rsidRPr="00F049B5">
              <w:rPr>
                <w:rFonts w:ascii="Poppins" w:hAnsi="Poppins" w:cs="Poppins"/>
                <w:bCs/>
                <w:color w:val="000000" w:themeColor="text1"/>
                <w:sz w:val="20"/>
                <w:lang w:val="pt-BR"/>
              </w:rPr>
              <w:t xml:space="preserve">/4” x (M10x1) x </w:t>
            </w:r>
            <w:r>
              <w:rPr>
                <w:rFonts w:ascii="Poppins" w:hAnsi="Poppins" w:cs="Poppins"/>
                <w:bCs/>
                <w:color w:val="000000" w:themeColor="text1"/>
                <w:sz w:val="20"/>
                <w:lang w:val="pt-BR"/>
              </w:rPr>
              <w:t>3</w:t>
            </w:r>
            <w:r w:rsidR="000A3748" w:rsidRPr="00F049B5">
              <w:rPr>
                <w:rFonts w:ascii="Poppins" w:hAnsi="Poppins" w:cs="Poppins"/>
                <w:bCs/>
                <w:color w:val="000000" w:themeColor="text1"/>
                <w:sz w:val="20"/>
                <w:lang w:val="pt-BR"/>
              </w:rPr>
              <w:t>/4”</w:t>
            </w:r>
          </w:p>
          <w:p w14:paraId="459A6120" w14:textId="772E91AF" w:rsidR="000A3748" w:rsidRPr="00F049B5" w:rsidRDefault="000A3748" w:rsidP="000A3748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  <w:lang w:val="pt-BR"/>
              </w:rPr>
            </w:pPr>
          </w:p>
        </w:tc>
        <w:tc>
          <w:tcPr>
            <w:tcW w:w="5803" w:type="dxa"/>
          </w:tcPr>
          <w:p w14:paraId="45A96BDC" w14:textId="26F05C8F" w:rsidR="000A3748" w:rsidRPr="00F049B5" w:rsidRDefault="000A3748" w:rsidP="000A3748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 xml:space="preserve">Tee portasonda avente attacchi F 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 xml:space="preserve">/4”, e riduzione 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>/4” – (M10x1) per l’installazione della sonda di mandata del misuratore di energia.</w:t>
            </w:r>
          </w:p>
          <w:p w14:paraId="0F9BB808" w14:textId="77777777" w:rsidR="000A3748" w:rsidRPr="00F049B5" w:rsidRDefault="000A3748" w:rsidP="000A3748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</w:p>
          <w:p w14:paraId="509DC7B5" w14:textId="004DA27E" w:rsidR="000A3748" w:rsidRPr="00F049B5" w:rsidRDefault="000A3748" w:rsidP="00E655F6">
            <w:pPr>
              <w:jc w:val="both"/>
              <w:rPr>
                <w:rFonts w:ascii="Poppins" w:hAnsi="Poppins" w:cs="Poppins"/>
                <w:b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/>
                <w:bCs/>
                <w:color w:val="000000" w:themeColor="text1"/>
                <w:sz w:val="20"/>
              </w:rPr>
              <w:t xml:space="preserve">Marca </w:t>
            </w:r>
            <w:r w:rsidR="00C04156">
              <w:rPr>
                <w:rFonts w:ascii="Poppins" w:hAnsi="Poppins" w:cs="Poppins"/>
                <w:b/>
                <w:bCs/>
                <w:color w:val="000000" w:themeColor="text1"/>
                <w:sz w:val="20"/>
              </w:rPr>
              <w:t>Emmeti</w:t>
            </w:r>
            <w:r w:rsidRPr="00F049B5">
              <w:rPr>
                <w:rFonts w:ascii="Poppins" w:hAnsi="Poppins" w:cs="Poppins"/>
                <w:b/>
                <w:bCs/>
                <w:color w:val="000000" w:themeColor="text1"/>
                <w:sz w:val="20"/>
              </w:rPr>
              <w:t xml:space="preserve"> – Modello Tee portasonda </w:t>
            </w:r>
            <w:r w:rsidR="00EE2606">
              <w:rPr>
                <w:rFonts w:ascii="Poppins" w:hAnsi="Poppins" w:cs="Poppins"/>
                <w:b/>
                <w:bCs/>
                <w:color w:val="000000" w:themeColor="text1"/>
                <w:sz w:val="20"/>
              </w:rPr>
              <w:t>3</w:t>
            </w:r>
            <w:r w:rsidRPr="00F049B5">
              <w:rPr>
                <w:rFonts w:ascii="Poppins" w:hAnsi="Poppins" w:cs="Poppins"/>
                <w:b/>
                <w:bCs/>
                <w:color w:val="000000" w:themeColor="text1"/>
                <w:sz w:val="20"/>
              </w:rPr>
              <w:t xml:space="preserve">/4” x (M10x1) x </w:t>
            </w:r>
            <w:r w:rsidR="00EE2606">
              <w:rPr>
                <w:rFonts w:ascii="Poppins" w:hAnsi="Poppins" w:cs="Poppins"/>
                <w:b/>
                <w:bCs/>
                <w:color w:val="000000" w:themeColor="text1"/>
                <w:sz w:val="20"/>
              </w:rPr>
              <w:t>3</w:t>
            </w:r>
            <w:r w:rsidRPr="00F049B5">
              <w:rPr>
                <w:rFonts w:ascii="Poppins" w:hAnsi="Poppins" w:cs="Poppins"/>
                <w:b/>
                <w:bCs/>
                <w:color w:val="000000" w:themeColor="text1"/>
                <w:sz w:val="20"/>
              </w:rPr>
              <w:t>/4”</w:t>
            </w:r>
            <w:r w:rsidR="00E655F6">
              <w:rPr>
                <w:rFonts w:ascii="Poppins" w:hAnsi="Poppins" w:cs="Poppins"/>
                <w:b/>
                <w:bCs/>
                <w:color w:val="000000" w:themeColor="text1"/>
                <w:sz w:val="20"/>
              </w:rPr>
              <w:t xml:space="preserve"> </w:t>
            </w:r>
            <w:r w:rsidRPr="00F049B5">
              <w:rPr>
                <w:rFonts w:ascii="Poppins" w:hAnsi="Poppins" w:cs="Poppins"/>
                <w:b/>
                <w:bCs/>
                <w:color w:val="000000" w:themeColor="text1"/>
                <w:sz w:val="20"/>
              </w:rPr>
              <w:t xml:space="preserve"> o equivalente.</w:t>
            </w:r>
          </w:p>
        </w:tc>
      </w:tr>
      <w:tr w:rsidR="000A3748" w14:paraId="7C4ED788" w14:textId="77777777" w:rsidTr="00A16FCA">
        <w:tc>
          <w:tcPr>
            <w:tcW w:w="1398" w:type="dxa"/>
          </w:tcPr>
          <w:p w14:paraId="2B2E6D14" w14:textId="32921993" w:rsidR="000A3748" w:rsidRPr="00F049B5" w:rsidRDefault="000A3748" w:rsidP="000A3748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>0270</w:t>
            </w:r>
            <w:r w:rsidR="0002470F">
              <w:rPr>
                <w:rFonts w:ascii="Poppins" w:hAnsi="Poppins" w:cs="Poppins"/>
                <w:bCs/>
                <w:color w:val="000000" w:themeColor="text1"/>
                <w:sz w:val="20"/>
              </w:rPr>
              <w:t>9708</w:t>
            </w:r>
          </w:p>
        </w:tc>
        <w:tc>
          <w:tcPr>
            <w:tcW w:w="2297" w:type="dxa"/>
          </w:tcPr>
          <w:p w14:paraId="475FADB1" w14:textId="77777777" w:rsidR="000A3748" w:rsidRPr="00F049B5" w:rsidRDefault="000A3748" w:rsidP="000A3748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 xml:space="preserve">Contatore volumetrico a lettura diretta acqua calda </w:t>
            </w:r>
          </w:p>
          <w:p w14:paraId="48716473" w14:textId="3C973E76" w:rsidR="000A3748" w:rsidRPr="00F049B5" w:rsidRDefault="000A3748" w:rsidP="000A3748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>DN 15</w:t>
            </w:r>
          </w:p>
        </w:tc>
        <w:tc>
          <w:tcPr>
            <w:tcW w:w="5803" w:type="dxa"/>
          </w:tcPr>
          <w:p w14:paraId="11440292" w14:textId="12A5EBA2" w:rsidR="000A3748" w:rsidRPr="00F049B5" w:rsidRDefault="000A3748" w:rsidP="000A3748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>Contatore volumetrico a lettura diretta, a getto unico, a quadrante asciutto per acqua calda, certificato in conformità al Dlgs n° 84 del 19/05/2016 (attuazione della direttiva europea MID 2014/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>2/EU)</w:t>
            </w:r>
            <w:r w:rsidR="00BE3E47">
              <w:rPr>
                <w:rFonts w:ascii="Poppins" w:hAnsi="Poppins" w:cs="Poppins"/>
                <w:bCs/>
                <w:color w:val="000000" w:themeColor="text1"/>
              </w:rPr>
              <w:t xml:space="preserve"> e conforme DM 174/2004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>.</w:t>
            </w:r>
          </w:p>
          <w:p w14:paraId="79235C60" w14:textId="77777777" w:rsidR="000A3748" w:rsidRPr="00F049B5" w:rsidRDefault="000A3748" w:rsidP="000A3748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</w:p>
          <w:p w14:paraId="5C9BB7B3" w14:textId="77777777" w:rsidR="000A3748" w:rsidRPr="00F049B5" w:rsidRDefault="000A3748" w:rsidP="000A3748">
            <w:pPr>
              <w:pStyle w:val="Testocommento"/>
              <w:jc w:val="both"/>
              <w:rPr>
                <w:rFonts w:ascii="Poppins" w:hAnsi="Poppins" w:cs="Poppins"/>
                <w:b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/>
                <w:bCs/>
                <w:color w:val="000000" w:themeColor="text1"/>
              </w:rPr>
              <w:t>Dati tecnici:</w:t>
            </w:r>
          </w:p>
          <w:p w14:paraId="5CE32C5C" w14:textId="1EFD8336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>Portata permanente Q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>: 2,5 m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>/h</w:t>
            </w:r>
          </w:p>
          <w:p w14:paraId="1229B990" w14:textId="482ECE97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 xml:space="preserve">Portata massima Q4: 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>,1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 xml:space="preserve"> m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>/h</w:t>
            </w:r>
          </w:p>
          <w:p w14:paraId="65C0919E" w14:textId="1C5A5882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>Classe metrologica MID: R (Q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 xml:space="preserve">/Q1) = </w:t>
            </w:r>
            <w:r w:rsidR="0002470F">
              <w:rPr>
                <w:rFonts w:ascii="Poppins" w:hAnsi="Poppins" w:cs="Poppins"/>
                <w:bCs/>
                <w:color w:val="000000" w:themeColor="text1"/>
              </w:rPr>
              <w:t>10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>0 H (installazione orizzontale), R (Q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 xml:space="preserve">/Q1) = </w:t>
            </w:r>
            <w:r w:rsidR="0002470F">
              <w:rPr>
                <w:rFonts w:ascii="Poppins" w:hAnsi="Poppins" w:cs="Poppins"/>
                <w:bCs/>
                <w:color w:val="000000" w:themeColor="text1"/>
              </w:rPr>
              <w:t>6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 xml:space="preserve"> V (installazione verticale)</w:t>
            </w:r>
          </w:p>
          <w:p w14:paraId="279F3F1B" w14:textId="5C512504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 xml:space="preserve">Temperatura di funzionamento: da 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>0 a 90 °C</w:t>
            </w:r>
          </w:p>
          <w:p w14:paraId="2344A715" w14:textId="77777777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color w:val="000000" w:themeColor="text1"/>
              </w:rPr>
            </w:pPr>
            <w:r w:rsidRPr="00F049B5">
              <w:rPr>
                <w:rFonts w:ascii="Poppins" w:hAnsi="Poppins" w:cs="Poppins"/>
                <w:color w:val="000000" w:themeColor="text1"/>
              </w:rPr>
              <w:t>Lunghezza: 110 mm</w:t>
            </w:r>
          </w:p>
          <w:p w14:paraId="1BCA93EB" w14:textId="6F052C8B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color w:val="000000" w:themeColor="text1"/>
              </w:rPr>
            </w:pPr>
            <w:r w:rsidRPr="00F049B5">
              <w:rPr>
                <w:rFonts w:ascii="Poppins" w:hAnsi="Poppins" w:cs="Poppins"/>
                <w:color w:val="000000" w:themeColor="text1"/>
              </w:rPr>
              <w:t xml:space="preserve">Attacchi filettati: </w:t>
            </w:r>
            <w:r w:rsidR="00EE2606">
              <w:rPr>
                <w:rFonts w:ascii="Poppins" w:hAnsi="Poppins" w:cs="Poppins"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color w:val="000000" w:themeColor="text1"/>
              </w:rPr>
              <w:t>/4” maschio</w:t>
            </w:r>
          </w:p>
          <w:p w14:paraId="45995631" w14:textId="77777777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>Pressione di esercizio (PN): 16 bar</w:t>
            </w:r>
          </w:p>
          <w:p w14:paraId="268C7C01" w14:textId="7354E5AD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>Corpo in ottone CW617N</w:t>
            </w:r>
            <w:r w:rsidR="00856252">
              <w:rPr>
                <w:rFonts w:ascii="Poppins" w:hAnsi="Poppins" w:cs="Poppins"/>
                <w:bCs/>
                <w:color w:val="000000" w:themeColor="text1"/>
              </w:rPr>
              <w:t>-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>DW (UNI EN 12164 e 12165)</w:t>
            </w:r>
          </w:p>
          <w:p w14:paraId="767E02E8" w14:textId="77777777" w:rsidR="000A3748" w:rsidRPr="00F049B5" w:rsidRDefault="000A3748" w:rsidP="000A3748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</w:p>
          <w:p w14:paraId="185B295F" w14:textId="026E4DAB" w:rsidR="000A3748" w:rsidRPr="00F049B5" w:rsidRDefault="000A3748" w:rsidP="000A3748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/>
                <w:bCs/>
                <w:color w:val="000000" w:themeColor="text1"/>
                <w:sz w:val="20"/>
              </w:rPr>
              <w:t xml:space="preserve">Marca </w:t>
            </w:r>
            <w:r w:rsidR="00C04156">
              <w:rPr>
                <w:rFonts w:ascii="Poppins" w:hAnsi="Poppins" w:cs="Poppins"/>
                <w:b/>
                <w:bCs/>
                <w:color w:val="000000" w:themeColor="text1"/>
                <w:sz w:val="20"/>
              </w:rPr>
              <w:t>Emmeti</w:t>
            </w:r>
            <w:r w:rsidRPr="00F049B5">
              <w:rPr>
                <w:rFonts w:ascii="Poppins" w:hAnsi="Poppins" w:cs="Poppins"/>
                <w:b/>
                <w:bCs/>
                <w:color w:val="000000" w:themeColor="text1"/>
                <w:sz w:val="20"/>
              </w:rPr>
              <w:t xml:space="preserve"> – Modello Contatore volumetrico a lettura diretta acqua calda  </w:t>
            </w:r>
            <w:r w:rsidR="0002470F">
              <w:rPr>
                <w:rFonts w:ascii="Poppins" w:hAnsi="Poppins" w:cs="Poppins"/>
                <w:b/>
                <w:bCs/>
                <w:color w:val="000000" w:themeColor="text1"/>
                <w:sz w:val="20"/>
              </w:rPr>
              <w:t xml:space="preserve">SJ PLUS </w:t>
            </w:r>
            <w:r w:rsidRPr="00F049B5">
              <w:rPr>
                <w:rFonts w:ascii="Poppins" w:hAnsi="Poppins" w:cs="Poppins"/>
                <w:b/>
                <w:bCs/>
                <w:color w:val="000000" w:themeColor="text1"/>
                <w:sz w:val="20"/>
              </w:rPr>
              <w:t>DN 15 o equivalente.</w:t>
            </w:r>
          </w:p>
        </w:tc>
      </w:tr>
      <w:tr w:rsidR="000A3748" w:rsidRPr="00013A5B" w14:paraId="6CD084B6" w14:textId="77777777" w:rsidTr="00A16FCA">
        <w:tc>
          <w:tcPr>
            <w:tcW w:w="1398" w:type="dxa"/>
          </w:tcPr>
          <w:p w14:paraId="77AF7B2F" w14:textId="7E3E8D9B" w:rsidR="000A3748" w:rsidRPr="00F049B5" w:rsidRDefault="000A3748" w:rsidP="000A3748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lastRenderedPageBreak/>
              <w:t>02709</w:t>
            </w:r>
            <w:r w:rsidR="0002470F">
              <w:rPr>
                <w:rFonts w:ascii="Poppins" w:hAnsi="Poppins" w:cs="Poppins"/>
                <w:bCs/>
                <w:color w:val="000000" w:themeColor="text1"/>
                <w:sz w:val="20"/>
              </w:rPr>
              <w:t>716</w:t>
            </w:r>
          </w:p>
        </w:tc>
        <w:tc>
          <w:tcPr>
            <w:tcW w:w="2297" w:type="dxa"/>
          </w:tcPr>
          <w:p w14:paraId="0616FF38" w14:textId="77777777" w:rsidR="000A3748" w:rsidRPr="00F049B5" w:rsidRDefault="000A3748" w:rsidP="000A3748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 xml:space="preserve">Contatore volumetrico a lettura diretta acqua calda </w:t>
            </w:r>
          </w:p>
          <w:p w14:paraId="32C6B383" w14:textId="3B49B32D" w:rsidR="000A3748" w:rsidRPr="00F049B5" w:rsidRDefault="000A3748" w:rsidP="000A3748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>DN 20</w:t>
            </w:r>
          </w:p>
        </w:tc>
        <w:tc>
          <w:tcPr>
            <w:tcW w:w="5803" w:type="dxa"/>
          </w:tcPr>
          <w:p w14:paraId="156BA928" w14:textId="49087C4B" w:rsidR="000A3748" w:rsidRPr="00F049B5" w:rsidRDefault="000A3748" w:rsidP="000A3748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>Contatore volumetrico a lettura diretta, a getto unico, a quadrante asciutto per acqua calda, certificato in conformità al Dlgs n° 84 del 19/05/2016 (attuazione della direttiva europea MID 2014/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>2/EU)</w:t>
            </w:r>
            <w:r w:rsidR="00BE3E47">
              <w:rPr>
                <w:rFonts w:ascii="Poppins" w:hAnsi="Poppins" w:cs="Poppins"/>
                <w:bCs/>
                <w:color w:val="000000" w:themeColor="text1"/>
              </w:rPr>
              <w:t xml:space="preserve"> e conforme DM 174/2004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>.</w:t>
            </w:r>
          </w:p>
          <w:p w14:paraId="5E4514E8" w14:textId="77777777" w:rsidR="000A3748" w:rsidRPr="00F049B5" w:rsidRDefault="000A3748" w:rsidP="000A3748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</w:p>
          <w:p w14:paraId="1B3FFD06" w14:textId="77777777" w:rsidR="000A3748" w:rsidRPr="00F049B5" w:rsidRDefault="000A3748" w:rsidP="000A3748">
            <w:pPr>
              <w:pStyle w:val="Testocommento"/>
              <w:jc w:val="both"/>
              <w:rPr>
                <w:rFonts w:ascii="Poppins" w:hAnsi="Poppins" w:cs="Poppins"/>
                <w:b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/>
                <w:bCs/>
                <w:color w:val="000000" w:themeColor="text1"/>
              </w:rPr>
              <w:t>Dati tecnici:</w:t>
            </w:r>
          </w:p>
          <w:p w14:paraId="00DA8282" w14:textId="29BCFA2A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>Portata permanente Q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>: 4,0 m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>/h</w:t>
            </w:r>
          </w:p>
          <w:p w14:paraId="59CD78F6" w14:textId="1408BEB6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>Portata massima Q4: 5,0 m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>/h</w:t>
            </w:r>
          </w:p>
          <w:p w14:paraId="3AA65700" w14:textId="129CB2AD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>Classe metrologica MID: R (Q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 xml:space="preserve">/Q1) = </w:t>
            </w:r>
            <w:r w:rsidR="0002470F">
              <w:rPr>
                <w:rFonts w:ascii="Poppins" w:hAnsi="Poppins" w:cs="Poppins"/>
                <w:bCs/>
                <w:color w:val="000000" w:themeColor="text1"/>
              </w:rPr>
              <w:t>10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>0 H (installazione orizzontale), R (Q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 xml:space="preserve">/Q1) = </w:t>
            </w:r>
            <w:r w:rsidR="0002470F">
              <w:rPr>
                <w:rFonts w:ascii="Poppins" w:hAnsi="Poppins" w:cs="Poppins"/>
                <w:bCs/>
                <w:color w:val="000000" w:themeColor="text1"/>
              </w:rPr>
              <w:t>6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 xml:space="preserve"> V (installazione verticale)</w:t>
            </w:r>
          </w:p>
          <w:p w14:paraId="1A6473F1" w14:textId="50DFA677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 xml:space="preserve">Temperatura di funzionamento: da 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>0 a 90 °C</w:t>
            </w:r>
          </w:p>
          <w:p w14:paraId="1AC0AF55" w14:textId="7DCEA53F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color w:val="000000" w:themeColor="text1"/>
              </w:rPr>
            </w:pPr>
            <w:r w:rsidRPr="00F049B5">
              <w:rPr>
                <w:rFonts w:ascii="Poppins" w:hAnsi="Poppins" w:cs="Poppins"/>
                <w:color w:val="000000" w:themeColor="text1"/>
              </w:rPr>
              <w:t>Lunghezza: 1</w:t>
            </w:r>
            <w:r w:rsidR="00EE2606">
              <w:rPr>
                <w:rFonts w:ascii="Poppins" w:hAnsi="Poppins" w:cs="Poppins"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color w:val="000000" w:themeColor="text1"/>
              </w:rPr>
              <w:t>0 mm</w:t>
            </w:r>
          </w:p>
          <w:p w14:paraId="6D130DFE" w14:textId="77777777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color w:val="000000" w:themeColor="text1"/>
              </w:rPr>
            </w:pPr>
            <w:r w:rsidRPr="00F049B5">
              <w:rPr>
                <w:rFonts w:ascii="Poppins" w:hAnsi="Poppins" w:cs="Poppins"/>
                <w:color w:val="000000" w:themeColor="text1"/>
              </w:rPr>
              <w:t>Attacchi filettati: 1” maschio</w:t>
            </w:r>
          </w:p>
          <w:p w14:paraId="0F0CB95F" w14:textId="77777777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>Pressione di esercizio (PN): 16 bar</w:t>
            </w:r>
          </w:p>
          <w:p w14:paraId="76301ACB" w14:textId="5652FC4C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>Corpo in ottone CW617N</w:t>
            </w:r>
            <w:r w:rsidR="00856252">
              <w:rPr>
                <w:rFonts w:ascii="Poppins" w:hAnsi="Poppins" w:cs="Poppins"/>
                <w:bCs/>
                <w:color w:val="000000" w:themeColor="text1"/>
              </w:rPr>
              <w:t>-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>DW (UNI EN 12164 e 12165)</w:t>
            </w:r>
          </w:p>
          <w:p w14:paraId="2E80E12C" w14:textId="77777777" w:rsidR="000A3748" w:rsidRPr="00F049B5" w:rsidRDefault="000A3748" w:rsidP="000A3748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</w:p>
          <w:p w14:paraId="3A5F15B5" w14:textId="74F4A2D0" w:rsidR="000A3748" w:rsidRPr="00F049B5" w:rsidRDefault="000A3748" w:rsidP="000A3748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/>
                <w:bCs/>
                <w:color w:val="000000" w:themeColor="text1"/>
                <w:sz w:val="20"/>
              </w:rPr>
              <w:t xml:space="preserve">Marca </w:t>
            </w:r>
            <w:r w:rsidR="00C04156">
              <w:rPr>
                <w:rFonts w:ascii="Poppins" w:hAnsi="Poppins" w:cs="Poppins"/>
                <w:b/>
                <w:bCs/>
                <w:color w:val="000000" w:themeColor="text1"/>
                <w:sz w:val="20"/>
              </w:rPr>
              <w:t>Emmeti</w:t>
            </w:r>
            <w:r w:rsidRPr="00F049B5">
              <w:rPr>
                <w:rFonts w:ascii="Poppins" w:hAnsi="Poppins" w:cs="Poppins"/>
                <w:b/>
                <w:bCs/>
                <w:color w:val="000000" w:themeColor="text1"/>
                <w:sz w:val="20"/>
              </w:rPr>
              <w:t xml:space="preserve"> – Modello Contatore volumetrico a lettura diretta acqua calda </w:t>
            </w:r>
            <w:r w:rsidR="0002470F">
              <w:rPr>
                <w:rFonts w:ascii="Poppins" w:hAnsi="Poppins" w:cs="Poppins"/>
                <w:b/>
                <w:bCs/>
                <w:color w:val="000000" w:themeColor="text1"/>
                <w:sz w:val="20"/>
              </w:rPr>
              <w:t>SJ PLUS</w:t>
            </w:r>
            <w:r w:rsidRPr="00F049B5">
              <w:rPr>
                <w:rFonts w:ascii="Poppins" w:hAnsi="Poppins" w:cs="Poppins"/>
                <w:b/>
                <w:bCs/>
                <w:color w:val="000000" w:themeColor="text1"/>
                <w:sz w:val="20"/>
              </w:rPr>
              <w:t xml:space="preserve"> DN 20 o equivalente.</w:t>
            </w:r>
          </w:p>
        </w:tc>
      </w:tr>
      <w:tr w:rsidR="000A3748" w:rsidRPr="00013A5B" w14:paraId="7C76AF6F" w14:textId="77777777" w:rsidTr="00A16FCA">
        <w:tc>
          <w:tcPr>
            <w:tcW w:w="1398" w:type="dxa"/>
          </w:tcPr>
          <w:p w14:paraId="168030A8" w14:textId="10B3F4D5" w:rsidR="000A3748" w:rsidRPr="00F049B5" w:rsidRDefault="000A3748" w:rsidP="000A3748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>0270</w:t>
            </w:r>
            <w:r w:rsidR="00BE3E47">
              <w:rPr>
                <w:rFonts w:ascii="Poppins" w:hAnsi="Poppins" w:cs="Poppins"/>
                <w:bCs/>
                <w:color w:val="000000" w:themeColor="text1"/>
                <w:sz w:val="20"/>
              </w:rPr>
              <w:t>9706</w:t>
            </w:r>
          </w:p>
        </w:tc>
        <w:tc>
          <w:tcPr>
            <w:tcW w:w="2297" w:type="dxa"/>
          </w:tcPr>
          <w:p w14:paraId="29BEB5D9" w14:textId="77777777" w:rsidR="000A3748" w:rsidRPr="00F049B5" w:rsidRDefault="000A3748" w:rsidP="000A3748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>Contatore volumetrico a lettura diretta acqua fredda</w:t>
            </w:r>
          </w:p>
          <w:p w14:paraId="3749451A" w14:textId="1453145C" w:rsidR="000A3748" w:rsidRPr="00F049B5" w:rsidRDefault="000A3748" w:rsidP="000A3748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>DN 15</w:t>
            </w:r>
          </w:p>
        </w:tc>
        <w:tc>
          <w:tcPr>
            <w:tcW w:w="5803" w:type="dxa"/>
          </w:tcPr>
          <w:p w14:paraId="5240CEAF" w14:textId="37E00BC2" w:rsidR="000A3748" w:rsidRPr="00F049B5" w:rsidRDefault="000A3748" w:rsidP="000A3748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>Contatore volumetrico a lettura diretta, a getto unico, a quadrante asciutto per acqua fredda, certificato in conformità al Dlgs n° 84 del 19/05/2016 (attuazione della direttiva europea MID 2014/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>2/EU)</w:t>
            </w:r>
            <w:r w:rsidR="00BE3E47">
              <w:rPr>
                <w:rFonts w:ascii="Poppins" w:hAnsi="Poppins" w:cs="Poppins"/>
                <w:bCs/>
                <w:color w:val="000000" w:themeColor="text1"/>
              </w:rPr>
              <w:t xml:space="preserve"> e conforme DM 174/2004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>.</w:t>
            </w:r>
          </w:p>
          <w:p w14:paraId="1B45F16F" w14:textId="77777777" w:rsidR="000A3748" w:rsidRPr="00F049B5" w:rsidRDefault="000A3748" w:rsidP="000A3748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</w:p>
          <w:p w14:paraId="654BEB57" w14:textId="77777777" w:rsidR="000A3748" w:rsidRPr="00F049B5" w:rsidRDefault="000A3748" w:rsidP="000A3748">
            <w:pPr>
              <w:pStyle w:val="Testocommento"/>
              <w:jc w:val="both"/>
              <w:rPr>
                <w:rFonts w:ascii="Poppins" w:hAnsi="Poppins" w:cs="Poppins"/>
                <w:b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/>
                <w:bCs/>
                <w:color w:val="000000" w:themeColor="text1"/>
              </w:rPr>
              <w:t>Dati tecnici:</w:t>
            </w:r>
          </w:p>
          <w:p w14:paraId="2C905567" w14:textId="5A8E2732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>Portata permanente Q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>: 2,5 m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>/h</w:t>
            </w:r>
          </w:p>
          <w:p w14:paraId="3829205E" w14:textId="20831A04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 xml:space="preserve">Portata massima Q4: 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>,1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 xml:space="preserve"> m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>/h</w:t>
            </w:r>
          </w:p>
          <w:p w14:paraId="1CCB88B9" w14:textId="34CAD127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>Classe metrologica MID: R (Q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 xml:space="preserve">/Q1) = </w:t>
            </w:r>
            <w:r w:rsidR="00BE3E47">
              <w:rPr>
                <w:rFonts w:ascii="Poppins" w:hAnsi="Poppins" w:cs="Poppins"/>
                <w:bCs/>
                <w:color w:val="000000" w:themeColor="text1"/>
              </w:rPr>
              <w:t>100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 xml:space="preserve"> H (installazione orizzontale), R (Q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 xml:space="preserve">/Q1) = </w:t>
            </w:r>
            <w:r w:rsidR="00BE3E47">
              <w:rPr>
                <w:rFonts w:ascii="Poppins" w:hAnsi="Poppins" w:cs="Poppins"/>
                <w:bCs/>
                <w:color w:val="000000" w:themeColor="text1"/>
              </w:rPr>
              <w:t>6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 xml:space="preserve"> V (installazione verticale)</w:t>
            </w:r>
          </w:p>
          <w:p w14:paraId="4748DB20" w14:textId="77777777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>Temperatura massima di funzionamento: 50 °C</w:t>
            </w:r>
          </w:p>
          <w:p w14:paraId="510B4420" w14:textId="77777777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color w:val="000000" w:themeColor="text1"/>
              </w:rPr>
            </w:pPr>
            <w:r w:rsidRPr="00F049B5">
              <w:rPr>
                <w:rFonts w:ascii="Poppins" w:hAnsi="Poppins" w:cs="Poppins"/>
                <w:color w:val="000000" w:themeColor="text1"/>
              </w:rPr>
              <w:t>Lunghezza: 110 mm</w:t>
            </w:r>
          </w:p>
          <w:p w14:paraId="38414FE0" w14:textId="56309D00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color w:val="000000" w:themeColor="text1"/>
              </w:rPr>
            </w:pPr>
            <w:r w:rsidRPr="00F049B5">
              <w:rPr>
                <w:rFonts w:ascii="Poppins" w:hAnsi="Poppins" w:cs="Poppins"/>
                <w:color w:val="000000" w:themeColor="text1"/>
              </w:rPr>
              <w:t xml:space="preserve">Attacchi filettati: </w:t>
            </w:r>
            <w:r w:rsidR="00EE2606">
              <w:rPr>
                <w:rFonts w:ascii="Poppins" w:hAnsi="Poppins" w:cs="Poppins"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color w:val="000000" w:themeColor="text1"/>
              </w:rPr>
              <w:t>/4” maschio</w:t>
            </w:r>
          </w:p>
          <w:p w14:paraId="3CA20C75" w14:textId="77777777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>Pressione di esercizio (PN): 16 bar</w:t>
            </w:r>
          </w:p>
          <w:p w14:paraId="2FC4B44E" w14:textId="1CC91FF5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>Corpo in ottone CW617N</w:t>
            </w:r>
            <w:r w:rsidR="00856252">
              <w:rPr>
                <w:rFonts w:ascii="Poppins" w:hAnsi="Poppins" w:cs="Poppins"/>
                <w:bCs/>
                <w:color w:val="000000" w:themeColor="text1"/>
              </w:rPr>
              <w:t>-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>DW (UNI EN 12164 e 12165)</w:t>
            </w:r>
          </w:p>
          <w:p w14:paraId="2845D8F9" w14:textId="77777777" w:rsidR="000A3748" w:rsidRPr="00F049B5" w:rsidRDefault="000A3748" w:rsidP="000A3748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</w:p>
          <w:p w14:paraId="141ECBA2" w14:textId="5228F148" w:rsidR="000A3748" w:rsidRPr="00F049B5" w:rsidRDefault="000A3748" w:rsidP="000A3748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/>
                <w:bCs/>
                <w:color w:val="000000" w:themeColor="text1"/>
                <w:sz w:val="20"/>
              </w:rPr>
              <w:lastRenderedPageBreak/>
              <w:t xml:space="preserve">Marca </w:t>
            </w:r>
            <w:r w:rsidR="00C04156">
              <w:rPr>
                <w:rFonts w:ascii="Poppins" w:hAnsi="Poppins" w:cs="Poppins"/>
                <w:b/>
                <w:bCs/>
                <w:color w:val="000000" w:themeColor="text1"/>
                <w:sz w:val="20"/>
              </w:rPr>
              <w:t>Emmeti</w:t>
            </w:r>
            <w:r w:rsidRPr="00F049B5">
              <w:rPr>
                <w:rFonts w:ascii="Poppins" w:hAnsi="Poppins" w:cs="Poppins"/>
                <w:b/>
                <w:bCs/>
                <w:color w:val="000000" w:themeColor="text1"/>
                <w:sz w:val="20"/>
              </w:rPr>
              <w:t xml:space="preserve"> – Modello Contatore volumetrico a lettura diretta acqua fredda  </w:t>
            </w:r>
            <w:r w:rsidR="00BE3E47">
              <w:rPr>
                <w:rFonts w:ascii="Poppins" w:hAnsi="Poppins" w:cs="Poppins"/>
                <w:b/>
                <w:bCs/>
                <w:color w:val="000000" w:themeColor="text1"/>
                <w:sz w:val="20"/>
              </w:rPr>
              <w:t xml:space="preserve">SJ PLUS </w:t>
            </w:r>
            <w:r w:rsidRPr="00F049B5">
              <w:rPr>
                <w:rFonts w:ascii="Poppins" w:hAnsi="Poppins" w:cs="Poppins"/>
                <w:b/>
                <w:bCs/>
                <w:color w:val="000000" w:themeColor="text1"/>
                <w:sz w:val="20"/>
              </w:rPr>
              <w:t>DN 15 o equivalente.</w:t>
            </w:r>
          </w:p>
        </w:tc>
      </w:tr>
      <w:tr w:rsidR="000A3748" w:rsidRPr="00013A5B" w14:paraId="34DB02FF" w14:textId="77777777" w:rsidTr="00A16FCA">
        <w:tc>
          <w:tcPr>
            <w:tcW w:w="1398" w:type="dxa"/>
          </w:tcPr>
          <w:p w14:paraId="70352E42" w14:textId="0FF7E64F" w:rsidR="000A3748" w:rsidRPr="00F049B5" w:rsidRDefault="000A3748" w:rsidP="000A3748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lastRenderedPageBreak/>
              <w:t>02709</w:t>
            </w:r>
            <w:r w:rsidR="00BE3E47">
              <w:rPr>
                <w:rFonts w:ascii="Poppins" w:hAnsi="Poppins" w:cs="Poppins"/>
                <w:bCs/>
                <w:color w:val="000000" w:themeColor="text1"/>
                <w:sz w:val="20"/>
              </w:rPr>
              <w:t>714</w:t>
            </w:r>
          </w:p>
        </w:tc>
        <w:tc>
          <w:tcPr>
            <w:tcW w:w="2297" w:type="dxa"/>
          </w:tcPr>
          <w:p w14:paraId="0758611A" w14:textId="77777777" w:rsidR="000A3748" w:rsidRPr="00F049B5" w:rsidRDefault="000A3748" w:rsidP="000A3748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>Contatore volumetrico a lettura diretta acqua fredda</w:t>
            </w:r>
          </w:p>
          <w:p w14:paraId="0230DF4C" w14:textId="6491C702" w:rsidR="000A3748" w:rsidRPr="00F049B5" w:rsidRDefault="000A3748" w:rsidP="000A3748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>DN 20</w:t>
            </w:r>
          </w:p>
        </w:tc>
        <w:tc>
          <w:tcPr>
            <w:tcW w:w="5803" w:type="dxa"/>
          </w:tcPr>
          <w:p w14:paraId="478C8A24" w14:textId="0C108D89" w:rsidR="000A3748" w:rsidRPr="00F049B5" w:rsidRDefault="000A3748" w:rsidP="000A3748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>Contatore volumetrico a lettura diretta, a getto unico, a quadrante asciutto per acqua fredda, certificato in conformità al Dlgs n° 84 del 19/05/2016 (attuazione della direttiva europea MID 2014/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>2/EU)</w:t>
            </w:r>
            <w:r w:rsidR="00BE3E47">
              <w:rPr>
                <w:rFonts w:ascii="Poppins" w:hAnsi="Poppins" w:cs="Poppins"/>
                <w:bCs/>
                <w:color w:val="000000" w:themeColor="text1"/>
              </w:rPr>
              <w:t xml:space="preserve"> e conforme DM 174/2004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>.</w:t>
            </w:r>
          </w:p>
          <w:p w14:paraId="759C6EED" w14:textId="77777777" w:rsidR="000A3748" w:rsidRPr="00F049B5" w:rsidRDefault="000A3748" w:rsidP="000A3748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</w:p>
          <w:p w14:paraId="0D5870DD" w14:textId="77777777" w:rsidR="000A3748" w:rsidRPr="00F049B5" w:rsidRDefault="000A3748" w:rsidP="000A3748">
            <w:pPr>
              <w:pStyle w:val="Testocommento"/>
              <w:jc w:val="both"/>
              <w:rPr>
                <w:rFonts w:ascii="Poppins" w:hAnsi="Poppins" w:cs="Poppins"/>
                <w:b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/>
                <w:bCs/>
                <w:color w:val="000000" w:themeColor="text1"/>
              </w:rPr>
              <w:t>Dati tecnici:</w:t>
            </w:r>
          </w:p>
          <w:p w14:paraId="14EE7E04" w14:textId="1F1E05C2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>Portata permanente Q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>: 4,0 m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>/h</w:t>
            </w:r>
          </w:p>
          <w:p w14:paraId="1C652DFB" w14:textId="7FD92091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>Portata massima Q4: 5,0 m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>/h</w:t>
            </w:r>
          </w:p>
          <w:p w14:paraId="70A1B772" w14:textId="6FDE216D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>Classe metrologica MID: R (Q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 xml:space="preserve">/Q1) = </w:t>
            </w:r>
            <w:r w:rsidR="00BE3E47">
              <w:rPr>
                <w:rFonts w:ascii="Poppins" w:hAnsi="Poppins" w:cs="Poppins"/>
                <w:bCs/>
                <w:color w:val="000000" w:themeColor="text1"/>
              </w:rPr>
              <w:t>10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>0 H (installazione orizzontale), R (Q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 xml:space="preserve">/Q1) = </w:t>
            </w:r>
            <w:r w:rsidR="00BE3E47">
              <w:rPr>
                <w:rFonts w:ascii="Poppins" w:hAnsi="Poppins" w:cs="Poppins"/>
                <w:bCs/>
                <w:color w:val="000000" w:themeColor="text1"/>
              </w:rPr>
              <w:t>6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 xml:space="preserve"> V (installazione verticale)</w:t>
            </w:r>
          </w:p>
          <w:p w14:paraId="07077246" w14:textId="77777777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>Temperatura massima di funzionamento: 50 °C</w:t>
            </w:r>
          </w:p>
          <w:p w14:paraId="43B7A399" w14:textId="3E0EC412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color w:val="000000" w:themeColor="text1"/>
              </w:rPr>
            </w:pPr>
            <w:r w:rsidRPr="00F049B5">
              <w:rPr>
                <w:rFonts w:ascii="Poppins" w:hAnsi="Poppins" w:cs="Poppins"/>
                <w:color w:val="000000" w:themeColor="text1"/>
              </w:rPr>
              <w:t>Lunghezza: 1</w:t>
            </w:r>
            <w:r w:rsidR="00EE2606">
              <w:rPr>
                <w:rFonts w:ascii="Poppins" w:hAnsi="Poppins" w:cs="Poppins"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color w:val="000000" w:themeColor="text1"/>
              </w:rPr>
              <w:t>0 mm</w:t>
            </w:r>
          </w:p>
          <w:p w14:paraId="770BF8F3" w14:textId="77777777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color w:val="000000" w:themeColor="text1"/>
              </w:rPr>
            </w:pPr>
            <w:r w:rsidRPr="00F049B5">
              <w:rPr>
                <w:rFonts w:ascii="Poppins" w:hAnsi="Poppins" w:cs="Poppins"/>
                <w:color w:val="000000" w:themeColor="text1"/>
              </w:rPr>
              <w:t>Attacchi filettati: 1” maschio</w:t>
            </w:r>
          </w:p>
          <w:p w14:paraId="215A7059" w14:textId="77777777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>Pressione di esercizio (PN): 16 bar</w:t>
            </w:r>
          </w:p>
          <w:p w14:paraId="2594D9BB" w14:textId="0C35CFD8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>Corpo in ottone CW617N</w:t>
            </w:r>
            <w:r w:rsidR="00856252">
              <w:rPr>
                <w:rFonts w:ascii="Poppins" w:hAnsi="Poppins" w:cs="Poppins"/>
                <w:bCs/>
                <w:color w:val="000000" w:themeColor="text1"/>
              </w:rPr>
              <w:t>-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>DW (UNI EN 12164 e 12165)</w:t>
            </w:r>
          </w:p>
          <w:p w14:paraId="5A7194C7" w14:textId="77777777" w:rsidR="000A3748" w:rsidRPr="00F049B5" w:rsidRDefault="000A3748" w:rsidP="000A3748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</w:p>
          <w:p w14:paraId="05AF65A4" w14:textId="02D9381C" w:rsidR="000A3748" w:rsidRPr="00F049B5" w:rsidRDefault="000A3748" w:rsidP="000A3748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/>
                <w:bCs/>
                <w:color w:val="000000" w:themeColor="text1"/>
                <w:sz w:val="20"/>
              </w:rPr>
              <w:t xml:space="preserve">Marca </w:t>
            </w:r>
            <w:r w:rsidR="00C04156">
              <w:rPr>
                <w:rFonts w:ascii="Poppins" w:hAnsi="Poppins" w:cs="Poppins"/>
                <w:b/>
                <w:bCs/>
                <w:color w:val="000000" w:themeColor="text1"/>
                <w:sz w:val="20"/>
              </w:rPr>
              <w:t>Emmeti</w:t>
            </w:r>
            <w:r w:rsidRPr="00F049B5">
              <w:rPr>
                <w:rFonts w:ascii="Poppins" w:hAnsi="Poppins" w:cs="Poppins"/>
                <w:b/>
                <w:bCs/>
                <w:color w:val="000000" w:themeColor="text1"/>
                <w:sz w:val="20"/>
              </w:rPr>
              <w:t xml:space="preserve"> – Modello Contatore volumetrico a lettura diretta acqua fredda  </w:t>
            </w:r>
            <w:r w:rsidR="00BE3E47">
              <w:rPr>
                <w:rFonts w:ascii="Poppins" w:hAnsi="Poppins" w:cs="Poppins"/>
                <w:b/>
                <w:bCs/>
                <w:color w:val="000000" w:themeColor="text1"/>
                <w:sz w:val="20"/>
              </w:rPr>
              <w:t xml:space="preserve">SJ PLUS </w:t>
            </w:r>
            <w:r w:rsidRPr="00F049B5">
              <w:rPr>
                <w:rFonts w:ascii="Poppins" w:hAnsi="Poppins" w:cs="Poppins"/>
                <w:b/>
                <w:bCs/>
                <w:color w:val="000000" w:themeColor="text1"/>
                <w:sz w:val="20"/>
              </w:rPr>
              <w:t>DN 20 o equivalente.</w:t>
            </w:r>
          </w:p>
        </w:tc>
      </w:tr>
      <w:tr w:rsidR="000A3748" w:rsidRPr="00013A5B" w14:paraId="3EE30F78" w14:textId="77777777" w:rsidTr="00A16FCA">
        <w:tc>
          <w:tcPr>
            <w:tcW w:w="1398" w:type="dxa"/>
          </w:tcPr>
          <w:p w14:paraId="510EAFE0" w14:textId="50324CC6" w:rsidR="000A3748" w:rsidRPr="00F049B5" w:rsidRDefault="000A3748" w:rsidP="000A3748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>01</w:t>
            </w:r>
            <w:r w:rsidR="00EE2606">
              <w:rPr>
                <w:rFonts w:ascii="Poppins" w:hAnsi="Poppins" w:cs="Poppins"/>
                <w:bCs/>
                <w:color w:val="000000" w:themeColor="text1"/>
                <w:sz w:val="20"/>
              </w:rPr>
              <w:t>3</w:t>
            </w: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>06</w:t>
            </w:r>
            <w:r w:rsidR="00EE2606">
              <w:rPr>
                <w:rFonts w:ascii="Poppins" w:hAnsi="Poppins" w:cs="Poppins"/>
                <w:bCs/>
                <w:color w:val="000000" w:themeColor="text1"/>
                <w:sz w:val="20"/>
              </w:rPr>
              <w:t>3</w:t>
            </w: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>54</w:t>
            </w:r>
          </w:p>
        </w:tc>
        <w:tc>
          <w:tcPr>
            <w:tcW w:w="2297" w:type="dxa"/>
          </w:tcPr>
          <w:p w14:paraId="3688ACE3" w14:textId="1A4CEDB4" w:rsidR="000A3748" w:rsidRPr="00F049B5" w:rsidRDefault="000A3748" w:rsidP="000A3748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 xml:space="preserve">Tronchetto da </w:t>
            </w:r>
            <w:r w:rsidR="00EE2606">
              <w:rPr>
                <w:rFonts w:ascii="Poppins" w:hAnsi="Poppins" w:cs="Poppins"/>
                <w:bCs/>
                <w:color w:val="000000" w:themeColor="text1"/>
                <w:sz w:val="20"/>
              </w:rPr>
              <w:t>3</w:t>
            </w: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 xml:space="preserve">/4" – </w:t>
            </w:r>
          </w:p>
          <w:p w14:paraId="6D4EC17A" w14:textId="345D53C9" w:rsidR="000A3748" w:rsidRPr="00F049B5" w:rsidRDefault="000A3748" w:rsidP="000A3748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>L 110 mm</w:t>
            </w:r>
          </w:p>
        </w:tc>
        <w:tc>
          <w:tcPr>
            <w:tcW w:w="5803" w:type="dxa"/>
          </w:tcPr>
          <w:p w14:paraId="7B641F41" w14:textId="205C28E0" w:rsidR="000A3748" w:rsidRPr="00F049B5" w:rsidRDefault="000A3748" w:rsidP="000A3748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 xml:space="preserve">Tronchetto in plastica, avente lunghezza 110 mm e attacchi 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>/4”.</w:t>
            </w:r>
          </w:p>
          <w:p w14:paraId="4B100DA1" w14:textId="77777777" w:rsidR="000A3748" w:rsidRPr="00F049B5" w:rsidRDefault="000A3748" w:rsidP="000A3748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>Predisposizione per installazione misuratori di energia e contatori volumetrici DN15.</w:t>
            </w:r>
          </w:p>
          <w:p w14:paraId="41E7ADA2" w14:textId="77777777" w:rsidR="000A3748" w:rsidRPr="00F049B5" w:rsidRDefault="000A3748" w:rsidP="000A3748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</w:p>
          <w:p w14:paraId="719A134B" w14:textId="248FC681" w:rsidR="000A3748" w:rsidRPr="00F049B5" w:rsidRDefault="000A3748" w:rsidP="000A3748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/>
                <w:bCs/>
                <w:color w:val="000000" w:themeColor="text1"/>
                <w:sz w:val="20"/>
              </w:rPr>
              <w:t xml:space="preserve">Marca </w:t>
            </w:r>
            <w:r w:rsidR="00C04156">
              <w:rPr>
                <w:rFonts w:ascii="Poppins" w:hAnsi="Poppins" w:cs="Poppins"/>
                <w:b/>
                <w:bCs/>
                <w:color w:val="000000" w:themeColor="text1"/>
                <w:sz w:val="20"/>
              </w:rPr>
              <w:t>Emmeti</w:t>
            </w:r>
            <w:r w:rsidRPr="00F049B5">
              <w:rPr>
                <w:rFonts w:ascii="Poppins" w:hAnsi="Poppins" w:cs="Poppins"/>
                <w:b/>
                <w:bCs/>
                <w:color w:val="000000" w:themeColor="text1"/>
                <w:sz w:val="20"/>
              </w:rPr>
              <w:t xml:space="preserve"> – Modello Tronchetto da </w:t>
            </w:r>
            <w:r w:rsidR="00EE2606">
              <w:rPr>
                <w:rFonts w:ascii="Poppins" w:hAnsi="Poppins" w:cs="Poppins"/>
                <w:b/>
                <w:bCs/>
                <w:color w:val="000000" w:themeColor="text1"/>
                <w:sz w:val="20"/>
              </w:rPr>
              <w:t>3</w:t>
            </w:r>
            <w:r w:rsidRPr="00F049B5">
              <w:rPr>
                <w:rFonts w:ascii="Poppins" w:hAnsi="Poppins" w:cs="Poppins"/>
                <w:b/>
                <w:bCs/>
                <w:color w:val="000000" w:themeColor="text1"/>
                <w:sz w:val="20"/>
              </w:rPr>
              <w:t>/4" – L 110 mm o equivalente.</w:t>
            </w:r>
          </w:p>
        </w:tc>
      </w:tr>
      <w:tr w:rsidR="000A3748" w:rsidRPr="00013A5B" w14:paraId="492D28F9" w14:textId="77777777" w:rsidTr="00A16FCA">
        <w:tc>
          <w:tcPr>
            <w:tcW w:w="1398" w:type="dxa"/>
          </w:tcPr>
          <w:p w14:paraId="27D545BD" w14:textId="2226CF8B" w:rsidR="000A3748" w:rsidRPr="00F049B5" w:rsidRDefault="000A3748" w:rsidP="000A3748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>01</w:t>
            </w:r>
            <w:r w:rsidR="00EE2606">
              <w:rPr>
                <w:rFonts w:ascii="Poppins" w:hAnsi="Poppins" w:cs="Poppins"/>
                <w:bCs/>
                <w:color w:val="000000" w:themeColor="text1"/>
                <w:sz w:val="20"/>
              </w:rPr>
              <w:t>3</w:t>
            </w: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>06</w:t>
            </w:r>
            <w:r w:rsidR="00EE2606">
              <w:rPr>
                <w:rFonts w:ascii="Poppins" w:hAnsi="Poppins" w:cs="Poppins"/>
                <w:bCs/>
                <w:color w:val="000000" w:themeColor="text1"/>
                <w:sz w:val="20"/>
              </w:rPr>
              <w:t>3</w:t>
            </w: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>58</w:t>
            </w:r>
          </w:p>
        </w:tc>
        <w:tc>
          <w:tcPr>
            <w:tcW w:w="2297" w:type="dxa"/>
          </w:tcPr>
          <w:p w14:paraId="67618CE7" w14:textId="77777777" w:rsidR="000A3748" w:rsidRPr="00F049B5" w:rsidRDefault="000A3748" w:rsidP="000A3748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 xml:space="preserve">Tronchetto da 1" – </w:t>
            </w:r>
          </w:p>
          <w:p w14:paraId="46AE7AF6" w14:textId="59622C5E" w:rsidR="000A3748" w:rsidRPr="00F049B5" w:rsidRDefault="000A3748" w:rsidP="000A3748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>L 1</w:t>
            </w:r>
            <w:r w:rsidR="00EE2606">
              <w:rPr>
                <w:rFonts w:ascii="Poppins" w:hAnsi="Poppins" w:cs="Poppins"/>
                <w:bCs/>
                <w:color w:val="000000" w:themeColor="text1"/>
                <w:sz w:val="20"/>
              </w:rPr>
              <w:t>3</w:t>
            </w: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>0 mm</w:t>
            </w:r>
          </w:p>
        </w:tc>
        <w:tc>
          <w:tcPr>
            <w:tcW w:w="5803" w:type="dxa"/>
          </w:tcPr>
          <w:p w14:paraId="2F9136C6" w14:textId="732536A0" w:rsidR="000A3748" w:rsidRPr="00F049B5" w:rsidRDefault="000A3748" w:rsidP="000A3748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>Tronchetto in plastica, avente lunghezza 1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>0 mm e attacchi 1”.</w:t>
            </w:r>
          </w:p>
          <w:p w14:paraId="70EF0FE9" w14:textId="62135F69" w:rsidR="000A3748" w:rsidRPr="00F049B5" w:rsidRDefault="000A3748" w:rsidP="000A3748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>Predisposizione per installazione misuratori di energia e contatori volumetrici DN</w:t>
            </w:r>
            <w:r w:rsidR="009221F1" w:rsidRPr="00F049B5">
              <w:rPr>
                <w:rFonts w:ascii="Poppins" w:hAnsi="Poppins" w:cs="Poppins"/>
                <w:bCs/>
                <w:color w:val="000000" w:themeColor="text1"/>
              </w:rPr>
              <w:t>20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>.</w:t>
            </w:r>
          </w:p>
          <w:p w14:paraId="1E425083" w14:textId="77777777" w:rsidR="000A3748" w:rsidRPr="00F049B5" w:rsidRDefault="000A3748" w:rsidP="000A3748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</w:p>
          <w:p w14:paraId="7E8ED924" w14:textId="207197FD" w:rsidR="000A3748" w:rsidRPr="00F049B5" w:rsidRDefault="000A3748" w:rsidP="000A3748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/>
                <w:bCs/>
                <w:color w:val="000000" w:themeColor="text1"/>
                <w:sz w:val="20"/>
              </w:rPr>
              <w:t xml:space="preserve">Marca </w:t>
            </w:r>
            <w:r w:rsidR="00C04156">
              <w:rPr>
                <w:rFonts w:ascii="Poppins" w:hAnsi="Poppins" w:cs="Poppins"/>
                <w:b/>
                <w:bCs/>
                <w:color w:val="000000" w:themeColor="text1"/>
                <w:sz w:val="20"/>
              </w:rPr>
              <w:t>Emmeti</w:t>
            </w:r>
            <w:r w:rsidRPr="00F049B5">
              <w:rPr>
                <w:rFonts w:ascii="Poppins" w:hAnsi="Poppins" w:cs="Poppins"/>
                <w:b/>
                <w:bCs/>
                <w:color w:val="000000" w:themeColor="text1"/>
                <w:sz w:val="20"/>
              </w:rPr>
              <w:t xml:space="preserve"> – Modello Tronchetto da 1" – L 1</w:t>
            </w:r>
            <w:r w:rsidR="00EE2606">
              <w:rPr>
                <w:rFonts w:ascii="Poppins" w:hAnsi="Poppins" w:cs="Poppins"/>
                <w:b/>
                <w:bCs/>
                <w:color w:val="000000" w:themeColor="text1"/>
                <w:sz w:val="20"/>
              </w:rPr>
              <w:t>3</w:t>
            </w:r>
            <w:r w:rsidRPr="00F049B5">
              <w:rPr>
                <w:rFonts w:ascii="Poppins" w:hAnsi="Poppins" w:cs="Poppins"/>
                <w:b/>
                <w:bCs/>
                <w:color w:val="000000" w:themeColor="text1"/>
                <w:sz w:val="20"/>
              </w:rPr>
              <w:t>0 mm o equivalente.</w:t>
            </w:r>
          </w:p>
        </w:tc>
      </w:tr>
      <w:tr w:rsidR="000A3748" w:rsidRPr="00013A5B" w14:paraId="7926886A" w14:textId="77777777" w:rsidTr="00A16FCA">
        <w:tc>
          <w:tcPr>
            <w:tcW w:w="1398" w:type="dxa"/>
          </w:tcPr>
          <w:p w14:paraId="6489ABB3" w14:textId="2C2DB096" w:rsidR="000A3748" w:rsidRPr="00F049B5" w:rsidRDefault="000A3748" w:rsidP="000A3748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>02708098</w:t>
            </w:r>
          </w:p>
        </w:tc>
        <w:tc>
          <w:tcPr>
            <w:tcW w:w="2297" w:type="dxa"/>
          </w:tcPr>
          <w:p w14:paraId="6FDC3EA2" w14:textId="77777777" w:rsidR="000A3748" w:rsidRPr="00F049B5" w:rsidRDefault="000A3748" w:rsidP="000A3748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>Kit raccordi a bocchettone</w:t>
            </w:r>
          </w:p>
          <w:p w14:paraId="0913402C" w14:textId="002C2BFC" w:rsidR="000A3748" w:rsidRPr="00F049B5" w:rsidRDefault="00EE2606" w:rsidP="000A3748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>
              <w:rPr>
                <w:rFonts w:ascii="Poppins" w:hAnsi="Poppins" w:cs="Poppins"/>
                <w:bCs/>
                <w:color w:val="000000" w:themeColor="text1"/>
                <w:sz w:val="20"/>
              </w:rPr>
              <w:t>3</w:t>
            </w:r>
            <w:r w:rsidR="000A3748"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>/4" F x 1/2" M</w:t>
            </w:r>
          </w:p>
        </w:tc>
        <w:tc>
          <w:tcPr>
            <w:tcW w:w="5803" w:type="dxa"/>
          </w:tcPr>
          <w:p w14:paraId="2FBC8513" w14:textId="4B858C5B" w:rsidR="000A3748" w:rsidRPr="00F049B5" w:rsidRDefault="000A3748" w:rsidP="000A3748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 xml:space="preserve">Kit composto da 2 dadi in ottone 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>/4” F e da 2 codoli 1/2” M, per misuratori di energia e contatori volumetrici DN15.</w:t>
            </w:r>
          </w:p>
          <w:p w14:paraId="6E49E9AA" w14:textId="77777777" w:rsidR="000A3748" w:rsidRPr="00F049B5" w:rsidRDefault="000A3748" w:rsidP="000A3748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</w:p>
          <w:p w14:paraId="04D4F779" w14:textId="3ABDBD9B" w:rsidR="000A3748" w:rsidRPr="00F049B5" w:rsidRDefault="000A3748" w:rsidP="000A3748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/>
                <w:bCs/>
                <w:color w:val="000000" w:themeColor="text1"/>
                <w:sz w:val="20"/>
              </w:rPr>
              <w:lastRenderedPageBreak/>
              <w:t xml:space="preserve">Marca </w:t>
            </w:r>
            <w:r w:rsidR="00C04156">
              <w:rPr>
                <w:rFonts w:ascii="Poppins" w:hAnsi="Poppins" w:cs="Poppins"/>
                <w:b/>
                <w:bCs/>
                <w:color w:val="000000" w:themeColor="text1"/>
                <w:sz w:val="20"/>
              </w:rPr>
              <w:t>Emmeti</w:t>
            </w:r>
            <w:r w:rsidRPr="00F049B5">
              <w:rPr>
                <w:rFonts w:ascii="Poppins" w:hAnsi="Poppins" w:cs="Poppins"/>
                <w:b/>
                <w:bCs/>
                <w:color w:val="000000" w:themeColor="text1"/>
                <w:sz w:val="20"/>
              </w:rPr>
              <w:t xml:space="preserve"> – Modello Kit raccordi a bocchettone </w:t>
            </w:r>
            <w:r w:rsidR="00EE2606">
              <w:rPr>
                <w:rFonts w:ascii="Poppins" w:hAnsi="Poppins" w:cs="Poppins"/>
                <w:b/>
                <w:bCs/>
                <w:color w:val="000000" w:themeColor="text1"/>
                <w:sz w:val="20"/>
              </w:rPr>
              <w:t>3</w:t>
            </w:r>
            <w:r w:rsidRPr="00F049B5">
              <w:rPr>
                <w:rFonts w:ascii="Poppins" w:hAnsi="Poppins" w:cs="Poppins"/>
                <w:b/>
                <w:bCs/>
                <w:color w:val="000000" w:themeColor="text1"/>
                <w:sz w:val="20"/>
              </w:rPr>
              <w:t>/4" F x 1/2" M o equivalente.</w:t>
            </w:r>
          </w:p>
        </w:tc>
      </w:tr>
      <w:tr w:rsidR="000A3748" w:rsidRPr="00013A5B" w14:paraId="64AE8D94" w14:textId="77777777" w:rsidTr="00A16FCA">
        <w:tc>
          <w:tcPr>
            <w:tcW w:w="1398" w:type="dxa"/>
          </w:tcPr>
          <w:p w14:paraId="375AA0DE" w14:textId="177A5CDB" w:rsidR="000A3748" w:rsidRPr="00F049B5" w:rsidRDefault="000A3748" w:rsidP="000A3748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lastRenderedPageBreak/>
              <w:t>02708110</w:t>
            </w:r>
          </w:p>
        </w:tc>
        <w:tc>
          <w:tcPr>
            <w:tcW w:w="2297" w:type="dxa"/>
          </w:tcPr>
          <w:p w14:paraId="4C48FB39" w14:textId="77777777" w:rsidR="000A3748" w:rsidRPr="00F049B5" w:rsidRDefault="000A3748" w:rsidP="000A3748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>Kit raccordi a bocchettone</w:t>
            </w:r>
          </w:p>
          <w:p w14:paraId="2ADA3ECA" w14:textId="088B6DC6" w:rsidR="000A3748" w:rsidRPr="00F049B5" w:rsidRDefault="000A3748" w:rsidP="000A3748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 xml:space="preserve">1"F x </w:t>
            </w:r>
            <w:r w:rsidR="00EE2606">
              <w:rPr>
                <w:rFonts w:ascii="Poppins" w:hAnsi="Poppins" w:cs="Poppins"/>
                <w:bCs/>
                <w:color w:val="000000" w:themeColor="text1"/>
                <w:sz w:val="20"/>
              </w:rPr>
              <w:t>3</w:t>
            </w: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>/4" M</w:t>
            </w:r>
          </w:p>
        </w:tc>
        <w:tc>
          <w:tcPr>
            <w:tcW w:w="5803" w:type="dxa"/>
          </w:tcPr>
          <w:p w14:paraId="2D2CB312" w14:textId="3BE87B51" w:rsidR="000A3748" w:rsidRPr="00F049B5" w:rsidRDefault="000A3748" w:rsidP="000A3748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 xml:space="preserve">Kit composto da 2 dadi in ottone 1” F e da 2 codoli 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>/4” M, per misuratori di energia e contatori volumetrici DN</w:t>
            </w:r>
            <w:r w:rsidR="009221F1" w:rsidRPr="00F049B5">
              <w:rPr>
                <w:rFonts w:ascii="Poppins" w:hAnsi="Poppins" w:cs="Poppins"/>
                <w:bCs/>
                <w:color w:val="000000" w:themeColor="text1"/>
              </w:rPr>
              <w:t>20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>.</w:t>
            </w:r>
          </w:p>
          <w:p w14:paraId="26DE945B" w14:textId="77777777" w:rsidR="000A3748" w:rsidRPr="00F049B5" w:rsidRDefault="000A3748" w:rsidP="000A3748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</w:p>
          <w:p w14:paraId="11A79291" w14:textId="177B5C1F" w:rsidR="000A3748" w:rsidRPr="00F049B5" w:rsidRDefault="000A3748" w:rsidP="000A3748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/>
                <w:bCs/>
                <w:color w:val="000000" w:themeColor="text1"/>
              </w:rPr>
              <w:t xml:space="preserve">Marca </w:t>
            </w:r>
            <w:r w:rsidR="00C04156">
              <w:rPr>
                <w:rFonts w:ascii="Poppins" w:hAnsi="Poppins" w:cs="Poppins"/>
                <w:b/>
                <w:bCs/>
                <w:color w:val="000000" w:themeColor="text1"/>
              </w:rPr>
              <w:t>Emmeti</w:t>
            </w:r>
            <w:r w:rsidRPr="00F049B5">
              <w:rPr>
                <w:rFonts w:ascii="Poppins" w:hAnsi="Poppins" w:cs="Poppins"/>
                <w:b/>
                <w:bCs/>
                <w:color w:val="000000" w:themeColor="text1"/>
              </w:rPr>
              <w:t xml:space="preserve"> – Modello Kit raccordi a bocchettone </w:t>
            </w:r>
            <w:r w:rsidR="00EE2606">
              <w:rPr>
                <w:rFonts w:ascii="Poppins" w:hAnsi="Poppins" w:cs="Poppins"/>
                <w:b/>
                <w:bCs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b/>
                <w:bCs/>
                <w:color w:val="000000" w:themeColor="text1"/>
              </w:rPr>
              <w:t>/4" F x 1/2" M o equivalente.</w:t>
            </w:r>
          </w:p>
        </w:tc>
      </w:tr>
      <w:tr w:rsidR="000A3748" w:rsidRPr="00013A5B" w14:paraId="531661D7" w14:textId="77777777" w:rsidTr="00A16FCA">
        <w:tc>
          <w:tcPr>
            <w:tcW w:w="1398" w:type="dxa"/>
          </w:tcPr>
          <w:p w14:paraId="47C50797" w14:textId="1CB4552B" w:rsidR="000A3748" w:rsidRPr="00F049B5" w:rsidRDefault="000A3748" w:rsidP="000A3748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>02709546</w:t>
            </w:r>
          </w:p>
        </w:tc>
        <w:tc>
          <w:tcPr>
            <w:tcW w:w="2297" w:type="dxa"/>
          </w:tcPr>
          <w:p w14:paraId="4D3400DA" w14:textId="2E4CAA4B" w:rsidR="000A3748" w:rsidRPr="00F049B5" w:rsidRDefault="003A147D" w:rsidP="000A3748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 xml:space="preserve">Misuratore di energia EVO </w:t>
            </w:r>
            <w:r w:rsidR="000A3748"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 xml:space="preserve">caldo/freddo con trasmissione dati con </w:t>
            </w:r>
            <w:r w:rsidR="00EE2606">
              <w:rPr>
                <w:rFonts w:ascii="Poppins" w:hAnsi="Poppins" w:cs="Poppins"/>
                <w:bCs/>
                <w:color w:val="000000" w:themeColor="text1"/>
                <w:sz w:val="20"/>
              </w:rPr>
              <w:t>3</w:t>
            </w:r>
            <w:r w:rsidR="000A3748"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 xml:space="preserve"> ingressi impulsivi</w:t>
            </w:r>
          </w:p>
          <w:p w14:paraId="5F1187CE" w14:textId="77777777" w:rsidR="000A3748" w:rsidRPr="00F049B5" w:rsidRDefault="000A3748" w:rsidP="000A3748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>DN 15</w:t>
            </w:r>
          </w:p>
          <w:p w14:paraId="6CC0FECC" w14:textId="6F1427F5" w:rsidR="000A3748" w:rsidRPr="00F049B5" w:rsidRDefault="000A3748" w:rsidP="000A3748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>0,6</w:t>
            </w:r>
            <w:r w:rsidR="00D14B86">
              <w:rPr>
                <w:rFonts w:ascii="Poppins" w:hAnsi="Poppins" w:cs="Poppins"/>
                <w:bCs/>
                <w:color w:val="000000" w:themeColor="text1"/>
                <w:sz w:val="20"/>
              </w:rPr>
              <w:t xml:space="preserve"> </w:t>
            </w:r>
            <w:r w:rsidR="00856252">
              <w:rPr>
                <w:rFonts w:ascii="Poppins" w:hAnsi="Poppins" w:cs="Poppins"/>
                <w:bCs/>
                <w:color w:val="000000" w:themeColor="text1"/>
                <w:sz w:val="20"/>
              </w:rPr>
              <w:t>-</w:t>
            </w:r>
            <w:r w:rsidR="00D14B86">
              <w:rPr>
                <w:rFonts w:ascii="Poppins" w:hAnsi="Poppins" w:cs="Poppins"/>
                <w:bCs/>
                <w:color w:val="000000" w:themeColor="text1"/>
                <w:sz w:val="20"/>
              </w:rPr>
              <w:t xml:space="preserve"> </w:t>
            </w: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>1,2 m</w:t>
            </w:r>
            <w:r w:rsidR="00D14A15" w:rsidRPr="00D14A15">
              <w:rPr>
                <w:rFonts w:ascii="Poppins" w:hAnsi="Poppins" w:cs="Poppins"/>
                <w:bCs/>
                <w:color w:val="000000" w:themeColor="text1"/>
                <w:sz w:val="20"/>
              </w:rPr>
              <w:t>3</w:t>
            </w: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>/h</w:t>
            </w:r>
          </w:p>
        </w:tc>
        <w:tc>
          <w:tcPr>
            <w:tcW w:w="5803" w:type="dxa"/>
          </w:tcPr>
          <w:p w14:paraId="48B1F3E5" w14:textId="0E421920" w:rsidR="000A3748" w:rsidRPr="00F049B5" w:rsidRDefault="003A147D" w:rsidP="000A3748">
            <w:pPr>
              <w:pStyle w:val="Testocommento"/>
              <w:jc w:val="both"/>
              <w:rPr>
                <w:rFonts w:ascii="Poppins" w:hAnsi="Poppins" w:cs="Poppins"/>
                <w:color w:val="000000" w:themeColor="text1"/>
              </w:rPr>
            </w:pPr>
            <w:r w:rsidRPr="00F049B5">
              <w:rPr>
                <w:rFonts w:ascii="Poppins" w:hAnsi="Poppins" w:cs="Poppins"/>
                <w:color w:val="000000" w:themeColor="text1"/>
              </w:rPr>
              <w:t xml:space="preserve">Misuratore di energia EVO </w:t>
            </w:r>
            <w:r w:rsidR="000A3748" w:rsidRPr="00F049B5">
              <w:rPr>
                <w:rFonts w:ascii="Poppins" w:hAnsi="Poppins" w:cs="Poppins"/>
                <w:color w:val="000000" w:themeColor="text1"/>
              </w:rPr>
              <w:t>con trasmissione dati tramite protocollo M</w:t>
            </w:r>
            <w:r w:rsidR="00856252">
              <w:rPr>
                <w:rFonts w:ascii="Poppins" w:hAnsi="Poppins" w:cs="Poppins"/>
                <w:color w:val="000000" w:themeColor="text1"/>
              </w:rPr>
              <w:t>-</w:t>
            </w:r>
            <w:r w:rsidR="000A3748" w:rsidRPr="00F049B5">
              <w:rPr>
                <w:rFonts w:ascii="Poppins" w:hAnsi="Poppins" w:cs="Poppins"/>
                <w:color w:val="000000" w:themeColor="text1"/>
              </w:rPr>
              <w:t>Bus, certificato in conformità al Dlgs n° 84 del 19/05/2016 (attuazione della direttiva europea MID 2014/</w:t>
            </w:r>
            <w:r w:rsidR="00EE2606">
              <w:rPr>
                <w:rFonts w:ascii="Poppins" w:hAnsi="Poppins" w:cs="Poppins"/>
                <w:color w:val="000000" w:themeColor="text1"/>
              </w:rPr>
              <w:t>3</w:t>
            </w:r>
            <w:r w:rsidR="000A3748" w:rsidRPr="00F049B5">
              <w:rPr>
                <w:rFonts w:ascii="Poppins" w:hAnsi="Poppins" w:cs="Poppins"/>
                <w:color w:val="000000" w:themeColor="text1"/>
              </w:rPr>
              <w:t>2/EU) solo con l’utilizzo di acqua come fluido termovettore, e conforme alla UNI EN 14</w:t>
            </w:r>
            <w:r w:rsidR="00EE2606">
              <w:rPr>
                <w:rFonts w:ascii="Poppins" w:hAnsi="Poppins" w:cs="Poppins"/>
                <w:color w:val="000000" w:themeColor="text1"/>
              </w:rPr>
              <w:t>3</w:t>
            </w:r>
            <w:r w:rsidR="000A3748" w:rsidRPr="00F049B5">
              <w:rPr>
                <w:rFonts w:ascii="Poppins" w:hAnsi="Poppins" w:cs="Poppins"/>
                <w:color w:val="000000" w:themeColor="text1"/>
              </w:rPr>
              <w:t>4, classe C, per il calcolo dei consumi di energia termica in regime di riscaldamento e raffrescamento.</w:t>
            </w:r>
          </w:p>
          <w:p w14:paraId="6DE67447" w14:textId="77777777" w:rsidR="000A3748" w:rsidRPr="00F049B5" w:rsidRDefault="000A3748" w:rsidP="000A3748">
            <w:pPr>
              <w:pStyle w:val="Testocommento"/>
              <w:jc w:val="both"/>
              <w:rPr>
                <w:rFonts w:ascii="Poppins" w:hAnsi="Poppins" w:cs="Poppins"/>
                <w:color w:val="000000" w:themeColor="text1"/>
              </w:rPr>
            </w:pPr>
            <w:r w:rsidRPr="00F049B5">
              <w:rPr>
                <w:rFonts w:ascii="Poppins" w:hAnsi="Poppins" w:cs="Poppins"/>
                <w:color w:val="000000" w:themeColor="text1"/>
              </w:rPr>
              <w:t>Configurato per installazione sul ritorno con possibilità di installazione sulla mandata.</w:t>
            </w:r>
          </w:p>
          <w:p w14:paraId="3D07AAB3" w14:textId="77777777" w:rsidR="000A3748" w:rsidRPr="00F049B5" w:rsidRDefault="000A3748" w:rsidP="000A3748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</w:p>
          <w:p w14:paraId="6A2C65DF" w14:textId="77777777" w:rsidR="000A3748" w:rsidRPr="00F049B5" w:rsidRDefault="000A3748" w:rsidP="000A3748">
            <w:pPr>
              <w:pStyle w:val="Testocommento"/>
              <w:jc w:val="both"/>
              <w:rPr>
                <w:rFonts w:ascii="Poppins" w:hAnsi="Poppins" w:cs="Poppins"/>
                <w:color w:val="000000" w:themeColor="text1"/>
              </w:rPr>
            </w:pPr>
            <w:r w:rsidRPr="00F049B5">
              <w:rPr>
                <w:rFonts w:ascii="Poppins" w:hAnsi="Poppins" w:cs="Poppins"/>
                <w:b/>
                <w:color w:val="000000" w:themeColor="text1"/>
              </w:rPr>
              <w:t>Dati tecnici:</w:t>
            </w:r>
          </w:p>
          <w:p w14:paraId="444D1BD7" w14:textId="3692FEEF" w:rsidR="000A3748" w:rsidRPr="00F049B5" w:rsidRDefault="000A3748" w:rsidP="000A3748">
            <w:pPr>
              <w:pStyle w:val="Testocommento"/>
              <w:numPr>
                <w:ilvl w:val="0"/>
                <w:numId w:val="39"/>
              </w:numPr>
              <w:jc w:val="both"/>
              <w:rPr>
                <w:rFonts w:ascii="Poppins" w:hAnsi="Poppins" w:cs="Poppins"/>
                <w:color w:val="000000" w:themeColor="text1"/>
              </w:rPr>
            </w:pPr>
            <w:r w:rsidRPr="00F049B5">
              <w:rPr>
                <w:rFonts w:ascii="Poppins" w:hAnsi="Poppins" w:cs="Poppins"/>
                <w:color w:val="000000" w:themeColor="text1"/>
              </w:rPr>
              <w:t>Classe di precisione secondo UNI EN 14</w:t>
            </w:r>
            <w:r w:rsidR="00EE2606">
              <w:rPr>
                <w:rFonts w:ascii="Poppins" w:hAnsi="Poppins" w:cs="Poppins"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color w:val="000000" w:themeColor="text1"/>
              </w:rPr>
              <w:t xml:space="preserve">4: </w:t>
            </w:r>
            <w:r w:rsidR="00EE2606">
              <w:rPr>
                <w:rFonts w:ascii="Poppins" w:hAnsi="Poppins" w:cs="Poppins"/>
                <w:color w:val="000000" w:themeColor="text1"/>
              </w:rPr>
              <w:t>3</w:t>
            </w:r>
          </w:p>
          <w:p w14:paraId="5D31DC4C" w14:textId="173E8D14" w:rsidR="000A3748" w:rsidRPr="00F049B5" w:rsidRDefault="000A3748" w:rsidP="000A3748">
            <w:pPr>
              <w:pStyle w:val="Testocommento"/>
              <w:numPr>
                <w:ilvl w:val="0"/>
                <w:numId w:val="39"/>
              </w:numPr>
              <w:jc w:val="both"/>
              <w:rPr>
                <w:rFonts w:ascii="Poppins" w:hAnsi="Poppins" w:cs="Poppins"/>
                <w:color w:val="000000" w:themeColor="text1"/>
              </w:rPr>
            </w:pPr>
            <w:r w:rsidRPr="00F049B5">
              <w:rPr>
                <w:rFonts w:ascii="Poppins" w:hAnsi="Poppins" w:cs="Poppins"/>
                <w:color w:val="000000" w:themeColor="text1"/>
              </w:rPr>
              <w:t>Classe ambientale secondo UNI EN 14</w:t>
            </w:r>
            <w:r w:rsidR="00EE2606">
              <w:rPr>
                <w:rFonts w:ascii="Poppins" w:hAnsi="Poppins" w:cs="Poppins"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color w:val="000000" w:themeColor="text1"/>
              </w:rPr>
              <w:t>4: C</w:t>
            </w:r>
          </w:p>
          <w:p w14:paraId="5CDD3D9A" w14:textId="2DAD2E09" w:rsidR="000A3748" w:rsidRPr="00F049B5" w:rsidRDefault="000A3748" w:rsidP="000A3748">
            <w:pPr>
              <w:pStyle w:val="Testocommento"/>
              <w:numPr>
                <w:ilvl w:val="0"/>
                <w:numId w:val="39"/>
              </w:numPr>
              <w:jc w:val="both"/>
              <w:rPr>
                <w:rFonts w:ascii="Poppins" w:hAnsi="Poppins" w:cs="Poppins"/>
                <w:color w:val="000000" w:themeColor="text1"/>
              </w:rPr>
            </w:pPr>
            <w:r w:rsidRPr="00F049B5">
              <w:rPr>
                <w:rFonts w:ascii="Poppins" w:hAnsi="Poppins" w:cs="Poppins"/>
                <w:color w:val="000000" w:themeColor="text1"/>
              </w:rPr>
              <w:t>Portata permanente: 0,6 m</w:t>
            </w:r>
            <w:r w:rsidR="00EE2606">
              <w:rPr>
                <w:rFonts w:ascii="Poppins" w:hAnsi="Poppins" w:cs="Poppins"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color w:val="000000" w:themeColor="text1"/>
              </w:rPr>
              <w:t>/h</w:t>
            </w:r>
          </w:p>
          <w:p w14:paraId="2E912FA9" w14:textId="14B7C8FA" w:rsidR="000A3748" w:rsidRPr="00F049B5" w:rsidRDefault="000A3748" w:rsidP="000A3748">
            <w:pPr>
              <w:pStyle w:val="Testocommento"/>
              <w:numPr>
                <w:ilvl w:val="0"/>
                <w:numId w:val="39"/>
              </w:numPr>
              <w:jc w:val="both"/>
              <w:rPr>
                <w:rFonts w:ascii="Poppins" w:hAnsi="Poppins" w:cs="Poppins"/>
                <w:color w:val="000000" w:themeColor="text1"/>
              </w:rPr>
            </w:pPr>
            <w:r w:rsidRPr="00F049B5">
              <w:rPr>
                <w:rFonts w:ascii="Poppins" w:hAnsi="Poppins" w:cs="Poppins"/>
                <w:color w:val="000000" w:themeColor="text1"/>
              </w:rPr>
              <w:t>Portata massima: 1,2 m</w:t>
            </w:r>
            <w:r w:rsidR="00EE2606">
              <w:rPr>
                <w:rFonts w:ascii="Poppins" w:hAnsi="Poppins" w:cs="Poppins"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color w:val="000000" w:themeColor="text1"/>
              </w:rPr>
              <w:t>/h</w:t>
            </w:r>
          </w:p>
          <w:p w14:paraId="12DE43C2" w14:textId="77777777" w:rsidR="000A3748" w:rsidRPr="00F049B5" w:rsidRDefault="000A3748" w:rsidP="000A3748">
            <w:pPr>
              <w:pStyle w:val="Testocommento"/>
              <w:numPr>
                <w:ilvl w:val="0"/>
                <w:numId w:val="39"/>
              </w:numPr>
              <w:jc w:val="both"/>
              <w:rPr>
                <w:rFonts w:ascii="Poppins" w:hAnsi="Poppins" w:cs="Poppins"/>
                <w:color w:val="000000" w:themeColor="text1"/>
              </w:rPr>
            </w:pPr>
            <w:r w:rsidRPr="00F049B5">
              <w:rPr>
                <w:rFonts w:ascii="Poppins" w:hAnsi="Poppins" w:cs="Poppins"/>
                <w:color w:val="000000" w:themeColor="text1"/>
              </w:rPr>
              <w:t>Portata minima misura: installazione orizzontale 12 l/h, installazione verticale 24 l/h</w:t>
            </w:r>
          </w:p>
          <w:p w14:paraId="73DA2963" w14:textId="77777777" w:rsidR="000A3748" w:rsidRPr="00F049B5" w:rsidRDefault="000A3748" w:rsidP="000A3748">
            <w:pPr>
              <w:pStyle w:val="Testocommento"/>
              <w:numPr>
                <w:ilvl w:val="0"/>
                <w:numId w:val="39"/>
              </w:numPr>
              <w:jc w:val="both"/>
              <w:rPr>
                <w:rFonts w:ascii="Poppins" w:hAnsi="Poppins" w:cs="Poppins"/>
                <w:color w:val="000000" w:themeColor="text1"/>
              </w:rPr>
            </w:pPr>
            <w:r w:rsidRPr="00F049B5">
              <w:rPr>
                <w:rFonts w:ascii="Poppins" w:hAnsi="Poppins" w:cs="Poppins"/>
                <w:color w:val="000000" w:themeColor="text1"/>
              </w:rPr>
              <w:t>Pressione nominale: 16 bar</w:t>
            </w:r>
          </w:p>
          <w:p w14:paraId="1372B8D9" w14:textId="77777777" w:rsidR="000A3748" w:rsidRPr="00F049B5" w:rsidRDefault="000A3748" w:rsidP="000A3748">
            <w:pPr>
              <w:pStyle w:val="Testocommento"/>
              <w:numPr>
                <w:ilvl w:val="0"/>
                <w:numId w:val="39"/>
              </w:numPr>
              <w:jc w:val="both"/>
              <w:rPr>
                <w:rFonts w:ascii="Poppins" w:hAnsi="Poppins" w:cs="Poppins"/>
                <w:color w:val="000000" w:themeColor="text1"/>
              </w:rPr>
            </w:pPr>
            <w:r w:rsidRPr="00F049B5">
              <w:rPr>
                <w:rFonts w:ascii="Poppins" w:hAnsi="Poppins" w:cs="Poppins"/>
                <w:color w:val="000000" w:themeColor="text1"/>
              </w:rPr>
              <w:t xml:space="preserve">Range di temperatura misuratore di portata: 5 ÷ 90 °C </w:t>
            </w:r>
          </w:p>
          <w:p w14:paraId="332A164E" w14:textId="49D9DFF9" w:rsidR="000A3748" w:rsidRPr="00F049B5" w:rsidRDefault="000A3748" w:rsidP="000A3748">
            <w:pPr>
              <w:pStyle w:val="Testocommento"/>
              <w:numPr>
                <w:ilvl w:val="0"/>
                <w:numId w:val="39"/>
              </w:numPr>
              <w:jc w:val="both"/>
              <w:rPr>
                <w:rFonts w:ascii="Poppins" w:hAnsi="Poppins" w:cs="Poppins"/>
                <w:color w:val="000000" w:themeColor="text1"/>
              </w:rPr>
            </w:pPr>
            <w:r w:rsidRPr="00F049B5">
              <w:rPr>
                <w:rFonts w:ascii="Poppins" w:hAnsi="Poppins" w:cs="Poppins"/>
                <w:color w:val="000000" w:themeColor="text1"/>
              </w:rPr>
              <w:t xml:space="preserve">Range di temperatura </w:t>
            </w:r>
            <w:r w:rsidR="003A147D" w:rsidRPr="00F049B5">
              <w:rPr>
                <w:rFonts w:ascii="Poppins" w:hAnsi="Poppins" w:cs="Poppins"/>
                <w:color w:val="000000" w:themeColor="text1"/>
              </w:rPr>
              <w:t>unità elettronica EVO:</w:t>
            </w:r>
            <w:r w:rsidRPr="00F049B5">
              <w:rPr>
                <w:rFonts w:ascii="Poppins" w:hAnsi="Poppins" w:cs="Poppins"/>
                <w:color w:val="000000" w:themeColor="text1"/>
              </w:rPr>
              <w:t xml:space="preserve"> 0 ÷ 150 °C</w:t>
            </w:r>
          </w:p>
          <w:p w14:paraId="70A66E06" w14:textId="2E55BE7B" w:rsidR="000A3748" w:rsidRPr="00F049B5" w:rsidRDefault="000A3748" w:rsidP="000A3748">
            <w:pPr>
              <w:pStyle w:val="Testocommento"/>
              <w:numPr>
                <w:ilvl w:val="0"/>
                <w:numId w:val="39"/>
              </w:numPr>
              <w:jc w:val="both"/>
              <w:rPr>
                <w:rFonts w:ascii="Poppins" w:hAnsi="Poppins" w:cs="Poppins"/>
                <w:color w:val="000000" w:themeColor="text1"/>
              </w:rPr>
            </w:pPr>
            <w:r w:rsidRPr="00F049B5">
              <w:rPr>
                <w:rFonts w:ascii="Poppins" w:hAnsi="Poppins" w:cs="Poppins"/>
                <w:color w:val="000000" w:themeColor="text1"/>
              </w:rPr>
              <w:t>Differenza di temperatura mandata</w:t>
            </w:r>
            <w:r w:rsidR="00856252">
              <w:rPr>
                <w:rFonts w:ascii="Poppins" w:hAnsi="Poppins" w:cs="Poppins"/>
                <w:color w:val="000000" w:themeColor="text1"/>
              </w:rPr>
              <w:t>-</w:t>
            </w:r>
            <w:r w:rsidRPr="00F049B5">
              <w:rPr>
                <w:rFonts w:ascii="Poppins" w:hAnsi="Poppins" w:cs="Poppins"/>
                <w:color w:val="000000" w:themeColor="text1"/>
              </w:rPr>
              <w:t xml:space="preserve">ritorno: </w:t>
            </w:r>
            <w:r w:rsidR="00EE2606">
              <w:rPr>
                <w:rFonts w:ascii="Poppins" w:hAnsi="Poppins" w:cs="Poppins"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color w:val="000000" w:themeColor="text1"/>
              </w:rPr>
              <w:t xml:space="preserve"> ÷ 100 K</w:t>
            </w:r>
          </w:p>
          <w:p w14:paraId="3BD7C528" w14:textId="7EF35D81" w:rsidR="000A3748" w:rsidRPr="00F049B5" w:rsidRDefault="000A3748" w:rsidP="000A3748">
            <w:pPr>
              <w:pStyle w:val="Testocommento"/>
              <w:numPr>
                <w:ilvl w:val="0"/>
                <w:numId w:val="39"/>
              </w:numPr>
              <w:jc w:val="both"/>
              <w:rPr>
                <w:rFonts w:ascii="Poppins" w:hAnsi="Poppins" w:cs="Poppins"/>
                <w:color w:val="000000" w:themeColor="text1"/>
              </w:rPr>
            </w:pPr>
            <w:r w:rsidRPr="00F049B5">
              <w:rPr>
                <w:rFonts w:ascii="Poppins" w:hAnsi="Poppins" w:cs="Poppins"/>
                <w:color w:val="000000" w:themeColor="text1"/>
              </w:rPr>
              <w:t xml:space="preserve">Tipo di sonde: Pt1000 </w:t>
            </w:r>
            <w:r w:rsidR="00856252">
              <w:rPr>
                <w:rFonts w:ascii="Poppins" w:hAnsi="Poppins" w:cs="Poppins"/>
                <w:color w:val="000000" w:themeColor="text1"/>
              </w:rPr>
              <w:t>-</w:t>
            </w:r>
            <w:r w:rsidRPr="00F049B5">
              <w:rPr>
                <w:rFonts w:ascii="Poppins" w:hAnsi="Poppins" w:cs="Poppins"/>
                <w:color w:val="000000" w:themeColor="text1"/>
              </w:rPr>
              <w:t xml:space="preserve"> Ø 5 mm </w:t>
            </w:r>
            <w:r w:rsidR="00856252">
              <w:rPr>
                <w:rFonts w:ascii="Poppins" w:hAnsi="Poppins" w:cs="Poppins"/>
                <w:color w:val="000000" w:themeColor="text1"/>
              </w:rPr>
              <w:t>-</w:t>
            </w:r>
            <w:r w:rsidRPr="00F049B5">
              <w:rPr>
                <w:rFonts w:ascii="Poppins" w:hAnsi="Poppins" w:cs="Poppins"/>
                <w:color w:val="000000" w:themeColor="text1"/>
              </w:rPr>
              <w:t xml:space="preserve"> cavo 1,5 m</w:t>
            </w:r>
          </w:p>
          <w:p w14:paraId="5FB35570" w14:textId="77777777" w:rsidR="000A3748" w:rsidRPr="00F049B5" w:rsidRDefault="000A3748" w:rsidP="000A3748">
            <w:pPr>
              <w:pStyle w:val="Testocommento"/>
              <w:numPr>
                <w:ilvl w:val="0"/>
                <w:numId w:val="39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>Ingressi impulsivi per collegamento contatori volumetrici: 10 l/imp</w:t>
            </w:r>
          </w:p>
          <w:p w14:paraId="7DE19595" w14:textId="7DAAC99C" w:rsidR="000A3748" w:rsidRPr="00F049B5" w:rsidRDefault="000A3748" w:rsidP="000A3748">
            <w:pPr>
              <w:pStyle w:val="Testocommento"/>
              <w:numPr>
                <w:ilvl w:val="0"/>
                <w:numId w:val="39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>Interfacce: ottica, M</w:t>
            </w:r>
            <w:r w:rsidR="00856252">
              <w:rPr>
                <w:rFonts w:ascii="Poppins" w:hAnsi="Poppins" w:cs="Poppins"/>
                <w:bCs/>
                <w:color w:val="000000" w:themeColor="text1"/>
              </w:rPr>
              <w:t>-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>Bus</w:t>
            </w:r>
          </w:p>
          <w:p w14:paraId="5234648C" w14:textId="77777777" w:rsidR="000A3748" w:rsidRPr="00F049B5" w:rsidRDefault="000A3748" w:rsidP="000A3748">
            <w:pPr>
              <w:pStyle w:val="Testocommento"/>
              <w:numPr>
                <w:ilvl w:val="0"/>
                <w:numId w:val="39"/>
              </w:numPr>
              <w:jc w:val="both"/>
              <w:rPr>
                <w:rFonts w:ascii="Poppins" w:hAnsi="Poppins" w:cs="Poppins"/>
                <w:color w:val="000000" w:themeColor="text1"/>
              </w:rPr>
            </w:pPr>
            <w:r w:rsidRPr="00F049B5">
              <w:rPr>
                <w:rFonts w:ascii="Poppins" w:hAnsi="Poppins" w:cs="Poppins"/>
                <w:color w:val="000000" w:themeColor="text1"/>
              </w:rPr>
              <w:t>Lunghezza: 110 mm</w:t>
            </w:r>
          </w:p>
          <w:p w14:paraId="3F022C98" w14:textId="51A99F72" w:rsidR="000A3748" w:rsidRPr="00F049B5" w:rsidRDefault="000A3748" w:rsidP="000A3748">
            <w:pPr>
              <w:pStyle w:val="Testocommento"/>
              <w:numPr>
                <w:ilvl w:val="0"/>
                <w:numId w:val="39"/>
              </w:numPr>
              <w:jc w:val="both"/>
              <w:rPr>
                <w:rFonts w:ascii="Poppins" w:hAnsi="Poppins" w:cs="Poppins"/>
                <w:color w:val="000000" w:themeColor="text1"/>
              </w:rPr>
            </w:pPr>
            <w:r w:rsidRPr="00F049B5">
              <w:rPr>
                <w:rFonts w:ascii="Poppins" w:hAnsi="Poppins" w:cs="Poppins"/>
                <w:color w:val="000000" w:themeColor="text1"/>
              </w:rPr>
              <w:t xml:space="preserve">Attacchi filettati: </w:t>
            </w:r>
            <w:r w:rsidR="00D14B86">
              <w:rPr>
                <w:rFonts w:ascii="Poppins" w:hAnsi="Poppins" w:cs="Poppins"/>
                <w:color w:val="000000" w:themeColor="text1"/>
              </w:rPr>
              <w:t>3/4</w:t>
            </w:r>
            <w:r w:rsidRPr="00F049B5">
              <w:rPr>
                <w:rFonts w:ascii="Poppins" w:hAnsi="Poppins" w:cs="Poppins"/>
                <w:color w:val="000000" w:themeColor="text1"/>
              </w:rPr>
              <w:t>” maschio</w:t>
            </w:r>
          </w:p>
          <w:p w14:paraId="5175A5F9" w14:textId="77777777" w:rsidR="000A3748" w:rsidRPr="00F049B5" w:rsidRDefault="000A3748" w:rsidP="000A3748">
            <w:pPr>
              <w:pStyle w:val="Testocommento"/>
              <w:numPr>
                <w:ilvl w:val="0"/>
                <w:numId w:val="39"/>
              </w:numPr>
              <w:jc w:val="both"/>
              <w:rPr>
                <w:rFonts w:ascii="Poppins" w:hAnsi="Poppins" w:cs="Poppins"/>
                <w:color w:val="000000" w:themeColor="text1"/>
              </w:rPr>
            </w:pPr>
            <w:r w:rsidRPr="00F049B5">
              <w:rPr>
                <w:rFonts w:ascii="Poppins" w:hAnsi="Poppins" w:cs="Poppins"/>
                <w:color w:val="000000" w:themeColor="text1"/>
              </w:rPr>
              <w:t xml:space="preserve">Alimentazione a batteria, la cui durata massima stimata, ma non garantita, è pari a 10 anni (la durata della batteria è influenzata dalle condizioni di installazione e di utilizzo). </w:t>
            </w:r>
          </w:p>
          <w:p w14:paraId="296D2ABC" w14:textId="77777777" w:rsidR="000A3748" w:rsidRPr="00F049B5" w:rsidRDefault="000A3748" w:rsidP="000A3748">
            <w:pPr>
              <w:pStyle w:val="Testocommento"/>
              <w:numPr>
                <w:ilvl w:val="0"/>
                <w:numId w:val="39"/>
              </w:numPr>
              <w:jc w:val="both"/>
              <w:rPr>
                <w:rFonts w:ascii="Poppins" w:hAnsi="Poppins" w:cs="Poppins"/>
                <w:color w:val="000000" w:themeColor="text1"/>
              </w:rPr>
            </w:pPr>
            <w:r w:rsidRPr="00F049B5">
              <w:rPr>
                <w:rFonts w:ascii="Poppins" w:hAnsi="Poppins" w:cs="Poppins"/>
                <w:color w:val="000000" w:themeColor="text1"/>
              </w:rPr>
              <w:lastRenderedPageBreak/>
              <w:t xml:space="preserve">La batteria è garantita 4 anni dalla data di vendita. </w:t>
            </w:r>
          </w:p>
          <w:p w14:paraId="5C0D29A4" w14:textId="77777777" w:rsidR="000A3748" w:rsidRPr="00F049B5" w:rsidRDefault="000A3748" w:rsidP="000A3748">
            <w:pPr>
              <w:pStyle w:val="Testocommento"/>
              <w:numPr>
                <w:ilvl w:val="0"/>
                <w:numId w:val="39"/>
              </w:numPr>
              <w:jc w:val="both"/>
              <w:rPr>
                <w:rFonts w:ascii="Poppins" w:hAnsi="Poppins" w:cs="Poppins"/>
                <w:color w:val="000000" w:themeColor="text1"/>
              </w:rPr>
            </w:pPr>
            <w:r w:rsidRPr="00F049B5">
              <w:rPr>
                <w:rFonts w:ascii="Poppins" w:hAnsi="Poppins" w:cs="Poppins"/>
                <w:color w:val="000000" w:themeColor="text1"/>
              </w:rPr>
              <w:t xml:space="preserve">Batteria sostituibile. </w:t>
            </w:r>
          </w:p>
          <w:p w14:paraId="00034D07" w14:textId="0D5C9D01" w:rsidR="000A3748" w:rsidRPr="00F049B5" w:rsidRDefault="000A3748" w:rsidP="000A3748">
            <w:pPr>
              <w:pStyle w:val="Testocommento"/>
              <w:numPr>
                <w:ilvl w:val="0"/>
                <w:numId w:val="39"/>
              </w:numPr>
              <w:jc w:val="both"/>
              <w:rPr>
                <w:rFonts w:ascii="Poppins" w:hAnsi="Poppins" w:cs="Poppins"/>
                <w:color w:val="000000" w:themeColor="text1"/>
              </w:rPr>
            </w:pPr>
            <w:r w:rsidRPr="00F049B5">
              <w:rPr>
                <w:rFonts w:ascii="Poppins" w:hAnsi="Poppins" w:cs="Poppins"/>
                <w:color w:val="000000" w:themeColor="text1"/>
              </w:rPr>
              <w:t>Predisposizione per alimentazione esterna (2</w:t>
            </w:r>
            <w:r w:rsidR="00EE2606">
              <w:rPr>
                <w:rFonts w:ascii="Poppins" w:hAnsi="Poppins" w:cs="Poppins"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color w:val="000000" w:themeColor="text1"/>
              </w:rPr>
              <w:t xml:space="preserve">0 Vac) tramite alimentatore opzionale. </w:t>
            </w:r>
          </w:p>
          <w:p w14:paraId="19AEADDB" w14:textId="77777777" w:rsidR="000A3748" w:rsidRPr="00F049B5" w:rsidRDefault="000A3748" w:rsidP="000A3748">
            <w:pPr>
              <w:pStyle w:val="Testocommento"/>
              <w:numPr>
                <w:ilvl w:val="0"/>
                <w:numId w:val="39"/>
              </w:numPr>
              <w:jc w:val="both"/>
              <w:rPr>
                <w:rFonts w:ascii="Poppins" w:hAnsi="Poppins" w:cs="Poppins"/>
                <w:color w:val="000000" w:themeColor="text1"/>
              </w:rPr>
            </w:pPr>
            <w:r w:rsidRPr="00F049B5">
              <w:rPr>
                <w:rFonts w:ascii="Poppins" w:hAnsi="Poppins" w:cs="Poppins"/>
                <w:color w:val="000000" w:themeColor="text1"/>
              </w:rPr>
              <w:t>Grado di protezione: IP65.</w:t>
            </w:r>
          </w:p>
          <w:p w14:paraId="5D5079C2" w14:textId="77777777" w:rsidR="000A3748" w:rsidRPr="00F049B5" w:rsidRDefault="000A3748" w:rsidP="000A3748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</w:p>
          <w:p w14:paraId="42FBDB3C" w14:textId="1589BB0E" w:rsidR="000A3748" w:rsidRPr="00F049B5" w:rsidRDefault="000A3748" w:rsidP="000A3748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/>
                <w:bCs/>
                <w:color w:val="000000" w:themeColor="text1"/>
              </w:rPr>
              <w:t xml:space="preserve">Marca </w:t>
            </w:r>
            <w:r w:rsidR="00C04156">
              <w:rPr>
                <w:rFonts w:ascii="Poppins" w:hAnsi="Poppins" w:cs="Poppins"/>
                <w:b/>
                <w:bCs/>
                <w:color w:val="000000" w:themeColor="text1"/>
              </w:rPr>
              <w:t>Emmeti</w:t>
            </w:r>
            <w:r w:rsidRPr="00F049B5">
              <w:rPr>
                <w:rFonts w:ascii="Poppins" w:hAnsi="Poppins" w:cs="Poppins"/>
                <w:b/>
                <w:bCs/>
                <w:color w:val="000000" w:themeColor="text1"/>
              </w:rPr>
              <w:t xml:space="preserve"> – Modello </w:t>
            </w:r>
            <w:r w:rsidR="003A147D" w:rsidRPr="00F049B5">
              <w:rPr>
                <w:rFonts w:ascii="Poppins" w:hAnsi="Poppins" w:cs="Poppins"/>
                <w:b/>
                <w:bCs/>
                <w:color w:val="000000" w:themeColor="text1"/>
              </w:rPr>
              <w:t xml:space="preserve">Misuratore di energia EVO </w:t>
            </w:r>
            <w:r w:rsidRPr="00F049B5">
              <w:rPr>
                <w:rFonts w:ascii="Poppins" w:hAnsi="Poppins" w:cs="Poppins"/>
                <w:b/>
                <w:bCs/>
                <w:color w:val="000000" w:themeColor="text1"/>
              </w:rPr>
              <w:t xml:space="preserve">caldo/freddo con trasmissione dati con </w:t>
            </w:r>
            <w:r w:rsidR="00EE2606">
              <w:rPr>
                <w:rFonts w:ascii="Poppins" w:hAnsi="Poppins" w:cs="Poppins"/>
                <w:b/>
                <w:bCs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b/>
                <w:bCs/>
                <w:color w:val="000000" w:themeColor="text1"/>
              </w:rPr>
              <w:t xml:space="preserve"> ingressi impulsivi DN 15 0,6</w:t>
            </w:r>
            <w:r w:rsidR="00D14B86">
              <w:rPr>
                <w:rFonts w:ascii="Poppins" w:hAnsi="Poppins" w:cs="Poppins"/>
                <w:b/>
                <w:bCs/>
                <w:color w:val="000000" w:themeColor="text1"/>
              </w:rPr>
              <w:t xml:space="preserve"> </w:t>
            </w:r>
            <w:r w:rsidR="00856252">
              <w:rPr>
                <w:rFonts w:ascii="Poppins" w:hAnsi="Poppins" w:cs="Poppins"/>
                <w:b/>
                <w:bCs/>
                <w:color w:val="000000" w:themeColor="text1"/>
              </w:rPr>
              <w:t>-</w:t>
            </w:r>
            <w:r w:rsidR="00D14B86">
              <w:rPr>
                <w:rFonts w:ascii="Poppins" w:hAnsi="Poppins" w:cs="Poppins"/>
                <w:b/>
                <w:bCs/>
                <w:color w:val="000000" w:themeColor="text1"/>
              </w:rPr>
              <w:t xml:space="preserve"> </w:t>
            </w:r>
            <w:r w:rsidRPr="00F049B5">
              <w:rPr>
                <w:rFonts w:ascii="Poppins" w:hAnsi="Poppins" w:cs="Poppins"/>
                <w:b/>
                <w:bCs/>
                <w:color w:val="000000" w:themeColor="text1"/>
              </w:rPr>
              <w:t>1,2 m</w:t>
            </w:r>
            <w:r w:rsidR="00EE2606">
              <w:rPr>
                <w:rFonts w:ascii="Poppins" w:hAnsi="Poppins" w:cs="Poppins"/>
                <w:b/>
                <w:bCs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b/>
                <w:bCs/>
                <w:color w:val="000000" w:themeColor="text1"/>
              </w:rPr>
              <w:t>/h o equivalente.</w:t>
            </w:r>
          </w:p>
        </w:tc>
      </w:tr>
      <w:tr w:rsidR="000A3748" w:rsidRPr="00E655F6" w14:paraId="1275BE7D" w14:textId="77777777" w:rsidTr="00A16FCA">
        <w:tc>
          <w:tcPr>
            <w:tcW w:w="1398" w:type="dxa"/>
          </w:tcPr>
          <w:p w14:paraId="01DA8630" w14:textId="4A198BBD" w:rsidR="000A3748" w:rsidRPr="00F049B5" w:rsidRDefault="000A3748" w:rsidP="000A3748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lastRenderedPageBreak/>
              <w:t>02709548</w:t>
            </w:r>
          </w:p>
        </w:tc>
        <w:tc>
          <w:tcPr>
            <w:tcW w:w="2297" w:type="dxa"/>
          </w:tcPr>
          <w:p w14:paraId="5112B2B1" w14:textId="49CDDF0B" w:rsidR="000A3748" w:rsidRPr="00F049B5" w:rsidRDefault="003A147D" w:rsidP="000A3748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 xml:space="preserve">Misuratore di energia EVO </w:t>
            </w:r>
            <w:r w:rsidR="000A3748"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 xml:space="preserve">caldo/freddo con trasmissione dati con </w:t>
            </w:r>
            <w:r w:rsidR="00EE2606">
              <w:rPr>
                <w:rFonts w:ascii="Poppins" w:hAnsi="Poppins" w:cs="Poppins"/>
                <w:bCs/>
                <w:color w:val="000000" w:themeColor="text1"/>
                <w:sz w:val="20"/>
              </w:rPr>
              <w:t>3</w:t>
            </w:r>
            <w:r w:rsidR="000A3748"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 xml:space="preserve"> ingressi impulsivi</w:t>
            </w:r>
          </w:p>
          <w:p w14:paraId="555E12C1" w14:textId="77777777" w:rsidR="000A3748" w:rsidRPr="00F049B5" w:rsidRDefault="000A3748" w:rsidP="000A3748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>DN 15</w:t>
            </w:r>
          </w:p>
          <w:p w14:paraId="375A849A" w14:textId="3F3F7203" w:rsidR="000A3748" w:rsidRPr="00F049B5" w:rsidRDefault="000A3748" w:rsidP="000A3748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>1,5</w:t>
            </w:r>
            <w:r w:rsidR="007379B9">
              <w:rPr>
                <w:rFonts w:ascii="Poppins" w:hAnsi="Poppins" w:cs="Poppins"/>
                <w:bCs/>
                <w:color w:val="000000" w:themeColor="text1"/>
                <w:sz w:val="20"/>
              </w:rPr>
              <w:t xml:space="preserve"> </w:t>
            </w:r>
            <w:r w:rsidR="00856252">
              <w:rPr>
                <w:rFonts w:ascii="Poppins" w:hAnsi="Poppins" w:cs="Poppins"/>
                <w:bCs/>
                <w:color w:val="000000" w:themeColor="text1"/>
                <w:sz w:val="20"/>
              </w:rPr>
              <w:t>-</w:t>
            </w:r>
            <w:r w:rsidR="007379B9">
              <w:rPr>
                <w:rFonts w:ascii="Poppins" w:hAnsi="Poppins" w:cs="Poppins"/>
                <w:bCs/>
                <w:color w:val="000000" w:themeColor="text1"/>
                <w:sz w:val="20"/>
              </w:rPr>
              <w:t xml:space="preserve"> </w:t>
            </w:r>
            <w:r w:rsidR="00EE2606">
              <w:rPr>
                <w:rFonts w:ascii="Poppins" w:hAnsi="Poppins" w:cs="Poppins"/>
                <w:bCs/>
                <w:color w:val="000000" w:themeColor="text1"/>
                <w:sz w:val="20"/>
              </w:rPr>
              <w:t>3</w:t>
            </w: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>,0 m</w:t>
            </w:r>
            <w:r w:rsidR="00EE2606" w:rsidRPr="007379B9">
              <w:rPr>
                <w:rFonts w:ascii="Poppins" w:hAnsi="Poppins" w:cs="Poppins"/>
                <w:bCs/>
                <w:color w:val="000000" w:themeColor="text1"/>
                <w:sz w:val="20"/>
              </w:rPr>
              <w:t>3</w:t>
            </w: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>/h</w:t>
            </w:r>
          </w:p>
        </w:tc>
        <w:tc>
          <w:tcPr>
            <w:tcW w:w="5803" w:type="dxa"/>
          </w:tcPr>
          <w:p w14:paraId="18A4A892" w14:textId="73819A13" w:rsidR="000A3748" w:rsidRPr="00F049B5" w:rsidRDefault="003A147D" w:rsidP="000A3748">
            <w:pPr>
              <w:pStyle w:val="Testocommento"/>
              <w:jc w:val="both"/>
              <w:rPr>
                <w:rFonts w:ascii="Poppins" w:hAnsi="Poppins" w:cs="Poppins"/>
                <w:color w:val="000000" w:themeColor="text1"/>
              </w:rPr>
            </w:pPr>
            <w:r w:rsidRPr="00F049B5">
              <w:rPr>
                <w:rFonts w:ascii="Poppins" w:hAnsi="Poppins" w:cs="Poppins"/>
                <w:color w:val="000000" w:themeColor="text1"/>
              </w:rPr>
              <w:t xml:space="preserve">Misuratore di energia EVO </w:t>
            </w:r>
            <w:r w:rsidR="000A3748" w:rsidRPr="00F049B5">
              <w:rPr>
                <w:rFonts w:ascii="Poppins" w:hAnsi="Poppins" w:cs="Poppins"/>
                <w:color w:val="000000" w:themeColor="text1"/>
              </w:rPr>
              <w:t>con trasmissione dati tramite protocollo M</w:t>
            </w:r>
            <w:r w:rsidR="00856252">
              <w:rPr>
                <w:rFonts w:ascii="Poppins" w:hAnsi="Poppins" w:cs="Poppins"/>
                <w:color w:val="000000" w:themeColor="text1"/>
              </w:rPr>
              <w:t>-</w:t>
            </w:r>
            <w:r w:rsidR="000A3748" w:rsidRPr="00F049B5">
              <w:rPr>
                <w:rFonts w:ascii="Poppins" w:hAnsi="Poppins" w:cs="Poppins"/>
                <w:color w:val="000000" w:themeColor="text1"/>
              </w:rPr>
              <w:t>Bus, certificato in conformità al Dlgs n° 84 del 19/05/2016 (attuazione della direttiva europea MID 2014/</w:t>
            </w:r>
            <w:r w:rsidR="00EE2606">
              <w:rPr>
                <w:rFonts w:ascii="Poppins" w:hAnsi="Poppins" w:cs="Poppins"/>
                <w:color w:val="000000" w:themeColor="text1"/>
              </w:rPr>
              <w:t>3</w:t>
            </w:r>
            <w:r w:rsidR="000A3748" w:rsidRPr="00F049B5">
              <w:rPr>
                <w:rFonts w:ascii="Poppins" w:hAnsi="Poppins" w:cs="Poppins"/>
                <w:color w:val="000000" w:themeColor="text1"/>
              </w:rPr>
              <w:t>2/EU) solo con l’utilizzo di acqua come fluido termovettore, e conforme alla UNI EN 14</w:t>
            </w:r>
            <w:r w:rsidR="00EE2606">
              <w:rPr>
                <w:rFonts w:ascii="Poppins" w:hAnsi="Poppins" w:cs="Poppins"/>
                <w:color w:val="000000" w:themeColor="text1"/>
              </w:rPr>
              <w:t>3</w:t>
            </w:r>
            <w:r w:rsidR="000A3748" w:rsidRPr="00F049B5">
              <w:rPr>
                <w:rFonts w:ascii="Poppins" w:hAnsi="Poppins" w:cs="Poppins"/>
                <w:color w:val="000000" w:themeColor="text1"/>
              </w:rPr>
              <w:t>4, classe C, per il calcolo dei consumi di energia termica in regime di riscaldamento e raffrescamento.</w:t>
            </w:r>
          </w:p>
          <w:p w14:paraId="7FE3959E" w14:textId="77777777" w:rsidR="000A3748" w:rsidRPr="00F049B5" w:rsidRDefault="000A3748" w:rsidP="000A3748">
            <w:pPr>
              <w:pStyle w:val="Testocommento"/>
              <w:jc w:val="both"/>
              <w:rPr>
                <w:rFonts w:ascii="Poppins" w:hAnsi="Poppins" w:cs="Poppins"/>
                <w:color w:val="000000" w:themeColor="text1"/>
              </w:rPr>
            </w:pPr>
            <w:r w:rsidRPr="00F049B5">
              <w:rPr>
                <w:rFonts w:ascii="Poppins" w:hAnsi="Poppins" w:cs="Poppins"/>
                <w:color w:val="000000" w:themeColor="text1"/>
              </w:rPr>
              <w:t>Configurato per installazione sul ritorno con possibilità di installazione sulla mandata.</w:t>
            </w:r>
          </w:p>
          <w:p w14:paraId="58EFD186" w14:textId="77777777" w:rsidR="000A3748" w:rsidRPr="00F049B5" w:rsidRDefault="000A3748" w:rsidP="000A3748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</w:p>
          <w:p w14:paraId="0345D6BA" w14:textId="77777777" w:rsidR="000A3748" w:rsidRPr="00F049B5" w:rsidRDefault="000A3748" w:rsidP="000A3748">
            <w:pPr>
              <w:pStyle w:val="Testocommento"/>
              <w:jc w:val="both"/>
              <w:rPr>
                <w:rFonts w:ascii="Poppins" w:hAnsi="Poppins" w:cs="Poppins"/>
                <w:color w:val="000000" w:themeColor="text1"/>
              </w:rPr>
            </w:pPr>
            <w:r w:rsidRPr="00F049B5">
              <w:rPr>
                <w:rFonts w:ascii="Poppins" w:hAnsi="Poppins" w:cs="Poppins"/>
                <w:b/>
                <w:color w:val="000000" w:themeColor="text1"/>
              </w:rPr>
              <w:t>Dati tecnici:</w:t>
            </w:r>
          </w:p>
          <w:p w14:paraId="294B5744" w14:textId="7984EF43" w:rsidR="000A3748" w:rsidRPr="00F049B5" w:rsidRDefault="000A3748" w:rsidP="000A3748">
            <w:pPr>
              <w:pStyle w:val="Testocommento"/>
              <w:numPr>
                <w:ilvl w:val="0"/>
                <w:numId w:val="39"/>
              </w:numPr>
              <w:jc w:val="both"/>
              <w:rPr>
                <w:rFonts w:ascii="Poppins" w:hAnsi="Poppins" w:cs="Poppins"/>
                <w:color w:val="000000" w:themeColor="text1"/>
              </w:rPr>
            </w:pPr>
            <w:r w:rsidRPr="00F049B5">
              <w:rPr>
                <w:rFonts w:ascii="Poppins" w:hAnsi="Poppins" w:cs="Poppins"/>
                <w:color w:val="000000" w:themeColor="text1"/>
              </w:rPr>
              <w:t>Classe di precisione secondo UNI EN 14</w:t>
            </w:r>
            <w:r w:rsidR="00EE2606">
              <w:rPr>
                <w:rFonts w:ascii="Poppins" w:hAnsi="Poppins" w:cs="Poppins"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color w:val="000000" w:themeColor="text1"/>
              </w:rPr>
              <w:t xml:space="preserve">4: </w:t>
            </w:r>
            <w:r w:rsidR="00EE2606">
              <w:rPr>
                <w:rFonts w:ascii="Poppins" w:hAnsi="Poppins" w:cs="Poppins"/>
                <w:color w:val="000000" w:themeColor="text1"/>
              </w:rPr>
              <w:t>3</w:t>
            </w:r>
          </w:p>
          <w:p w14:paraId="4A5FA04D" w14:textId="393CD85F" w:rsidR="000A3748" w:rsidRPr="00F049B5" w:rsidRDefault="000A3748" w:rsidP="000A3748">
            <w:pPr>
              <w:pStyle w:val="Testocommento"/>
              <w:numPr>
                <w:ilvl w:val="0"/>
                <w:numId w:val="39"/>
              </w:numPr>
              <w:jc w:val="both"/>
              <w:rPr>
                <w:rFonts w:ascii="Poppins" w:hAnsi="Poppins" w:cs="Poppins"/>
                <w:color w:val="000000" w:themeColor="text1"/>
              </w:rPr>
            </w:pPr>
            <w:r w:rsidRPr="00F049B5">
              <w:rPr>
                <w:rFonts w:ascii="Poppins" w:hAnsi="Poppins" w:cs="Poppins"/>
                <w:color w:val="000000" w:themeColor="text1"/>
              </w:rPr>
              <w:t>Classe ambientale secondo UNI EN 14</w:t>
            </w:r>
            <w:r w:rsidR="00EE2606">
              <w:rPr>
                <w:rFonts w:ascii="Poppins" w:hAnsi="Poppins" w:cs="Poppins"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color w:val="000000" w:themeColor="text1"/>
              </w:rPr>
              <w:t>4: C</w:t>
            </w:r>
          </w:p>
          <w:p w14:paraId="51957739" w14:textId="1A0E58F2" w:rsidR="000A3748" w:rsidRPr="00F049B5" w:rsidRDefault="000A3748" w:rsidP="000A3748">
            <w:pPr>
              <w:pStyle w:val="Testocommento"/>
              <w:numPr>
                <w:ilvl w:val="0"/>
                <w:numId w:val="39"/>
              </w:numPr>
              <w:jc w:val="both"/>
              <w:rPr>
                <w:rFonts w:ascii="Poppins" w:hAnsi="Poppins" w:cs="Poppins"/>
                <w:color w:val="000000" w:themeColor="text1"/>
              </w:rPr>
            </w:pPr>
            <w:r w:rsidRPr="00F049B5">
              <w:rPr>
                <w:rFonts w:ascii="Poppins" w:hAnsi="Poppins" w:cs="Poppins"/>
                <w:color w:val="000000" w:themeColor="text1"/>
              </w:rPr>
              <w:t>Portata permanente: 1,5 m</w:t>
            </w:r>
            <w:r w:rsidR="00EE2606">
              <w:rPr>
                <w:rFonts w:ascii="Poppins" w:hAnsi="Poppins" w:cs="Poppins"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color w:val="000000" w:themeColor="text1"/>
              </w:rPr>
              <w:t>/h</w:t>
            </w:r>
          </w:p>
          <w:p w14:paraId="6E0BA9F5" w14:textId="78F51104" w:rsidR="000A3748" w:rsidRPr="00F049B5" w:rsidRDefault="000A3748" w:rsidP="000A3748">
            <w:pPr>
              <w:pStyle w:val="Testocommento"/>
              <w:numPr>
                <w:ilvl w:val="0"/>
                <w:numId w:val="39"/>
              </w:numPr>
              <w:jc w:val="both"/>
              <w:rPr>
                <w:rFonts w:ascii="Poppins" w:hAnsi="Poppins" w:cs="Poppins"/>
                <w:color w:val="000000" w:themeColor="text1"/>
              </w:rPr>
            </w:pPr>
            <w:r w:rsidRPr="00F049B5">
              <w:rPr>
                <w:rFonts w:ascii="Poppins" w:hAnsi="Poppins" w:cs="Poppins"/>
                <w:color w:val="000000" w:themeColor="text1"/>
              </w:rPr>
              <w:t xml:space="preserve">Portata massima: </w:t>
            </w:r>
            <w:r w:rsidR="00EE2606">
              <w:rPr>
                <w:rFonts w:ascii="Poppins" w:hAnsi="Poppins" w:cs="Poppins"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color w:val="000000" w:themeColor="text1"/>
              </w:rPr>
              <w:t>,0 m</w:t>
            </w:r>
            <w:r w:rsidR="00EE2606">
              <w:rPr>
                <w:rFonts w:ascii="Poppins" w:hAnsi="Poppins" w:cs="Poppins"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color w:val="000000" w:themeColor="text1"/>
              </w:rPr>
              <w:t>/h</w:t>
            </w:r>
          </w:p>
          <w:p w14:paraId="50841D8E" w14:textId="78FA2E15" w:rsidR="000A3748" w:rsidRPr="00F049B5" w:rsidRDefault="000A3748" w:rsidP="000A3748">
            <w:pPr>
              <w:pStyle w:val="Testocommento"/>
              <w:numPr>
                <w:ilvl w:val="0"/>
                <w:numId w:val="39"/>
              </w:numPr>
              <w:jc w:val="both"/>
              <w:rPr>
                <w:rFonts w:ascii="Poppins" w:hAnsi="Poppins" w:cs="Poppins"/>
                <w:color w:val="000000" w:themeColor="text1"/>
              </w:rPr>
            </w:pPr>
            <w:r w:rsidRPr="00F049B5">
              <w:rPr>
                <w:rFonts w:ascii="Poppins" w:hAnsi="Poppins" w:cs="Poppins"/>
                <w:color w:val="000000" w:themeColor="text1"/>
              </w:rPr>
              <w:t xml:space="preserve">Portata minima misura: installazione orizzontale </w:t>
            </w:r>
            <w:r w:rsidR="00EE2606">
              <w:rPr>
                <w:rFonts w:ascii="Poppins" w:hAnsi="Poppins" w:cs="Poppins"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color w:val="000000" w:themeColor="text1"/>
              </w:rPr>
              <w:t>0 l/h, installazione verticale 60 l/h</w:t>
            </w:r>
          </w:p>
          <w:p w14:paraId="776EACAB" w14:textId="77777777" w:rsidR="000A3748" w:rsidRPr="00F049B5" w:rsidRDefault="000A3748" w:rsidP="000A3748">
            <w:pPr>
              <w:pStyle w:val="Testocommento"/>
              <w:numPr>
                <w:ilvl w:val="0"/>
                <w:numId w:val="39"/>
              </w:numPr>
              <w:jc w:val="both"/>
              <w:rPr>
                <w:rFonts w:ascii="Poppins" w:hAnsi="Poppins" w:cs="Poppins"/>
                <w:color w:val="000000" w:themeColor="text1"/>
              </w:rPr>
            </w:pPr>
            <w:r w:rsidRPr="00F049B5">
              <w:rPr>
                <w:rFonts w:ascii="Poppins" w:hAnsi="Poppins" w:cs="Poppins"/>
                <w:color w:val="000000" w:themeColor="text1"/>
              </w:rPr>
              <w:t>Pressione nominale: 16 bar</w:t>
            </w:r>
          </w:p>
          <w:p w14:paraId="6BE32563" w14:textId="77777777" w:rsidR="000A3748" w:rsidRPr="00F049B5" w:rsidRDefault="000A3748" w:rsidP="000A3748">
            <w:pPr>
              <w:pStyle w:val="Testocommento"/>
              <w:numPr>
                <w:ilvl w:val="0"/>
                <w:numId w:val="39"/>
              </w:numPr>
              <w:jc w:val="both"/>
              <w:rPr>
                <w:rFonts w:ascii="Poppins" w:hAnsi="Poppins" w:cs="Poppins"/>
                <w:color w:val="000000" w:themeColor="text1"/>
              </w:rPr>
            </w:pPr>
            <w:r w:rsidRPr="00F049B5">
              <w:rPr>
                <w:rFonts w:ascii="Poppins" w:hAnsi="Poppins" w:cs="Poppins"/>
                <w:color w:val="000000" w:themeColor="text1"/>
              </w:rPr>
              <w:t xml:space="preserve">Range di temperatura misuratore di portata: 5 ÷ 90 °C </w:t>
            </w:r>
          </w:p>
          <w:p w14:paraId="041E3E2E" w14:textId="255E04F0" w:rsidR="000A3748" w:rsidRPr="00F049B5" w:rsidRDefault="000A3748" w:rsidP="000A3748">
            <w:pPr>
              <w:pStyle w:val="Testocommento"/>
              <w:numPr>
                <w:ilvl w:val="0"/>
                <w:numId w:val="39"/>
              </w:numPr>
              <w:jc w:val="both"/>
              <w:rPr>
                <w:rFonts w:ascii="Poppins" w:hAnsi="Poppins" w:cs="Poppins"/>
                <w:color w:val="000000" w:themeColor="text1"/>
              </w:rPr>
            </w:pPr>
            <w:r w:rsidRPr="00F049B5">
              <w:rPr>
                <w:rFonts w:ascii="Poppins" w:hAnsi="Poppins" w:cs="Poppins"/>
                <w:color w:val="000000" w:themeColor="text1"/>
              </w:rPr>
              <w:t xml:space="preserve">Range di temperatura </w:t>
            </w:r>
            <w:r w:rsidR="003A147D" w:rsidRPr="00F049B5">
              <w:rPr>
                <w:rFonts w:ascii="Poppins" w:hAnsi="Poppins" w:cs="Poppins"/>
                <w:color w:val="000000" w:themeColor="text1"/>
              </w:rPr>
              <w:t>unità elettronica EVO:</w:t>
            </w:r>
            <w:r w:rsidRPr="00F049B5">
              <w:rPr>
                <w:rFonts w:ascii="Poppins" w:hAnsi="Poppins" w:cs="Poppins"/>
                <w:color w:val="000000" w:themeColor="text1"/>
              </w:rPr>
              <w:t xml:space="preserve"> 0 ÷ 150 °C</w:t>
            </w:r>
          </w:p>
          <w:p w14:paraId="17441DE4" w14:textId="0CBC6A1B" w:rsidR="000A3748" w:rsidRPr="00F049B5" w:rsidRDefault="000A3748" w:rsidP="000A3748">
            <w:pPr>
              <w:pStyle w:val="Testocommento"/>
              <w:numPr>
                <w:ilvl w:val="0"/>
                <w:numId w:val="39"/>
              </w:numPr>
              <w:jc w:val="both"/>
              <w:rPr>
                <w:rFonts w:ascii="Poppins" w:hAnsi="Poppins" w:cs="Poppins"/>
                <w:color w:val="000000" w:themeColor="text1"/>
              </w:rPr>
            </w:pPr>
            <w:r w:rsidRPr="00F049B5">
              <w:rPr>
                <w:rFonts w:ascii="Poppins" w:hAnsi="Poppins" w:cs="Poppins"/>
                <w:color w:val="000000" w:themeColor="text1"/>
              </w:rPr>
              <w:t>Differenza di temperatura mandata</w:t>
            </w:r>
            <w:r w:rsidR="00856252">
              <w:rPr>
                <w:rFonts w:ascii="Poppins" w:hAnsi="Poppins" w:cs="Poppins"/>
                <w:color w:val="000000" w:themeColor="text1"/>
              </w:rPr>
              <w:t>-</w:t>
            </w:r>
            <w:r w:rsidRPr="00F049B5">
              <w:rPr>
                <w:rFonts w:ascii="Poppins" w:hAnsi="Poppins" w:cs="Poppins"/>
                <w:color w:val="000000" w:themeColor="text1"/>
              </w:rPr>
              <w:t xml:space="preserve">ritorno: </w:t>
            </w:r>
            <w:r w:rsidR="00EE2606">
              <w:rPr>
                <w:rFonts w:ascii="Poppins" w:hAnsi="Poppins" w:cs="Poppins"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color w:val="000000" w:themeColor="text1"/>
              </w:rPr>
              <w:t xml:space="preserve"> ÷ 100 K</w:t>
            </w:r>
          </w:p>
          <w:p w14:paraId="2B3B69A1" w14:textId="1798438F" w:rsidR="000A3748" w:rsidRPr="00F049B5" w:rsidRDefault="000A3748" w:rsidP="000A3748">
            <w:pPr>
              <w:pStyle w:val="Testocommento"/>
              <w:numPr>
                <w:ilvl w:val="0"/>
                <w:numId w:val="39"/>
              </w:numPr>
              <w:jc w:val="both"/>
              <w:rPr>
                <w:rFonts w:ascii="Poppins" w:hAnsi="Poppins" w:cs="Poppins"/>
                <w:color w:val="000000" w:themeColor="text1"/>
              </w:rPr>
            </w:pPr>
            <w:r w:rsidRPr="00F049B5">
              <w:rPr>
                <w:rFonts w:ascii="Poppins" w:hAnsi="Poppins" w:cs="Poppins"/>
                <w:color w:val="000000" w:themeColor="text1"/>
              </w:rPr>
              <w:t xml:space="preserve">Tipo di sonde: Pt1000 </w:t>
            </w:r>
            <w:r w:rsidR="00856252">
              <w:rPr>
                <w:rFonts w:ascii="Poppins" w:hAnsi="Poppins" w:cs="Poppins"/>
                <w:color w:val="000000" w:themeColor="text1"/>
              </w:rPr>
              <w:t>-</w:t>
            </w:r>
            <w:r w:rsidRPr="00F049B5">
              <w:rPr>
                <w:rFonts w:ascii="Poppins" w:hAnsi="Poppins" w:cs="Poppins"/>
                <w:color w:val="000000" w:themeColor="text1"/>
              </w:rPr>
              <w:t xml:space="preserve"> Ø 5 mm </w:t>
            </w:r>
            <w:r w:rsidR="00856252">
              <w:rPr>
                <w:rFonts w:ascii="Poppins" w:hAnsi="Poppins" w:cs="Poppins"/>
                <w:color w:val="000000" w:themeColor="text1"/>
              </w:rPr>
              <w:t>-</w:t>
            </w:r>
            <w:r w:rsidRPr="00F049B5">
              <w:rPr>
                <w:rFonts w:ascii="Poppins" w:hAnsi="Poppins" w:cs="Poppins"/>
                <w:color w:val="000000" w:themeColor="text1"/>
              </w:rPr>
              <w:t xml:space="preserve"> cavo 1,5 m</w:t>
            </w:r>
          </w:p>
          <w:p w14:paraId="21500900" w14:textId="77777777" w:rsidR="000A3748" w:rsidRPr="00F049B5" w:rsidRDefault="000A3748" w:rsidP="000A3748">
            <w:pPr>
              <w:pStyle w:val="Testocommento"/>
              <w:numPr>
                <w:ilvl w:val="0"/>
                <w:numId w:val="39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>Ingressi impulsivi per collegamento contatori volumetrici: 10 l/imp</w:t>
            </w:r>
          </w:p>
          <w:p w14:paraId="167611BB" w14:textId="76414A30" w:rsidR="000A3748" w:rsidRPr="00F049B5" w:rsidRDefault="000A3748" w:rsidP="000A3748">
            <w:pPr>
              <w:pStyle w:val="Testocommento"/>
              <w:numPr>
                <w:ilvl w:val="0"/>
                <w:numId w:val="39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>Interfacce: ottica, M</w:t>
            </w:r>
            <w:r w:rsidR="00856252">
              <w:rPr>
                <w:rFonts w:ascii="Poppins" w:hAnsi="Poppins" w:cs="Poppins"/>
                <w:bCs/>
                <w:color w:val="000000" w:themeColor="text1"/>
              </w:rPr>
              <w:t>-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>Bus</w:t>
            </w:r>
          </w:p>
          <w:p w14:paraId="4A92E669" w14:textId="77777777" w:rsidR="000A3748" w:rsidRPr="00F049B5" w:rsidRDefault="000A3748" w:rsidP="000A3748">
            <w:pPr>
              <w:pStyle w:val="Testocommento"/>
              <w:numPr>
                <w:ilvl w:val="0"/>
                <w:numId w:val="39"/>
              </w:numPr>
              <w:jc w:val="both"/>
              <w:rPr>
                <w:rFonts w:ascii="Poppins" w:hAnsi="Poppins" w:cs="Poppins"/>
                <w:color w:val="000000" w:themeColor="text1"/>
              </w:rPr>
            </w:pPr>
            <w:r w:rsidRPr="00F049B5">
              <w:rPr>
                <w:rFonts w:ascii="Poppins" w:hAnsi="Poppins" w:cs="Poppins"/>
                <w:color w:val="000000" w:themeColor="text1"/>
              </w:rPr>
              <w:t>Lunghezza: 110 mm</w:t>
            </w:r>
          </w:p>
          <w:p w14:paraId="009E1BD2" w14:textId="0FCF483E" w:rsidR="000A3748" w:rsidRPr="00F049B5" w:rsidRDefault="000A3748" w:rsidP="000A3748">
            <w:pPr>
              <w:pStyle w:val="Testocommento"/>
              <w:numPr>
                <w:ilvl w:val="0"/>
                <w:numId w:val="39"/>
              </w:numPr>
              <w:jc w:val="both"/>
              <w:rPr>
                <w:rFonts w:ascii="Poppins" w:hAnsi="Poppins" w:cs="Poppins"/>
                <w:color w:val="000000" w:themeColor="text1"/>
              </w:rPr>
            </w:pPr>
            <w:r w:rsidRPr="00F049B5">
              <w:rPr>
                <w:rFonts w:ascii="Poppins" w:hAnsi="Poppins" w:cs="Poppins"/>
                <w:color w:val="000000" w:themeColor="text1"/>
              </w:rPr>
              <w:t xml:space="preserve">Attacchi filettati: </w:t>
            </w:r>
            <w:r w:rsidR="00EE2606">
              <w:rPr>
                <w:rFonts w:ascii="Poppins" w:hAnsi="Poppins" w:cs="Poppins"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color w:val="000000" w:themeColor="text1"/>
              </w:rPr>
              <w:t>/4” maschio</w:t>
            </w:r>
          </w:p>
          <w:p w14:paraId="4C9DFA51" w14:textId="77777777" w:rsidR="000A3748" w:rsidRPr="00F049B5" w:rsidRDefault="000A3748" w:rsidP="000A3748">
            <w:pPr>
              <w:pStyle w:val="Testocommento"/>
              <w:numPr>
                <w:ilvl w:val="0"/>
                <w:numId w:val="39"/>
              </w:numPr>
              <w:jc w:val="both"/>
              <w:rPr>
                <w:rFonts w:ascii="Poppins" w:hAnsi="Poppins" w:cs="Poppins"/>
                <w:color w:val="000000" w:themeColor="text1"/>
              </w:rPr>
            </w:pPr>
            <w:r w:rsidRPr="00F049B5">
              <w:rPr>
                <w:rFonts w:ascii="Poppins" w:hAnsi="Poppins" w:cs="Poppins"/>
                <w:color w:val="000000" w:themeColor="text1"/>
              </w:rPr>
              <w:lastRenderedPageBreak/>
              <w:t xml:space="preserve">Alimentazione a batteria, la cui durata massima stimata, ma non garantita, è pari a 10 anni (la durata della batteria è influenzata dalle condizioni di installazione e di utilizzo). </w:t>
            </w:r>
          </w:p>
          <w:p w14:paraId="6398C3A6" w14:textId="77777777" w:rsidR="000A3748" w:rsidRPr="00F049B5" w:rsidRDefault="000A3748" w:rsidP="000A3748">
            <w:pPr>
              <w:pStyle w:val="Testocommento"/>
              <w:numPr>
                <w:ilvl w:val="0"/>
                <w:numId w:val="39"/>
              </w:numPr>
              <w:jc w:val="both"/>
              <w:rPr>
                <w:rFonts w:ascii="Poppins" w:hAnsi="Poppins" w:cs="Poppins"/>
                <w:color w:val="000000" w:themeColor="text1"/>
              </w:rPr>
            </w:pPr>
            <w:r w:rsidRPr="00F049B5">
              <w:rPr>
                <w:rFonts w:ascii="Poppins" w:hAnsi="Poppins" w:cs="Poppins"/>
                <w:color w:val="000000" w:themeColor="text1"/>
              </w:rPr>
              <w:t xml:space="preserve">La batteria è garantita 4 anni dalla data di vendita. </w:t>
            </w:r>
          </w:p>
          <w:p w14:paraId="7696B4E2" w14:textId="77777777" w:rsidR="000A3748" w:rsidRPr="00F049B5" w:rsidRDefault="000A3748" w:rsidP="000A3748">
            <w:pPr>
              <w:pStyle w:val="Testocommento"/>
              <w:numPr>
                <w:ilvl w:val="0"/>
                <w:numId w:val="39"/>
              </w:numPr>
              <w:jc w:val="both"/>
              <w:rPr>
                <w:rFonts w:ascii="Poppins" w:hAnsi="Poppins" w:cs="Poppins"/>
                <w:color w:val="000000" w:themeColor="text1"/>
              </w:rPr>
            </w:pPr>
            <w:r w:rsidRPr="00F049B5">
              <w:rPr>
                <w:rFonts w:ascii="Poppins" w:hAnsi="Poppins" w:cs="Poppins"/>
                <w:color w:val="000000" w:themeColor="text1"/>
              </w:rPr>
              <w:t xml:space="preserve">Batteria sostituibile. </w:t>
            </w:r>
          </w:p>
          <w:p w14:paraId="0EA62C6E" w14:textId="5EAB8AEC" w:rsidR="000A3748" w:rsidRPr="00F049B5" w:rsidRDefault="000A3748" w:rsidP="000A3748">
            <w:pPr>
              <w:pStyle w:val="Testocommento"/>
              <w:numPr>
                <w:ilvl w:val="0"/>
                <w:numId w:val="39"/>
              </w:numPr>
              <w:jc w:val="both"/>
              <w:rPr>
                <w:rFonts w:ascii="Poppins" w:hAnsi="Poppins" w:cs="Poppins"/>
                <w:color w:val="000000" w:themeColor="text1"/>
              </w:rPr>
            </w:pPr>
            <w:r w:rsidRPr="00F049B5">
              <w:rPr>
                <w:rFonts w:ascii="Poppins" w:hAnsi="Poppins" w:cs="Poppins"/>
                <w:color w:val="000000" w:themeColor="text1"/>
              </w:rPr>
              <w:t>Predisposizione per alimentazione esterna (2</w:t>
            </w:r>
            <w:r w:rsidR="00EE2606">
              <w:rPr>
                <w:rFonts w:ascii="Poppins" w:hAnsi="Poppins" w:cs="Poppins"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color w:val="000000" w:themeColor="text1"/>
              </w:rPr>
              <w:t xml:space="preserve">0 Vac) tramite alimentatore opzionale. </w:t>
            </w:r>
          </w:p>
          <w:p w14:paraId="180321D9" w14:textId="77777777" w:rsidR="000A3748" w:rsidRPr="00F049B5" w:rsidRDefault="000A3748" w:rsidP="000A3748">
            <w:pPr>
              <w:pStyle w:val="Testocommento"/>
              <w:numPr>
                <w:ilvl w:val="0"/>
                <w:numId w:val="39"/>
              </w:numPr>
              <w:jc w:val="both"/>
              <w:rPr>
                <w:rFonts w:ascii="Poppins" w:hAnsi="Poppins" w:cs="Poppins"/>
                <w:b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color w:val="000000" w:themeColor="text1"/>
              </w:rPr>
              <w:t>Grado di protezione: IP65</w:t>
            </w:r>
          </w:p>
          <w:p w14:paraId="4B3649EA" w14:textId="77777777" w:rsidR="000A3748" w:rsidRPr="00F049B5" w:rsidRDefault="000A3748" w:rsidP="000A3748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</w:p>
          <w:p w14:paraId="269DE563" w14:textId="30A6CEC8" w:rsidR="000A3748" w:rsidRPr="00E655F6" w:rsidRDefault="000A3748" w:rsidP="00E655F6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color w:val="000000" w:themeColor="text1"/>
              </w:rPr>
            </w:pPr>
            <w:r w:rsidRPr="00F049B5">
              <w:rPr>
                <w:rFonts w:ascii="Poppins" w:hAnsi="Poppins" w:cs="Poppins"/>
                <w:b/>
                <w:bCs/>
                <w:color w:val="000000" w:themeColor="text1"/>
                <w:sz w:val="20"/>
              </w:rPr>
              <w:t xml:space="preserve">Marca </w:t>
            </w:r>
            <w:r w:rsidR="00C04156">
              <w:rPr>
                <w:rFonts w:ascii="Poppins" w:hAnsi="Poppins" w:cs="Poppins"/>
                <w:b/>
                <w:bCs/>
                <w:color w:val="000000" w:themeColor="text1"/>
                <w:sz w:val="20"/>
              </w:rPr>
              <w:t>Emmeti</w:t>
            </w:r>
            <w:r w:rsidRPr="00F049B5">
              <w:rPr>
                <w:rFonts w:ascii="Poppins" w:hAnsi="Poppins" w:cs="Poppins"/>
                <w:b/>
                <w:bCs/>
                <w:color w:val="000000" w:themeColor="text1"/>
                <w:sz w:val="20"/>
              </w:rPr>
              <w:t xml:space="preserve"> – Modello </w:t>
            </w:r>
            <w:r w:rsidR="003A147D" w:rsidRPr="00F049B5">
              <w:rPr>
                <w:rFonts w:ascii="Poppins" w:hAnsi="Poppins" w:cs="Poppins"/>
                <w:b/>
                <w:bCs/>
                <w:color w:val="000000" w:themeColor="text1"/>
                <w:sz w:val="20"/>
              </w:rPr>
              <w:t xml:space="preserve">Misuratore di energia EVO </w:t>
            </w:r>
            <w:r w:rsidRPr="00F049B5">
              <w:rPr>
                <w:rFonts w:ascii="Poppins" w:hAnsi="Poppins" w:cs="Poppins"/>
                <w:b/>
                <w:bCs/>
                <w:color w:val="000000" w:themeColor="text1"/>
                <w:sz w:val="20"/>
              </w:rPr>
              <w:t xml:space="preserve">caldo/freddo con trasmissione dati con </w:t>
            </w:r>
            <w:r w:rsidR="00EE2606">
              <w:rPr>
                <w:rFonts w:ascii="Poppins" w:hAnsi="Poppins" w:cs="Poppins"/>
                <w:b/>
                <w:bCs/>
                <w:color w:val="000000" w:themeColor="text1"/>
                <w:sz w:val="20"/>
              </w:rPr>
              <w:t>3</w:t>
            </w:r>
            <w:r w:rsidRPr="00F049B5">
              <w:rPr>
                <w:rFonts w:ascii="Poppins" w:hAnsi="Poppins" w:cs="Poppins"/>
                <w:b/>
                <w:bCs/>
                <w:color w:val="000000" w:themeColor="text1"/>
                <w:sz w:val="20"/>
              </w:rPr>
              <w:t xml:space="preserve"> ingressi impulsivi</w:t>
            </w:r>
            <w:r w:rsidR="00E655F6">
              <w:rPr>
                <w:rFonts w:ascii="Poppins" w:hAnsi="Poppins" w:cs="Poppins"/>
                <w:b/>
                <w:bCs/>
                <w:color w:val="000000" w:themeColor="text1"/>
                <w:sz w:val="20"/>
              </w:rPr>
              <w:t xml:space="preserve"> </w:t>
            </w:r>
            <w:r w:rsidRPr="00E655F6">
              <w:rPr>
                <w:rFonts w:ascii="Poppins" w:hAnsi="Poppins" w:cs="Poppins"/>
                <w:b/>
                <w:bCs/>
                <w:color w:val="000000" w:themeColor="text1"/>
                <w:sz w:val="20"/>
                <w:szCs w:val="16"/>
              </w:rPr>
              <w:t>DN 15 1,5</w:t>
            </w:r>
            <w:r w:rsidR="007379B9">
              <w:rPr>
                <w:rFonts w:ascii="Poppins" w:hAnsi="Poppins" w:cs="Poppins"/>
                <w:b/>
                <w:bCs/>
                <w:color w:val="000000" w:themeColor="text1"/>
                <w:sz w:val="20"/>
                <w:szCs w:val="16"/>
              </w:rPr>
              <w:t xml:space="preserve"> </w:t>
            </w:r>
            <w:r w:rsidR="00856252">
              <w:rPr>
                <w:rFonts w:ascii="Poppins" w:hAnsi="Poppins" w:cs="Poppins"/>
                <w:b/>
                <w:bCs/>
                <w:color w:val="000000" w:themeColor="text1"/>
                <w:sz w:val="20"/>
                <w:szCs w:val="16"/>
              </w:rPr>
              <w:t>-</w:t>
            </w:r>
            <w:r w:rsidR="007379B9">
              <w:rPr>
                <w:rFonts w:ascii="Poppins" w:hAnsi="Poppins" w:cs="Poppins"/>
                <w:b/>
                <w:bCs/>
                <w:color w:val="000000" w:themeColor="text1"/>
                <w:sz w:val="20"/>
                <w:szCs w:val="16"/>
              </w:rPr>
              <w:t xml:space="preserve"> </w:t>
            </w:r>
            <w:r w:rsidR="00EE2606">
              <w:rPr>
                <w:rFonts w:ascii="Poppins" w:hAnsi="Poppins" w:cs="Poppins"/>
                <w:b/>
                <w:bCs/>
                <w:color w:val="000000" w:themeColor="text1"/>
                <w:sz w:val="20"/>
                <w:szCs w:val="16"/>
              </w:rPr>
              <w:t>3</w:t>
            </w:r>
            <w:r w:rsidRPr="00E655F6">
              <w:rPr>
                <w:rFonts w:ascii="Poppins" w:hAnsi="Poppins" w:cs="Poppins"/>
                <w:b/>
                <w:bCs/>
                <w:color w:val="000000" w:themeColor="text1"/>
                <w:sz w:val="20"/>
                <w:szCs w:val="16"/>
              </w:rPr>
              <w:t>,0 m</w:t>
            </w:r>
            <w:r w:rsidR="00EE2606">
              <w:rPr>
                <w:rFonts w:ascii="Poppins" w:hAnsi="Poppins" w:cs="Poppins"/>
                <w:b/>
                <w:bCs/>
                <w:color w:val="000000" w:themeColor="text1"/>
                <w:sz w:val="20"/>
                <w:szCs w:val="16"/>
              </w:rPr>
              <w:t>3</w:t>
            </w:r>
            <w:r w:rsidRPr="00E655F6">
              <w:rPr>
                <w:rFonts w:ascii="Poppins" w:hAnsi="Poppins" w:cs="Poppins"/>
                <w:b/>
                <w:bCs/>
                <w:color w:val="000000" w:themeColor="text1"/>
                <w:sz w:val="20"/>
                <w:szCs w:val="16"/>
              </w:rPr>
              <w:t>/h o equivalente.</w:t>
            </w:r>
          </w:p>
        </w:tc>
      </w:tr>
      <w:tr w:rsidR="000A3748" w:rsidRPr="00E655F6" w14:paraId="7901CADB" w14:textId="77777777" w:rsidTr="00A16FCA">
        <w:tc>
          <w:tcPr>
            <w:tcW w:w="1398" w:type="dxa"/>
          </w:tcPr>
          <w:p w14:paraId="6CC3D76F" w14:textId="54D02BD1" w:rsidR="000A3748" w:rsidRPr="00F049B5" w:rsidRDefault="000A3748" w:rsidP="000A3748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lastRenderedPageBreak/>
              <w:t>02709550</w:t>
            </w:r>
          </w:p>
        </w:tc>
        <w:tc>
          <w:tcPr>
            <w:tcW w:w="2297" w:type="dxa"/>
          </w:tcPr>
          <w:p w14:paraId="512DDF4B" w14:textId="6502291D" w:rsidR="000A3748" w:rsidRPr="00F049B5" w:rsidRDefault="003A147D" w:rsidP="000A3748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 xml:space="preserve">Misuratore di energia EVO </w:t>
            </w:r>
            <w:r w:rsidR="000A3748"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 xml:space="preserve">caldo/freddo con trasmissione dati con </w:t>
            </w:r>
            <w:r w:rsidR="00EE2606">
              <w:rPr>
                <w:rFonts w:ascii="Poppins" w:hAnsi="Poppins" w:cs="Poppins"/>
                <w:bCs/>
                <w:color w:val="000000" w:themeColor="text1"/>
                <w:sz w:val="20"/>
              </w:rPr>
              <w:t>3</w:t>
            </w:r>
            <w:r w:rsidR="000A3748"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 xml:space="preserve"> ingressi impulsivi</w:t>
            </w:r>
          </w:p>
          <w:p w14:paraId="67DC2F70" w14:textId="77777777" w:rsidR="000A3748" w:rsidRPr="00F049B5" w:rsidRDefault="000A3748" w:rsidP="000A3748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>DN 20</w:t>
            </w:r>
          </w:p>
          <w:p w14:paraId="302CAFBE" w14:textId="5E0217AA" w:rsidR="000A3748" w:rsidRPr="00F049B5" w:rsidRDefault="000A3748" w:rsidP="000A3748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>2,5</w:t>
            </w:r>
            <w:r w:rsidR="00341C35">
              <w:rPr>
                <w:rFonts w:ascii="Poppins" w:hAnsi="Poppins" w:cs="Poppins"/>
                <w:bCs/>
                <w:color w:val="000000" w:themeColor="text1"/>
                <w:sz w:val="20"/>
              </w:rPr>
              <w:t xml:space="preserve"> </w:t>
            </w:r>
            <w:r w:rsidR="00856252">
              <w:rPr>
                <w:rFonts w:ascii="Poppins" w:hAnsi="Poppins" w:cs="Poppins"/>
                <w:bCs/>
                <w:color w:val="000000" w:themeColor="text1"/>
                <w:sz w:val="20"/>
              </w:rPr>
              <w:t>-</w:t>
            </w:r>
            <w:r w:rsidR="00341C35">
              <w:rPr>
                <w:rFonts w:ascii="Poppins" w:hAnsi="Poppins" w:cs="Poppins"/>
                <w:bCs/>
                <w:color w:val="000000" w:themeColor="text1"/>
                <w:sz w:val="20"/>
              </w:rPr>
              <w:t xml:space="preserve"> </w:t>
            </w: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>5,0 m</w:t>
            </w:r>
            <w:r w:rsidR="00EE2606" w:rsidRPr="00341C35">
              <w:rPr>
                <w:rFonts w:ascii="Poppins" w:hAnsi="Poppins" w:cs="Poppins"/>
                <w:bCs/>
                <w:color w:val="000000" w:themeColor="text1"/>
                <w:sz w:val="20"/>
              </w:rPr>
              <w:t>3</w:t>
            </w: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>/h</w:t>
            </w:r>
          </w:p>
        </w:tc>
        <w:tc>
          <w:tcPr>
            <w:tcW w:w="5803" w:type="dxa"/>
          </w:tcPr>
          <w:p w14:paraId="09B528FD" w14:textId="2CD2CBD1" w:rsidR="000A3748" w:rsidRPr="00F049B5" w:rsidRDefault="003A147D" w:rsidP="000A3748">
            <w:pPr>
              <w:pStyle w:val="Testocommento"/>
              <w:jc w:val="both"/>
              <w:rPr>
                <w:rFonts w:ascii="Poppins" w:hAnsi="Poppins" w:cs="Poppins"/>
                <w:color w:val="000000" w:themeColor="text1"/>
              </w:rPr>
            </w:pPr>
            <w:r w:rsidRPr="00F049B5">
              <w:rPr>
                <w:rFonts w:ascii="Poppins" w:hAnsi="Poppins" w:cs="Poppins"/>
                <w:color w:val="000000" w:themeColor="text1"/>
              </w:rPr>
              <w:t xml:space="preserve">Misuratore di energia EVO </w:t>
            </w:r>
            <w:r w:rsidR="000A3748" w:rsidRPr="00F049B5">
              <w:rPr>
                <w:rFonts w:ascii="Poppins" w:hAnsi="Poppins" w:cs="Poppins"/>
                <w:color w:val="000000" w:themeColor="text1"/>
              </w:rPr>
              <w:t>con trasmissione dati tramite protocollo M</w:t>
            </w:r>
            <w:r w:rsidR="00856252">
              <w:rPr>
                <w:rFonts w:ascii="Poppins" w:hAnsi="Poppins" w:cs="Poppins"/>
                <w:color w:val="000000" w:themeColor="text1"/>
              </w:rPr>
              <w:t>-</w:t>
            </w:r>
            <w:r w:rsidR="000A3748" w:rsidRPr="00F049B5">
              <w:rPr>
                <w:rFonts w:ascii="Poppins" w:hAnsi="Poppins" w:cs="Poppins"/>
                <w:color w:val="000000" w:themeColor="text1"/>
              </w:rPr>
              <w:t>Bus, certificato in conformità al Dlgs n° 84 del 19/05/2016 (attuazione della direttiva europea MID 2014/</w:t>
            </w:r>
            <w:r w:rsidR="00EE2606">
              <w:rPr>
                <w:rFonts w:ascii="Poppins" w:hAnsi="Poppins" w:cs="Poppins"/>
                <w:color w:val="000000" w:themeColor="text1"/>
              </w:rPr>
              <w:t>3</w:t>
            </w:r>
            <w:r w:rsidR="000A3748" w:rsidRPr="00F049B5">
              <w:rPr>
                <w:rFonts w:ascii="Poppins" w:hAnsi="Poppins" w:cs="Poppins"/>
                <w:color w:val="000000" w:themeColor="text1"/>
              </w:rPr>
              <w:t>2/EU) solo con l’utilizzo di acqua come fluido termovettore, e conforme alla UNI EN 14</w:t>
            </w:r>
            <w:r w:rsidR="00EE2606">
              <w:rPr>
                <w:rFonts w:ascii="Poppins" w:hAnsi="Poppins" w:cs="Poppins"/>
                <w:color w:val="000000" w:themeColor="text1"/>
              </w:rPr>
              <w:t>3</w:t>
            </w:r>
            <w:r w:rsidR="000A3748" w:rsidRPr="00F049B5">
              <w:rPr>
                <w:rFonts w:ascii="Poppins" w:hAnsi="Poppins" w:cs="Poppins"/>
                <w:color w:val="000000" w:themeColor="text1"/>
              </w:rPr>
              <w:t>4, classe C, per il calcolo dei consumi di energia termica in regime di riscaldamento e raffrescamento.</w:t>
            </w:r>
          </w:p>
          <w:p w14:paraId="05F237D2" w14:textId="77777777" w:rsidR="000A3748" w:rsidRPr="00F049B5" w:rsidRDefault="000A3748" w:rsidP="000A3748">
            <w:pPr>
              <w:pStyle w:val="Testocommento"/>
              <w:jc w:val="both"/>
              <w:rPr>
                <w:rFonts w:ascii="Poppins" w:hAnsi="Poppins" w:cs="Poppins"/>
                <w:color w:val="000000" w:themeColor="text1"/>
              </w:rPr>
            </w:pPr>
            <w:r w:rsidRPr="00F049B5">
              <w:rPr>
                <w:rFonts w:ascii="Poppins" w:hAnsi="Poppins" w:cs="Poppins"/>
                <w:color w:val="000000" w:themeColor="text1"/>
              </w:rPr>
              <w:t>Configurato per installazione sul ritorno con possibilità di installazione sulla mandata.</w:t>
            </w:r>
          </w:p>
          <w:p w14:paraId="385438D3" w14:textId="77777777" w:rsidR="000A3748" w:rsidRPr="00F049B5" w:rsidRDefault="000A3748" w:rsidP="000A3748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</w:p>
          <w:p w14:paraId="1214BFB6" w14:textId="77777777" w:rsidR="000A3748" w:rsidRPr="00F049B5" w:rsidRDefault="000A3748" w:rsidP="000A3748">
            <w:pPr>
              <w:pStyle w:val="Testocommento"/>
              <w:jc w:val="both"/>
              <w:rPr>
                <w:rFonts w:ascii="Poppins" w:hAnsi="Poppins" w:cs="Poppins"/>
                <w:color w:val="000000" w:themeColor="text1"/>
              </w:rPr>
            </w:pPr>
            <w:r w:rsidRPr="00F049B5">
              <w:rPr>
                <w:rFonts w:ascii="Poppins" w:hAnsi="Poppins" w:cs="Poppins"/>
                <w:b/>
                <w:color w:val="000000" w:themeColor="text1"/>
              </w:rPr>
              <w:t>Dati tecnici:</w:t>
            </w:r>
          </w:p>
          <w:p w14:paraId="410B606A" w14:textId="785D949B" w:rsidR="000A3748" w:rsidRPr="00F049B5" w:rsidRDefault="000A3748" w:rsidP="000A3748">
            <w:pPr>
              <w:pStyle w:val="Testocommento"/>
              <w:numPr>
                <w:ilvl w:val="0"/>
                <w:numId w:val="39"/>
              </w:numPr>
              <w:jc w:val="both"/>
              <w:rPr>
                <w:rFonts w:ascii="Poppins" w:hAnsi="Poppins" w:cs="Poppins"/>
                <w:color w:val="000000" w:themeColor="text1"/>
              </w:rPr>
            </w:pPr>
            <w:r w:rsidRPr="00F049B5">
              <w:rPr>
                <w:rFonts w:ascii="Poppins" w:hAnsi="Poppins" w:cs="Poppins"/>
                <w:color w:val="000000" w:themeColor="text1"/>
              </w:rPr>
              <w:t>Classe di precisione secondo UNI EN 14</w:t>
            </w:r>
            <w:r w:rsidR="00EE2606">
              <w:rPr>
                <w:rFonts w:ascii="Poppins" w:hAnsi="Poppins" w:cs="Poppins"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color w:val="000000" w:themeColor="text1"/>
              </w:rPr>
              <w:t xml:space="preserve">4: </w:t>
            </w:r>
            <w:r w:rsidR="00EE2606">
              <w:rPr>
                <w:rFonts w:ascii="Poppins" w:hAnsi="Poppins" w:cs="Poppins"/>
                <w:color w:val="000000" w:themeColor="text1"/>
              </w:rPr>
              <w:t>3</w:t>
            </w:r>
          </w:p>
          <w:p w14:paraId="6C7E9E4B" w14:textId="583600DB" w:rsidR="000A3748" w:rsidRPr="00F049B5" w:rsidRDefault="000A3748" w:rsidP="000A3748">
            <w:pPr>
              <w:pStyle w:val="Testocommento"/>
              <w:numPr>
                <w:ilvl w:val="0"/>
                <w:numId w:val="39"/>
              </w:numPr>
              <w:jc w:val="both"/>
              <w:rPr>
                <w:rFonts w:ascii="Poppins" w:hAnsi="Poppins" w:cs="Poppins"/>
                <w:color w:val="000000" w:themeColor="text1"/>
              </w:rPr>
            </w:pPr>
            <w:r w:rsidRPr="00F049B5">
              <w:rPr>
                <w:rFonts w:ascii="Poppins" w:hAnsi="Poppins" w:cs="Poppins"/>
                <w:color w:val="000000" w:themeColor="text1"/>
              </w:rPr>
              <w:t>Classe ambientale secondo UNI EN 14</w:t>
            </w:r>
            <w:r w:rsidR="00EE2606">
              <w:rPr>
                <w:rFonts w:ascii="Poppins" w:hAnsi="Poppins" w:cs="Poppins"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color w:val="000000" w:themeColor="text1"/>
              </w:rPr>
              <w:t>4: C</w:t>
            </w:r>
          </w:p>
          <w:p w14:paraId="508B90A4" w14:textId="098A43C9" w:rsidR="000A3748" w:rsidRPr="00F049B5" w:rsidRDefault="000A3748" w:rsidP="000A3748">
            <w:pPr>
              <w:pStyle w:val="Testocommento"/>
              <w:numPr>
                <w:ilvl w:val="0"/>
                <w:numId w:val="39"/>
              </w:numPr>
              <w:jc w:val="both"/>
              <w:rPr>
                <w:rFonts w:ascii="Poppins" w:hAnsi="Poppins" w:cs="Poppins"/>
                <w:color w:val="000000" w:themeColor="text1"/>
              </w:rPr>
            </w:pPr>
            <w:r w:rsidRPr="00F049B5">
              <w:rPr>
                <w:rFonts w:ascii="Poppins" w:hAnsi="Poppins" w:cs="Poppins"/>
                <w:color w:val="000000" w:themeColor="text1"/>
              </w:rPr>
              <w:t>Portata permanente: 2,5 m</w:t>
            </w:r>
            <w:r w:rsidR="00EE2606">
              <w:rPr>
                <w:rFonts w:ascii="Poppins" w:hAnsi="Poppins" w:cs="Poppins"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color w:val="000000" w:themeColor="text1"/>
              </w:rPr>
              <w:t>/h</w:t>
            </w:r>
          </w:p>
          <w:p w14:paraId="1538C4EA" w14:textId="6072DABE" w:rsidR="000A3748" w:rsidRPr="00F049B5" w:rsidRDefault="000A3748" w:rsidP="000A3748">
            <w:pPr>
              <w:pStyle w:val="Testocommento"/>
              <w:numPr>
                <w:ilvl w:val="0"/>
                <w:numId w:val="39"/>
              </w:numPr>
              <w:jc w:val="both"/>
              <w:rPr>
                <w:rFonts w:ascii="Poppins" w:hAnsi="Poppins" w:cs="Poppins"/>
                <w:color w:val="000000" w:themeColor="text1"/>
              </w:rPr>
            </w:pPr>
            <w:r w:rsidRPr="00F049B5">
              <w:rPr>
                <w:rFonts w:ascii="Poppins" w:hAnsi="Poppins" w:cs="Poppins"/>
                <w:color w:val="000000" w:themeColor="text1"/>
              </w:rPr>
              <w:t>Portata massima: 5,0 m</w:t>
            </w:r>
            <w:r w:rsidR="00EE2606">
              <w:rPr>
                <w:rFonts w:ascii="Poppins" w:hAnsi="Poppins" w:cs="Poppins"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color w:val="000000" w:themeColor="text1"/>
              </w:rPr>
              <w:t>/h</w:t>
            </w:r>
          </w:p>
          <w:p w14:paraId="3DE6F69C" w14:textId="77777777" w:rsidR="000A3748" w:rsidRPr="00F049B5" w:rsidRDefault="000A3748" w:rsidP="000A3748">
            <w:pPr>
              <w:pStyle w:val="Testocommento"/>
              <w:numPr>
                <w:ilvl w:val="0"/>
                <w:numId w:val="39"/>
              </w:numPr>
              <w:jc w:val="both"/>
              <w:rPr>
                <w:rFonts w:ascii="Poppins" w:hAnsi="Poppins" w:cs="Poppins"/>
                <w:color w:val="000000" w:themeColor="text1"/>
              </w:rPr>
            </w:pPr>
            <w:r w:rsidRPr="00F049B5">
              <w:rPr>
                <w:rFonts w:ascii="Poppins" w:hAnsi="Poppins" w:cs="Poppins"/>
                <w:color w:val="000000" w:themeColor="text1"/>
              </w:rPr>
              <w:t>Portata minima misura: installazione orizzontale 50 l/h, installazione verticale 100 l/h</w:t>
            </w:r>
          </w:p>
          <w:p w14:paraId="608FA1F3" w14:textId="77777777" w:rsidR="000A3748" w:rsidRPr="00F049B5" w:rsidRDefault="000A3748" w:rsidP="000A3748">
            <w:pPr>
              <w:pStyle w:val="Testocommento"/>
              <w:numPr>
                <w:ilvl w:val="0"/>
                <w:numId w:val="39"/>
              </w:numPr>
              <w:jc w:val="both"/>
              <w:rPr>
                <w:rFonts w:ascii="Poppins" w:hAnsi="Poppins" w:cs="Poppins"/>
                <w:color w:val="000000" w:themeColor="text1"/>
              </w:rPr>
            </w:pPr>
            <w:r w:rsidRPr="00F049B5">
              <w:rPr>
                <w:rFonts w:ascii="Poppins" w:hAnsi="Poppins" w:cs="Poppins"/>
                <w:color w:val="000000" w:themeColor="text1"/>
              </w:rPr>
              <w:t>Pressione nominale: 16 bar</w:t>
            </w:r>
          </w:p>
          <w:p w14:paraId="0144DAF9" w14:textId="77777777" w:rsidR="000A3748" w:rsidRPr="00F049B5" w:rsidRDefault="000A3748" w:rsidP="000A3748">
            <w:pPr>
              <w:pStyle w:val="Testocommento"/>
              <w:numPr>
                <w:ilvl w:val="0"/>
                <w:numId w:val="39"/>
              </w:numPr>
              <w:jc w:val="both"/>
              <w:rPr>
                <w:rFonts w:ascii="Poppins" w:hAnsi="Poppins" w:cs="Poppins"/>
                <w:color w:val="000000" w:themeColor="text1"/>
              </w:rPr>
            </w:pPr>
            <w:r w:rsidRPr="00F049B5">
              <w:rPr>
                <w:rFonts w:ascii="Poppins" w:hAnsi="Poppins" w:cs="Poppins"/>
                <w:color w:val="000000" w:themeColor="text1"/>
              </w:rPr>
              <w:t xml:space="preserve">Range di temperatura misuratore di portata: 5 ÷ 90 °C </w:t>
            </w:r>
          </w:p>
          <w:p w14:paraId="499120F4" w14:textId="75AC19B0" w:rsidR="000A3748" w:rsidRPr="00F049B5" w:rsidRDefault="000A3748" w:rsidP="000A3748">
            <w:pPr>
              <w:pStyle w:val="Testocommento"/>
              <w:numPr>
                <w:ilvl w:val="0"/>
                <w:numId w:val="39"/>
              </w:numPr>
              <w:jc w:val="both"/>
              <w:rPr>
                <w:rFonts w:ascii="Poppins" w:hAnsi="Poppins" w:cs="Poppins"/>
                <w:color w:val="000000" w:themeColor="text1"/>
              </w:rPr>
            </w:pPr>
            <w:r w:rsidRPr="00F049B5">
              <w:rPr>
                <w:rFonts w:ascii="Poppins" w:hAnsi="Poppins" w:cs="Poppins"/>
                <w:color w:val="000000" w:themeColor="text1"/>
              </w:rPr>
              <w:t xml:space="preserve">Range di temperatura </w:t>
            </w:r>
            <w:r w:rsidR="003A147D" w:rsidRPr="00F049B5">
              <w:rPr>
                <w:rFonts w:ascii="Poppins" w:hAnsi="Poppins" w:cs="Poppins"/>
                <w:color w:val="000000" w:themeColor="text1"/>
              </w:rPr>
              <w:t>unità elettronica EVO:</w:t>
            </w:r>
            <w:r w:rsidRPr="00F049B5">
              <w:rPr>
                <w:rFonts w:ascii="Poppins" w:hAnsi="Poppins" w:cs="Poppins"/>
                <w:color w:val="000000" w:themeColor="text1"/>
              </w:rPr>
              <w:t xml:space="preserve"> 0 ÷ 150 °C</w:t>
            </w:r>
          </w:p>
          <w:p w14:paraId="5FAA07B5" w14:textId="4A100B64" w:rsidR="000A3748" w:rsidRPr="00F049B5" w:rsidRDefault="000A3748" w:rsidP="000A3748">
            <w:pPr>
              <w:pStyle w:val="Testocommento"/>
              <w:numPr>
                <w:ilvl w:val="0"/>
                <w:numId w:val="39"/>
              </w:numPr>
              <w:jc w:val="both"/>
              <w:rPr>
                <w:rFonts w:ascii="Poppins" w:hAnsi="Poppins" w:cs="Poppins"/>
                <w:color w:val="000000" w:themeColor="text1"/>
              </w:rPr>
            </w:pPr>
            <w:r w:rsidRPr="00F049B5">
              <w:rPr>
                <w:rFonts w:ascii="Poppins" w:hAnsi="Poppins" w:cs="Poppins"/>
                <w:color w:val="000000" w:themeColor="text1"/>
              </w:rPr>
              <w:t>Differenza di temperatura mandata</w:t>
            </w:r>
            <w:r w:rsidR="00856252">
              <w:rPr>
                <w:rFonts w:ascii="Poppins" w:hAnsi="Poppins" w:cs="Poppins"/>
                <w:color w:val="000000" w:themeColor="text1"/>
              </w:rPr>
              <w:t>-</w:t>
            </w:r>
            <w:r w:rsidRPr="00F049B5">
              <w:rPr>
                <w:rFonts w:ascii="Poppins" w:hAnsi="Poppins" w:cs="Poppins"/>
                <w:color w:val="000000" w:themeColor="text1"/>
              </w:rPr>
              <w:t xml:space="preserve">ritorno: </w:t>
            </w:r>
            <w:r w:rsidR="00EE2606">
              <w:rPr>
                <w:rFonts w:ascii="Poppins" w:hAnsi="Poppins" w:cs="Poppins"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color w:val="000000" w:themeColor="text1"/>
              </w:rPr>
              <w:t xml:space="preserve"> ÷ 100 K</w:t>
            </w:r>
          </w:p>
          <w:p w14:paraId="18F6929B" w14:textId="7E920657" w:rsidR="000A3748" w:rsidRPr="00F049B5" w:rsidRDefault="000A3748" w:rsidP="000A3748">
            <w:pPr>
              <w:pStyle w:val="Testocommento"/>
              <w:numPr>
                <w:ilvl w:val="0"/>
                <w:numId w:val="39"/>
              </w:numPr>
              <w:jc w:val="both"/>
              <w:rPr>
                <w:rFonts w:ascii="Poppins" w:hAnsi="Poppins" w:cs="Poppins"/>
                <w:color w:val="000000" w:themeColor="text1"/>
              </w:rPr>
            </w:pPr>
            <w:r w:rsidRPr="00F049B5">
              <w:rPr>
                <w:rFonts w:ascii="Poppins" w:hAnsi="Poppins" w:cs="Poppins"/>
                <w:color w:val="000000" w:themeColor="text1"/>
              </w:rPr>
              <w:t xml:space="preserve">Tipo di sonde: Pt1000 </w:t>
            </w:r>
            <w:r w:rsidR="00856252">
              <w:rPr>
                <w:rFonts w:ascii="Poppins" w:hAnsi="Poppins" w:cs="Poppins"/>
                <w:color w:val="000000" w:themeColor="text1"/>
              </w:rPr>
              <w:t>-</w:t>
            </w:r>
            <w:r w:rsidRPr="00F049B5">
              <w:rPr>
                <w:rFonts w:ascii="Poppins" w:hAnsi="Poppins" w:cs="Poppins"/>
                <w:color w:val="000000" w:themeColor="text1"/>
              </w:rPr>
              <w:t xml:space="preserve"> Ø 5 mm </w:t>
            </w:r>
            <w:r w:rsidR="00856252">
              <w:rPr>
                <w:rFonts w:ascii="Poppins" w:hAnsi="Poppins" w:cs="Poppins"/>
                <w:color w:val="000000" w:themeColor="text1"/>
              </w:rPr>
              <w:t>-</w:t>
            </w:r>
            <w:r w:rsidRPr="00F049B5">
              <w:rPr>
                <w:rFonts w:ascii="Poppins" w:hAnsi="Poppins" w:cs="Poppins"/>
                <w:color w:val="000000" w:themeColor="text1"/>
              </w:rPr>
              <w:t xml:space="preserve"> cavo 1,5 m</w:t>
            </w:r>
          </w:p>
          <w:p w14:paraId="466314B5" w14:textId="77777777" w:rsidR="000A3748" w:rsidRPr="00F049B5" w:rsidRDefault="000A3748" w:rsidP="000A3748">
            <w:pPr>
              <w:pStyle w:val="Testocommento"/>
              <w:numPr>
                <w:ilvl w:val="0"/>
                <w:numId w:val="39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>Ingressi impulsivi per collegamento contatori volumetrici: 10 l/imp</w:t>
            </w:r>
          </w:p>
          <w:p w14:paraId="621E39C5" w14:textId="7928BC16" w:rsidR="000A3748" w:rsidRPr="00F049B5" w:rsidRDefault="000A3748" w:rsidP="000A3748">
            <w:pPr>
              <w:pStyle w:val="Testocommento"/>
              <w:numPr>
                <w:ilvl w:val="0"/>
                <w:numId w:val="39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lastRenderedPageBreak/>
              <w:t>Interfacce: ottica, M</w:t>
            </w:r>
            <w:r w:rsidR="00856252">
              <w:rPr>
                <w:rFonts w:ascii="Poppins" w:hAnsi="Poppins" w:cs="Poppins"/>
                <w:bCs/>
                <w:color w:val="000000" w:themeColor="text1"/>
              </w:rPr>
              <w:t>-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>Bus</w:t>
            </w:r>
          </w:p>
          <w:p w14:paraId="3C9B287D" w14:textId="19B7C08F" w:rsidR="000A3748" w:rsidRPr="00F049B5" w:rsidRDefault="000A3748" w:rsidP="000A3748">
            <w:pPr>
              <w:pStyle w:val="Testocommento"/>
              <w:numPr>
                <w:ilvl w:val="0"/>
                <w:numId w:val="39"/>
              </w:numPr>
              <w:jc w:val="both"/>
              <w:rPr>
                <w:rFonts w:ascii="Poppins" w:hAnsi="Poppins" w:cs="Poppins"/>
                <w:color w:val="000000" w:themeColor="text1"/>
              </w:rPr>
            </w:pPr>
            <w:r w:rsidRPr="00F049B5">
              <w:rPr>
                <w:rFonts w:ascii="Poppins" w:hAnsi="Poppins" w:cs="Poppins"/>
                <w:color w:val="000000" w:themeColor="text1"/>
              </w:rPr>
              <w:t>Lunghezza: 1</w:t>
            </w:r>
            <w:r w:rsidR="00EE2606">
              <w:rPr>
                <w:rFonts w:ascii="Poppins" w:hAnsi="Poppins" w:cs="Poppins"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color w:val="000000" w:themeColor="text1"/>
              </w:rPr>
              <w:t>0 mm</w:t>
            </w:r>
          </w:p>
          <w:p w14:paraId="276D08CC" w14:textId="77777777" w:rsidR="000A3748" w:rsidRPr="00F049B5" w:rsidRDefault="000A3748" w:rsidP="000A3748">
            <w:pPr>
              <w:pStyle w:val="Testocommento"/>
              <w:numPr>
                <w:ilvl w:val="0"/>
                <w:numId w:val="39"/>
              </w:numPr>
              <w:jc w:val="both"/>
              <w:rPr>
                <w:rFonts w:ascii="Poppins" w:hAnsi="Poppins" w:cs="Poppins"/>
                <w:color w:val="000000" w:themeColor="text1"/>
              </w:rPr>
            </w:pPr>
            <w:r w:rsidRPr="00F049B5">
              <w:rPr>
                <w:rFonts w:ascii="Poppins" w:hAnsi="Poppins" w:cs="Poppins"/>
                <w:color w:val="000000" w:themeColor="text1"/>
              </w:rPr>
              <w:t>Attacchi filettati: 1” maschio</w:t>
            </w:r>
          </w:p>
          <w:p w14:paraId="1CF7353B" w14:textId="77777777" w:rsidR="000A3748" w:rsidRPr="00F049B5" w:rsidRDefault="000A3748" w:rsidP="000A3748">
            <w:pPr>
              <w:pStyle w:val="Testocommento"/>
              <w:numPr>
                <w:ilvl w:val="0"/>
                <w:numId w:val="39"/>
              </w:numPr>
              <w:jc w:val="both"/>
              <w:rPr>
                <w:rFonts w:ascii="Poppins" w:hAnsi="Poppins" w:cs="Poppins"/>
                <w:color w:val="000000" w:themeColor="text1"/>
              </w:rPr>
            </w:pPr>
            <w:r w:rsidRPr="00F049B5">
              <w:rPr>
                <w:rFonts w:ascii="Poppins" w:hAnsi="Poppins" w:cs="Poppins"/>
                <w:color w:val="000000" w:themeColor="text1"/>
              </w:rPr>
              <w:t xml:space="preserve">Alimentazione a batteria, la cui durata massima stimata, ma non garantita, è pari a 10 anni (la durata della batteria è influenzata dalle condizioni di installazione e di utilizzo). </w:t>
            </w:r>
          </w:p>
          <w:p w14:paraId="52C1D7F9" w14:textId="77777777" w:rsidR="000A3748" w:rsidRPr="00F049B5" w:rsidRDefault="000A3748" w:rsidP="000A3748">
            <w:pPr>
              <w:pStyle w:val="Testocommento"/>
              <w:numPr>
                <w:ilvl w:val="0"/>
                <w:numId w:val="39"/>
              </w:numPr>
              <w:jc w:val="both"/>
              <w:rPr>
                <w:rFonts w:ascii="Poppins" w:hAnsi="Poppins" w:cs="Poppins"/>
                <w:color w:val="000000" w:themeColor="text1"/>
              </w:rPr>
            </w:pPr>
            <w:r w:rsidRPr="00F049B5">
              <w:rPr>
                <w:rFonts w:ascii="Poppins" w:hAnsi="Poppins" w:cs="Poppins"/>
                <w:color w:val="000000" w:themeColor="text1"/>
              </w:rPr>
              <w:t xml:space="preserve">La batteria è garantita 4 anni dalla data di vendita. </w:t>
            </w:r>
          </w:p>
          <w:p w14:paraId="7187467E" w14:textId="77777777" w:rsidR="000A3748" w:rsidRPr="00F049B5" w:rsidRDefault="000A3748" w:rsidP="000A3748">
            <w:pPr>
              <w:pStyle w:val="Testocommento"/>
              <w:numPr>
                <w:ilvl w:val="0"/>
                <w:numId w:val="39"/>
              </w:numPr>
              <w:jc w:val="both"/>
              <w:rPr>
                <w:rFonts w:ascii="Poppins" w:hAnsi="Poppins" w:cs="Poppins"/>
                <w:color w:val="000000" w:themeColor="text1"/>
              </w:rPr>
            </w:pPr>
            <w:r w:rsidRPr="00F049B5">
              <w:rPr>
                <w:rFonts w:ascii="Poppins" w:hAnsi="Poppins" w:cs="Poppins"/>
                <w:color w:val="000000" w:themeColor="text1"/>
              </w:rPr>
              <w:t xml:space="preserve">Batteria sostituibile. </w:t>
            </w:r>
          </w:p>
          <w:p w14:paraId="6DA84436" w14:textId="22ADF5EB" w:rsidR="000A3748" w:rsidRPr="00F049B5" w:rsidRDefault="000A3748" w:rsidP="000A3748">
            <w:pPr>
              <w:pStyle w:val="Testocommento"/>
              <w:numPr>
                <w:ilvl w:val="0"/>
                <w:numId w:val="39"/>
              </w:numPr>
              <w:jc w:val="both"/>
              <w:rPr>
                <w:rFonts w:ascii="Poppins" w:hAnsi="Poppins" w:cs="Poppins"/>
                <w:color w:val="000000" w:themeColor="text1"/>
              </w:rPr>
            </w:pPr>
            <w:r w:rsidRPr="00F049B5">
              <w:rPr>
                <w:rFonts w:ascii="Poppins" w:hAnsi="Poppins" w:cs="Poppins"/>
                <w:color w:val="000000" w:themeColor="text1"/>
              </w:rPr>
              <w:t>Predisposizione per alimentazione esterna (2</w:t>
            </w:r>
            <w:r w:rsidR="00EE2606">
              <w:rPr>
                <w:rFonts w:ascii="Poppins" w:hAnsi="Poppins" w:cs="Poppins"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color w:val="000000" w:themeColor="text1"/>
              </w:rPr>
              <w:t xml:space="preserve">0 Vac) tramite alimentatore opzionale. </w:t>
            </w:r>
          </w:p>
          <w:p w14:paraId="6B4DAFF2" w14:textId="77777777" w:rsidR="000A3748" w:rsidRPr="00F049B5" w:rsidRDefault="000A3748" w:rsidP="000A3748">
            <w:pPr>
              <w:pStyle w:val="Testocommento"/>
              <w:numPr>
                <w:ilvl w:val="0"/>
                <w:numId w:val="39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color w:val="000000" w:themeColor="text1"/>
              </w:rPr>
              <w:t>Grado di protezione: IP65</w:t>
            </w:r>
          </w:p>
          <w:p w14:paraId="1E63B926" w14:textId="77777777" w:rsidR="000A3748" w:rsidRPr="00F049B5" w:rsidRDefault="000A3748" w:rsidP="000A3748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</w:p>
          <w:p w14:paraId="3D5ECD96" w14:textId="500A4AC6" w:rsidR="000A3748" w:rsidRPr="00E655F6" w:rsidRDefault="000A3748" w:rsidP="00E655F6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color w:val="000000" w:themeColor="text1"/>
              </w:rPr>
            </w:pPr>
            <w:r w:rsidRPr="00F049B5">
              <w:rPr>
                <w:rFonts w:ascii="Poppins" w:hAnsi="Poppins" w:cs="Poppins"/>
                <w:b/>
                <w:bCs/>
                <w:color w:val="000000" w:themeColor="text1"/>
                <w:sz w:val="20"/>
              </w:rPr>
              <w:t xml:space="preserve">Marca </w:t>
            </w:r>
            <w:r w:rsidR="00C04156">
              <w:rPr>
                <w:rFonts w:ascii="Poppins" w:hAnsi="Poppins" w:cs="Poppins"/>
                <w:b/>
                <w:bCs/>
                <w:color w:val="000000" w:themeColor="text1"/>
                <w:sz w:val="20"/>
              </w:rPr>
              <w:t>Emmeti</w:t>
            </w:r>
            <w:r w:rsidRPr="00F049B5">
              <w:rPr>
                <w:rFonts w:ascii="Poppins" w:hAnsi="Poppins" w:cs="Poppins"/>
                <w:b/>
                <w:bCs/>
                <w:color w:val="000000" w:themeColor="text1"/>
                <w:sz w:val="20"/>
              </w:rPr>
              <w:t xml:space="preserve"> – Modello </w:t>
            </w:r>
            <w:r w:rsidR="003A147D" w:rsidRPr="00F049B5">
              <w:rPr>
                <w:rFonts w:ascii="Poppins" w:hAnsi="Poppins" w:cs="Poppins"/>
                <w:b/>
                <w:bCs/>
                <w:color w:val="000000" w:themeColor="text1"/>
                <w:sz w:val="20"/>
              </w:rPr>
              <w:t xml:space="preserve">Misuratore di energia EVO </w:t>
            </w:r>
            <w:r w:rsidRPr="00F049B5">
              <w:rPr>
                <w:rFonts w:ascii="Poppins" w:hAnsi="Poppins" w:cs="Poppins"/>
                <w:b/>
                <w:bCs/>
                <w:color w:val="000000" w:themeColor="text1"/>
                <w:sz w:val="20"/>
              </w:rPr>
              <w:t xml:space="preserve">caldo/freddo con trasmissione dati con </w:t>
            </w:r>
            <w:r w:rsidR="00EE2606">
              <w:rPr>
                <w:rFonts w:ascii="Poppins" w:hAnsi="Poppins" w:cs="Poppins"/>
                <w:b/>
                <w:bCs/>
                <w:color w:val="000000" w:themeColor="text1"/>
                <w:sz w:val="20"/>
              </w:rPr>
              <w:t>3</w:t>
            </w:r>
            <w:r w:rsidRPr="00F049B5">
              <w:rPr>
                <w:rFonts w:ascii="Poppins" w:hAnsi="Poppins" w:cs="Poppins"/>
                <w:b/>
                <w:bCs/>
                <w:color w:val="000000" w:themeColor="text1"/>
                <w:sz w:val="20"/>
              </w:rPr>
              <w:t xml:space="preserve"> ingressi impulsivi</w:t>
            </w:r>
            <w:r w:rsidR="00E655F6">
              <w:rPr>
                <w:rFonts w:ascii="Poppins" w:hAnsi="Poppins" w:cs="Poppins"/>
                <w:b/>
                <w:bCs/>
                <w:color w:val="000000" w:themeColor="text1"/>
                <w:sz w:val="20"/>
              </w:rPr>
              <w:t xml:space="preserve"> </w:t>
            </w:r>
            <w:r w:rsidRPr="00E655F6">
              <w:rPr>
                <w:rFonts w:ascii="Poppins" w:hAnsi="Poppins" w:cs="Poppins"/>
                <w:b/>
                <w:bCs/>
                <w:color w:val="000000" w:themeColor="text1"/>
                <w:sz w:val="20"/>
              </w:rPr>
              <w:t>DN 20 2,5</w:t>
            </w:r>
            <w:r w:rsidR="00341C35">
              <w:rPr>
                <w:rFonts w:ascii="Poppins" w:hAnsi="Poppins" w:cs="Poppins"/>
                <w:b/>
                <w:bCs/>
                <w:color w:val="000000" w:themeColor="text1"/>
                <w:sz w:val="20"/>
              </w:rPr>
              <w:t xml:space="preserve"> </w:t>
            </w:r>
            <w:r w:rsidR="00856252">
              <w:rPr>
                <w:rFonts w:ascii="Poppins" w:hAnsi="Poppins" w:cs="Poppins"/>
                <w:b/>
                <w:bCs/>
                <w:color w:val="000000" w:themeColor="text1"/>
                <w:sz w:val="20"/>
              </w:rPr>
              <w:t>-</w:t>
            </w:r>
            <w:r w:rsidR="00341C35">
              <w:rPr>
                <w:rFonts w:ascii="Poppins" w:hAnsi="Poppins" w:cs="Poppins"/>
                <w:b/>
                <w:bCs/>
                <w:color w:val="000000" w:themeColor="text1"/>
                <w:sz w:val="20"/>
              </w:rPr>
              <w:t xml:space="preserve"> </w:t>
            </w:r>
            <w:r w:rsidRPr="00E655F6">
              <w:rPr>
                <w:rFonts w:ascii="Poppins" w:hAnsi="Poppins" w:cs="Poppins"/>
                <w:b/>
                <w:bCs/>
                <w:color w:val="000000" w:themeColor="text1"/>
                <w:sz w:val="20"/>
              </w:rPr>
              <w:t>5,0 m</w:t>
            </w:r>
            <w:r w:rsidR="00EE2606">
              <w:rPr>
                <w:rFonts w:ascii="Poppins" w:hAnsi="Poppins" w:cs="Poppins"/>
                <w:b/>
                <w:bCs/>
                <w:color w:val="000000" w:themeColor="text1"/>
                <w:sz w:val="20"/>
              </w:rPr>
              <w:t>3</w:t>
            </w:r>
            <w:r w:rsidRPr="00E655F6">
              <w:rPr>
                <w:rFonts w:ascii="Poppins" w:hAnsi="Poppins" w:cs="Poppins"/>
                <w:b/>
                <w:bCs/>
                <w:color w:val="000000" w:themeColor="text1"/>
                <w:sz w:val="20"/>
              </w:rPr>
              <w:t>/h o equivalente.</w:t>
            </w:r>
          </w:p>
        </w:tc>
      </w:tr>
      <w:tr w:rsidR="000A3748" w:rsidRPr="00013A5B" w14:paraId="23BDA4E1" w14:textId="77777777" w:rsidTr="00A16FCA">
        <w:tc>
          <w:tcPr>
            <w:tcW w:w="1398" w:type="dxa"/>
          </w:tcPr>
          <w:p w14:paraId="6B89CF72" w14:textId="710BA012" w:rsidR="000A3748" w:rsidRPr="00F049B5" w:rsidRDefault="000A3748" w:rsidP="000A3748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lastRenderedPageBreak/>
              <w:t>0270</w:t>
            </w:r>
            <w:r w:rsidR="00BE3E47">
              <w:rPr>
                <w:rFonts w:ascii="Poppins" w:hAnsi="Poppins" w:cs="Poppins"/>
                <w:bCs/>
                <w:color w:val="000000" w:themeColor="text1"/>
                <w:sz w:val="20"/>
              </w:rPr>
              <w:t>9712</w:t>
            </w:r>
          </w:p>
        </w:tc>
        <w:tc>
          <w:tcPr>
            <w:tcW w:w="2297" w:type="dxa"/>
          </w:tcPr>
          <w:p w14:paraId="4D7A2AE4" w14:textId="77777777" w:rsidR="000A3748" w:rsidRPr="00F049B5" w:rsidRDefault="000A3748" w:rsidP="000A3748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>Contatore volumetrico</w:t>
            </w:r>
          </w:p>
          <w:p w14:paraId="62CC5B7F" w14:textId="77777777" w:rsidR="000A3748" w:rsidRPr="00F049B5" w:rsidRDefault="000A3748" w:rsidP="000A3748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>lanciaimpulsi</w:t>
            </w:r>
          </w:p>
          <w:p w14:paraId="54DEFBD7" w14:textId="77777777" w:rsidR="000A3748" w:rsidRPr="00F049B5" w:rsidRDefault="000A3748" w:rsidP="000A3748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>acqua calda</w:t>
            </w:r>
          </w:p>
          <w:p w14:paraId="20E8264D" w14:textId="097045BE" w:rsidR="000A3748" w:rsidRPr="00F049B5" w:rsidRDefault="000A3748" w:rsidP="000A3748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>DN 15</w:t>
            </w:r>
          </w:p>
        </w:tc>
        <w:tc>
          <w:tcPr>
            <w:tcW w:w="5803" w:type="dxa"/>
          </w:tcPr>
          <w:p w14:paraId="33304D4F" w14:textId="717DD1D0" w:rsidR="000A3748" w:rsidRPr="00F049B5" w:rsidRDefault="000A3748" w:rsidP="000A3748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 xml:space="preserve">Contatore volumetrico lanciaimpulsi (tipo reed </w:t>
            </w:r>
            <w:r w:rsidR="00856252">
              <w:rPr>
                <w:rFonts w:ascii="Poppins" w:hAnsi="Poppins" w:cs="Poppins"/>
                <w:bCs/>
                <w:color w:val="000000" w:themeColor="text1"/>
              </w:rPr>
              <w:t>-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 xml:space="preserve"> switch, 1 impulso / 10 litri), a getto unico, a quadrante asciutto per acqua calda, certificato in conformità al Dlgs n° 84 del 19/05/2016 (attuazione della direttiva europea MID 2014/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>2/EU)</w:t>
            </w:r>
            <w:r w:rsidR="00BE3E47">
              <w:rPr>
                <w:rFonts w:ascii="Poppins" w:hAnsi="Poppins" w:cs="Poppins"/>
                <w:bCs/>
                <w:color w:val="000000" w:themeColor="text1"/>
              </w:rPr>
              <w:t xml:space="preserve"> e conforme DM 174/2004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>.</w:t>
            </w:r>
          </w:p>
          <w:p w14:paraId="5F12ADE2" w14:textId="77777777" w:rsidR="000A3748" w:rsidRPr="00F049B5" w:rsidRDefault="000A3748" w:rsidP="000A3748">
            <w:pPr>
              <w:pStyle w:val="Testocommento"/>
              <w:jc w:val="both"/>
              <w:rPr>
                <w:rFonts w:ascii="Poppins" w:hAnsi="Poppins" w:cs="Poppins"/>
                <w:b/>
                <w:bCs/>
                <w:color w:val="000000" w:themeColor="text1"/>
              </w:rPr>
            </w:pPr>
          </w:p>
          <w:p w14:paraId="6AA59D4D" w14:textId="77777777" w:rsidR="000A3748" w:rsidRPr="00F049B5" w:rsidRDefault="000A3748" w:rsidP="000A3748">
            <w:pPr>
              <w:pStyle w:val="Testocommento"/>
              <w:jc w:val="both"/>
              <w:rPr>
                <w:rFonts w:ascii="Poppins" w:hAnsi="Poppins" w:cs="Poppins"/>
                <w:b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/>
                <w:bCs/>
                <w:color w:val="000000" w:themeColor="text1"/>
              </w:rPr>
              <w:t>Dati tecnici:</w:t>
            </w:r>
          </w:p>
          <w:p w14:paraId="6E9089E2" w14:textId="47959748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>Portata permanente Q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>: 2,5 m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>/h</w:t>
            </w:r>
          </w:p>
          <w:p w14:paraId="3A06870E" w14:textId="45902FCA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 xml:space="preserve">Portata massima Q4: 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>,1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 xml:space="preserve"> m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>/h</w:t>
            </w:r>
          </w:p>
          <w:p w14:paraId="277809EA" w14:textId="3C10C272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>Classe metrologica MID: R (Q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 xml:space="preserve">/Q1) = </w:t>
            </w:r>
            <w:r w:rsidR="000B4EA7">
              <w:rPr>
                <w:rFonts w:ascii="Poppins" w:hAnsi="Poppins" w:cs="Poppins"/>
                <w:bCs/>
                <w:color w:val="000000" w:themeColor="text1"/>
              </w:rPr>
              <w:t>10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>0 H (installazione orizzontale), R (Q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 xml:space="preserve">/Q1) = </w:t>
            </w:r>
            <w:r w:rsidR="000B4EA7">
              <w:rPr>
                <w:rFonts w:ascii="Poppins" w:hAnsi="Poppins" w:cs="Poppins"/>
                <w:bCs/>
                <w:color w:val="000000" w:themeColor="text1"/>
              </w:rPr>
              <w:t>6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 xml:space="preserve"> V (installazione verticale)</w:t>
            </w:r>
          </w:p>
          <w:p w14:paraId="43212A14" w14:textId="293DBD8B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 xml:space="preserve">Temperatura di funzionamento: da 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>0 a 90 °C</w:t>
            </w:r>
          </w:p>
          <w:p w14:paraId="6A581376" w14:textId="77777777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color w:val="000000" w:themeColor="text1"/>
              </w:rPr>
            </w:pPr>
            <w:r w:rsidRPr="00F049B5">
              <w:rPr>
                <w:rFonts w:ascii="Poppins" w:hAnsi="Poppins" w:cs="Poppins"/>
                <w:color w:val="000000" w:themeColor="text1"/>
              </w:rPr>
              <w:t>Lunghezza: 110 mm</w:t>
            </w:r>
          </w:p>
          <w:p w14:paraId="4FEF79AC" w14:textId="6AE5212F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color w:val="000000" w:themeColor="text1"/>
              </w:rPr>
            </w:pPr>
            <w:r w:rsidRPr="00F049B5">
              <w:rPr>
                <w:rFonts w:ascii="Poppins" w:hAnsi="Poppins" w:cs="Poppins"/>
                <w:color w:val="000000" w:themeColor="text1"/>
              </w:rPr>
              <w:t xml:space="preserve">Attacchi filettati: </w:t>
            </w:r>
            <w:r w:rsidR="00EE2606">
              <w:rPr>
                <w:rFonts w:ascii="Poppins" w:hAnsi="Poppins" w:cs="Poppins"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color w:val="000000" w:themeColor="text1"/>
              </w:rPr>
              <w:t>/4” maschio</w:t>
            </w:r>
          </w:p>
          <w:p w14:paraId="311B933A" w14:textId="77777777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>Pressione di esercizio (PN): 16 bar</w:t>
            </w:r>
          </w:p>
          <w:p w14:paraId="09EBE673" w14:textId="77777777" w:rsidR="000A3748" w:rsidRPr="00F049B5" w:rsidRDefault="000A3748" w:rsidP="000A3748">
            <w:pPr>
              <w:pStyle w:val="Testocommento"/>
              <w:ind w:left="420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</w:p>
          <w:p w14:paraId="39F47D1B" w14:textId="72EAF432" w:rsidR="000A3748" w:rsidRPr="00F049B5" w:rsidRDefault="000A3748" w:rsidP="000A3748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bookmarkStart w:id="1" w:name="OLE_LINK4"/>
            <w:r w:rsidRPr="00F049B5">
              <w:rPr>
                <w:rFonts w:ascii="Poppins" w:hAnsi="Poppins" w:cs="Poppins"/>
                <w:bCs/>
                <w:color w:val="000000" w:themeColor="text1"/>
              </w:rPr>
              <w:t>Possibilità di comunicazione tramite protocollo M</w:t>
            </w:r>
            <w:r w:rsidR="00856252">
              <w:rPr>
                <w:rFonts w:ascii="Poppins" w:hAnsi="Poppins" w:cs="Poppins"/>
                <w:bCs/>
                <w:color w:val="000000" w:themeColor="text1"/>
              </w:rPr>
              <w:t>-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>Bus mediante interfaccia dedicata (</w:t>
            </w:r>
            <w:r w:rsidR="003A147D" w:rsidRPr="00F049B5">
              <w:rPr>
                <w:rFonts w:ascii="Poppins" w:hAnsi="Poppins" w:cs="Poppins"/>
                <w:bCs/>
                <w:color w:val="000000" w:themeColor="text1"/>
              </w:rPr>
              <w:t xml:space="preserve">Misuratore di energia EVO 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>con trasmissione dati, oppure adattatore d’impulsi).</w:t>
            </w:r>
          </w:p>
          <w:bookmarkEnd w:id="1"/>
          <w:p w14:paraId="7370388A" w14:textId="77777777" w:rsidR="000A3748" w:rsidRPr="00F049B5" w:rsidRDefault="000A3748" w:rsidP="000A3748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</w:p>
          <w:p w14:paraId="05122261" w14:textId="66EEB131" w:rsidR="000A3748" w:rsidRPr="00F049B5" w:rsidRDefault="000A3748" w:rsidP="000A3748">
            <w:pPr>
              <w:pStyle w:val="Testocommento"/>
              <w:jc w:val="both"/>
              <w:rPr>
                <w:rFonts w:ascii="Poppins" w:hAnsi="Poppins" w:cs="Poppins"/>
                <w:color w:val="000000" w:themeColor="text1"/>
              </w:rPr>
            </w:pPr>
            <w:r w:rsidRPr="00F049B5">
              <w:rPr>
                <w:rFonts w:ascii="Poppins" w:hAnsi="Poppins" w:cs="Poppins"/>
                <w:b/>
                <w:bCs/>
                <w:color w:val="000000" w:themeColor="text1"/>
              </w:rPr>
              <w:t xml:space="preserve">Marca </w:t>
            </w:r>
            <w:r w:rsidR="00C04156">
              <w:rPr>
                <w:rFonts w:ascii="Poppins" w:hAnsi="Poppins" w:cs="Poppins"/>
                <w:b/>
                <w:bCs/>
                <w:color w:val="000000" w:themeColor="text1"/>
              </w:rPr>
              <w:t>Emmeti</w:t>
            </w:r>
            <w:r w:rsidRPr="00F049B5">
              <w:rPr>
                <w:rFonts w:ascii="Poppins" w:hAnsi="Poppins" w:cs="Poppins"/>
                <w:b/>
                <w:bCs/>
                <w:color w:val="000000" w:themeColor="text1"/>
              </w:rPr>
              <w:t xml:space="preserve"> – Modello Contatore volumetrico lanciaimpulsi acqua calda </w:t>
            </w:r>
            <w:r w:rsidR="00BE3E47">
              <w:rPr>
                <w:rFonts w:ascii="Poppins" w:hAnsi="Poppins" w:cs="Poppins"/>
                <w:b/>
                <w:bCs/>
                <w:color w:val="000000" w:themeColor="text1"/>
              </w:rPr>
              <w:t xml:space="preserve">SJ PLUS </w:t>
            </w:r>
            <w:r w:rsidRPr="00F049B5">
              <w:rPr>
                <w:rFonts w:ascii="Poppins" w:hAnsi="Poppins" w:cs="Poppins"/>
                <w:b/>
                <w:bCs/>
                <w:color w:val="000000" w:themeColor="text1"/>
              </w:rPr>
              <w:t>DN 15 o equivalente.</w:t>
            </w:r>
          </w:p>
        </w:tc>
      </w:tr>
      <w:tr w:rsidR="000A3748" w:rsidRPr="00013A5B" w14:paraId="23C63C9F" w14:textId="77777777" w:rsidTr="00A16FCA">
        <w:tc>
          <w:tcPr>
            <w:tcW w:w="1398" w:type="dxa"/>
          </w:tcPr>
          <w:p w14:paraId="665FE37C" w14:textId="005E4013" w:rsidR="000A3748" w:rsidRPr="00F049B5" w:rsidRDefault="000A3748" w:rsidP="000A3748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lastRenderedPageBreak/>
              <w:t>02709</w:t>
            </w:r>
            <w:r w:rsidR="00BE3E47">
              <w:rPr>
                <w:rFonts w:ascii="Poppins" w:hAnsi="Poppins" w:cs="Poppins"/>
                <w:bCs/>
                <w:color w:val="000000" w:themeColor="text1"/>
                <w:sz w:val="20"/>
              </w:rPr>
              <w:t>720</w:t>
            </w:r>
          </w:p>
        </w:tc>
        <w:tc>
          <w:tcPr>
            <w:tcW w:w="2297" w:type="dxa"/>
          </w:tcPr>
          <w:p w14:paraId="191C73E9" w14:textId="77777777" w:rsidR="000A3748" w:rsidRPr="00F049B5" w:rsidRDefault="000A3748" w:rsidP="000A3748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>Contatore volumetrico</w:t>
            </w:r>
          </w:p>
          <w:p w14:paraId="73977B39" w14:textId="77777777" w:rsidR="000A3748" w:rsidRPr="00F049B5" w:rsidRDefault="000A3748" w:rsidP="000A3748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>lanciaimpulsi</w:t>
            </w:r>
          </w:p>
          <w:p w14:paraId="155F21C9" w14:textId="77777777" w:rsidR="000A3748" w:rsidRPr="00F049B5" w:rsidRDefault="000A3748" w:rsidP="000A3748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>acqua calda</w:t>
            </w:r>
          </w:p>
          <w:p w14:paraId="07A70044" w14:textId="7D9FDB08" w:rsidR="000A3748" w:rsidRPr="00F049B5" w:rsidRDefault="000A3748" w:rsidP="000A3748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>DN 20</w:t>
            </w:r>
          </w:p>
        </w:tc>
        <w:tc>
          <w:tcPr>
            <w:tcW w:w="5803" w:type="dxa"/>
          </w:tcPr>
          <w:p w14:paraId="78A2B8E4" w14:textId="38B8FA95" w:rsidR="000A3748" w:rsidRPr="00F049B5" w:rsidRDefault="000A3748" w:rsidP="000A3748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 xml:space="preserve">Contatore volumetrico lanciaimpulsi (tipo reed </w:t>
            </w:r>
            <w:r w:rsidR="00856252">
              <w:rPr>
                <w:rFonts w:ascii="Poppins" w:hAnsi="Poppins" w:cs="Poppins"/>
                <w:bCs/>
                <w:color w:val="000000" w:themeColor="text1"/>
              </w:rPr>
              <w:t>-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 xml:space="preserve"> switch, 1 impulso / 10 litri), a getto unico, a quadrante asciutto per acqua calda, certificato in conformità al Dlgs n° 84 del 19/05/2016 (attuazione della direttiva europea MID 2014/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>2/EU)</w:t>
            </w:r>
            <w:r w:rsidR="00BE3E47">
              <w:rPr>
                <w:rFonts w:ascii="Poppins" w:hAnsi="Poppins" w:cs="Poppins"/>
                <w:bCs/>
                <w:color w:val="000000" w:themeColor="text1"/>
              </w:rPr>
              <w:t xml:space="preserve"> e conforme DM 174/2004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>.</w:t>
            </w:r>
          </w:p>
          <w:p w14:paraId="159BEDC1" w14:textId="77777777" w:rsidR="000A3748" w:rsidRPr="00F049B5" w:rsidRDefault="000A3748" w:rsidP="000A3748">
            <w:pPr>
              <w:pStyle w:val="Testocommento"/>
              <w:jc w:val="both"/>
              <w:rPr>
                <w:rFonts w:ascii="Poppins" w:hAnsi="Poppins" w:cs="Poppins"/>
                <w:b/>
                <w:bCs/>
                <w:color w:val="000000" w:themeColor="text1"/>
              </w:rPr>
            </w:pPr>
          </w:p>
          <w:p w14:paraId="19FCC062" w14:textId="77777777" w:rsidR="000A3748" w:rsidRPr="00F049B5" w:rsidRDefault="000A3748" w:rsidP="000A3748">
            <w:pPr>
              <w:pStyle w:val="Testocommento"/>
              <w:jc w:val="both"/>
              <w:rPr>
                <w:rFonts w:ascii="Poppins" w:hAnsi="Poppins" w:cs="Poppins"/>
                <w:b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/>
                <w:bCs/>
                <w:color w:val="000000" w:themeColor="text1"/>
              </w:rPr>
              <w:t>Dati tecnici:</w:t>
            </w:r>
          </w:p>
          <w:p w14:paraId="106D3D15" w14:textId="002ADE70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>Portata permanente Q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>: 4,0 m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>/h</w:t>
            </w:r>
          </w:p>
          <w:p w14:paraId="49CCFB10" w14:textId="3E917900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>Portata massima Q4: 5,0 m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>/h</w:t>
            </w:r>
          </w:p>
          <w:p w14:paraId="57C863A3" w14:textId="47046C15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>Classe metrologica MID: R (Q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 xml:space="preserve">/Q1) = </w:t>
            </w:r>
            <w:r w:rsidR="000B4EA7">
              <w:rPr>
                <w:rFonts w:ascii="Poppins" w:hAnsi="Poppins" w:cs="Poppins"/>
                <w:bCs/>
                <w:color w:val="000000" w:themeColor="text1"/>
              </w:rPr>
              <w:t>10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>0 H (installazione orizzontale), R (Q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 xml:space="preserve">/Q1) = </w:t>
            </w:r>
            <w:r w:rsidR="000B4EA7">
              <w:rPr>
                <w:rFonts w:ascii="Poppins" w:hAnsi="Poppins" w:cs="Poppins"/>
                <w:bCs/>
                <w:color w:val="000000" w:themeColor="text1"/>
              </w:rPr>
              <w:t>6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 xml:space="preserve"> V (installazione verticale)</w:t>
            </w:r>
          </w:p>
          <w:p w14:paraId="3DA3415A" w14:textId="6BA3C941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 xml:space="preserve">Temperatura di funzionamento: da 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>0 a 90 °C</w:t>
            </w:r>
          </w:p>
          <w:p w14:paraId="3B0EEB11" w14:textId="33DD32C0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color w:val="000000" w:themeColor="text1"/>
              </w:rPr>
            </w:pPr>
            <w:r w:rsidRPr="00F049B5">
              <w:rPr>
                <w:rFonts w:ascii="Poppins" w:hAnsi="Poppins" w:cs="Poppins"/>
                <w:color w:val="000000" w:themeColor="text1"/>
              </w:rPr>
              <w:t>Lunghezza: 1</w:t>
            </w:r>
            <w:r w:rsidR="00EE2606">
              <w:rPr>
                <w:rFonts w:ascii="Poppins" w:hAnsi="Poppins" w:cs="Poppins"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color w:val="000000" w:themeColor="text1"/>
              </w:rPr>
              <w:t>0 mm</w:t>
            </w:r>
          </w:p>
          <w:p w14:paraId="465CCF0E" w14:textId="77777777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color w:val="000000" w:themeColor="text1"/>
              </w:rPr>
            </w:pPr>
            <w:r w:rsidRPr="00F049B5">
              <w:rPr>
                <w:rFonts w:ascii="Poppins" w:hAnsi="Poppins" w:cs="Poppins"/>
                <w:color w:val="000000" w:themeColor="text1"/>
              </w:rPr>
              <w:t>Attacchi filettati: 1” maschio</w:t>
            </w:r>
          </w:p>
          <w:p w14:paraId="71802ACB" w14:textId="77777777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>Pressione di esercizio (PN): 16 bar</w:t>
            </w:r>
          </w:p>
          <w:p w14:paraId="5CF69E5D" w14:textId="77777777" w:rsidR="000A3748" w:rsidRPr="00F049B5" w:rsidRDefault="000A3748" w:rsidP="000A3748">
            <w:pPr>
              <w:pStyle w:val="Testocommento"/>
              <w:ind w:left="420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</w:p>
          <w:p w14:paraId="7C262FEC" w14:textId="4B9BAB20" w:rsidR="000A3748" w:rsidRPr="00F049B5" w:rsidRDefault="000A3748" w:rsidP="000A3748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>Possibilità di comunicazione tramite protocollo M</w:t>
            </w:r>
            <w:r w:rsidR="00856252">
              <w:rPr>
                <w:rFonts w:ascii="Poppins" w:hAnsi="Poppins" w:cs="Poppins"/>
                <w:bCs/>
                <w:color w:val="000000" w:themeColor="text1"/>
              </w:rPr>
              <w:t>-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>Bus mediante interfaccia dedicata (</w:t>
            </w:r>
            <w:r w:rsidR="003A147D" w:rsidRPr="00F049B5">
              <w:rPr>
                <w:rFonts w:ascii="Poppins" w:hAnsi="Poppins" w:cs="Poppins"/>
                <w:bCs/>
                <w:color w:val="000000" w:themeColor="text1"/>
              </w:rPr>
              <w:t xml:space="preserve">Misuratore di energia EVO 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>con trasmissione dati, oppure adattatore d’impulsi).</w:t>
            </w:r>
          </w:p>
          <w:p w14:paraId="60095E47" w14:textId="77777777" w:rsidR="000A3748" w:rsidRPr="00F049B5" w:rsidRDefault="000A3748" w:rsidP="000A3748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</w:p>
          <w:p w14:paraId="2CC1D99E" w14:textId="0DED932F" w:rsidR="000A3748" w:rsidRPr="00F049B5" w:rsidRDefault="000A3748" w:rsidP="000A3748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/>
                <w:bCs/>
                <w:color w:val="000000" w:themeColor="text1"/>
              </w:rPr>
              <w:t xml:space="preserve">Marca </w:t>
            </w:r>
            <w:r w:rsidR="00C04156">
              <w:rPr>
                <w:rFonts w:ascii="Poppins" w:hAnsi="Poppins" w:cs="Poppins"/>
                <w:b/>
                <w:bCs/>
                <w:color w:val="000000" w:themeColor="text1"/>
              </w:rPr>
              <w:t>Emmeti</w:t>
            </w:r>
            <w:r w:rsidRPr="00F049B5">
              <w:rPr>
                <w:rFonts w:ascii="Poppins" w:hAnsi="Poppins" w:cs="Poppins"/>
                <w:b/>
                <w:bCs/>
                <w:color w:val="000000" w:themeColor="text1"/>
              </w:rPr>
              <w:t xml:space="preserve"> – Modello Contatore volumetrico lanciaimpulsi acqua calda </w:t>
            </w:r>
            <w:r w:rsidR="00BE3E47">
              <w:rPr>
                <w:rFonts w:ascii="Poppins" w:hAnsi="Poppins" w:cs="Poppins"/>
                <w:b/>
                <w:bCs/>
                <w:color w:val="000000" w:themeColor="text1"/>
              </w:rPr>
              <w:t xml:space="preserve">SJ PLUS </w:t>
            </w:r>
            <w:r w:rsidRPr="00F049B5">
              <w:rPr>
                <w:rFonts w:ascii="Poppins" w:hAnsi="Poppins" w:cs="Poppins"/>
                <w:b/>
                <w:bCs/>
                <w:color w:val="000000" w:themeColor="text1"/>
              </w:rPr>
              <w:t>DN 20 o equivalente.</w:t>
            </w:r>
          </w:p>
        </w:tc>
      </w:tr>
      <w:tr w:rsidR="000A3748" w:rsidRPr="00013A5B" w14:paraId="70BF8B96" w14:textId="77777777" w:rsidTr="00A16FCA">
        <w:tc>
          <w:tcPr>
            <w:tcW w:w="1398" w:type="dxa"/>
          </w:tcPr>
          <w:p w14:paraId="09F45E3B" w14:textId="4AF9CE78" w:rsidR="000A3748" w:rsidRPr="00F049B5" w:rsidRDefault="000A3748" w:rsidP="000A3748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>0270</w:t>
            </w:r>
            <w:r w:rsidR="00BE3E47">
              <w:rPr>
                <w:rFonts w:ascii="Poppins" w:hAnsi="Poppins" w:cs="Poppins"/>
                <w:bCs/>
                <w:color w:val="000000" w:themeColor="text1"/>
                <w:sz w:val="20"/>
              </w:rPr>
              <w:t>9710</w:t>
            </w:r>
          </w:p>
        </w:tc>
        <w:tc>
          <w:tcPr>
            <w:tcW w:w="2297" w:type="dxa"/>
          </w:tcPr>
          <w:p w14:paraId="5F2A2A62" w14:textId="77777777" w:rsidR="000A3748" w:rsidRPr="00F049B5" w:rsidRDefault="000A3748" w:rsidP="000A3748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>Contatore volumetrico</w:t>
            </w:r>
          </w:p>
          <w:p w14:paraId="6FA8DF85" w14:textId="77777777" w:rsidR="000A3748" w:rsidRPr="00F049B5" w:rsidRDefault="000A3748" w:rsidP="000A3748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>lanciaimpulsi</w:t>
            </w:r>
          </w:p>
          <w:p w14:paraId="3C93DD10" w14:textId="77777777" w:rsidR="000A3748" w:rsidRPr="00F049B5" w:rsidRDefault="000A3748" w:rsidP="000A3748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>acqua fredda</w:t>
            </w:r>
          </w:p>
          <w:p w14:paraId="7ECFAF1C" w14:textId="0F949073" w:rsidR="000A3748" w:rsidRPr="00F049B5" w:rsidRDefault="000A3748" w:rsidP="000A3748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>DN 15</w:t>
            </w:r>
          </w:p>
        </w:tc>
        <w:tc>
          <w:tcPr>
            <w:tcW w:w="5803" w:type="dxa"/>
          </w:tcPr>
          <w:p w14:paraId="517632E4" w14:textId="6D8985E4" w:rsidR="000A3748" w:rsidRPr="00F049B5" w:rsidRDefault="000A3748" w:rsidP="000A3748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 xml:space="preserve">Contatore volumetrico lanciaimpulsi (tipo reed </w:t>
            </w:r>
            <w:r w:rsidR="00856252">
              <w:rPr>
                <w:rFonts w:ascii="Poppins" w:hAnsi="Poppins" w:cs="Poppins"/>
                <w:bCs/>
                <w:color w:val="000000" w:themeColor="text1"/>
              </w:rPr>
              <w:t>-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 xml:space="preserve"> switch, 1 impulso / 10 litri), a getto unico, a quadrante asciutto per acqua fredda, certificato in conformità al Dlgs n° 84 del 19/05/2016 (attuazione della direttiva europea MID 2014/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>2/EU)</w:t>
            </w:r>
            <w:r w:rsidR="00BE3E47">
              <w:rPr>
                <w:rFonts w:ascii="Poppins" w:hAnsi="Poppins" w:cs="Poppins"/>
                <w:bCs/>
                <w:color w:val="000000" w:themeColor="text1"/>
              </w:rPr>
              <w:t xml:space="preserve"> e conforme DM 174/2004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>.</w:t>
            </w:r>
          </w:p>
          <w:p w14:paraId="3E8B27A0" w14:textId="77777777" w:rsidR="000A3748" w:rsidRPr="00F049B5" w:rsidRDefault="000A3748" w:rsidP="000A3748">
            <w:pPr>
              <w:pStyle w:val="Testocommento"/>
              <w:jc w:val="both"/>
              <w:rPr>
                <w:rFonts w:ascii="Poppins" w:hAnsi="Poppins" w:cs="Poppins"/>
                <w:b/>
                <w:bCs/>
                <w:color w:val="000000" w:themeColor="text1"/>
              </w:rPr>
            </w:pPr>
          </w:p>
          <w:p w14:paraId="7B7BF3F2" w14:textId="77777777" w:rsidR="000A3748" w:rsidRPr="00F049B5" w:rsidRDefault="000A3748" w:rsidP="000A3748">
            <w:pPr>
              <w:pStyle w:val="Testocommento"/>
              <w:jc w:val="both"/>
              <w:rPr>
                <w:rFonts w:ascii="Poppins" w:hAnsi="Poppins" w:cs="Poppins"/>
                <w:b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/>
                <w:bCs/>
                <w:color w:val="000000" w:themeColor="text1"/>
              </w:rPr>
              <w:t>Dati tecnici:</w:t>
            </w:r>
          </w:p>
          <w:p w14:paraId="5D4A8E69" w14:textId="25133E56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>Portata permanente Q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>: 2,5 m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>/h</w:t>
            </w:r>
          </w:p>
          <w:p w14:paraId="104649F5" w14:textId="55067495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 xml:space="preserve">Portata massima Q4: 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>,1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 xml:space="preserve"> m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>/h</w:t>
            </w:r>
          </w:p>
          <w:p w14:paraId="7390007C" w14:textId="463EB633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>Classe metrologica MID: R (Q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 xml:space="preserve">/Q1) = </w:t>
            </w:r>
            <w:r w:rsidR="000B4EA7">
              <w:rPr>
                <w:rFonts w:ascii="Poppins" w:hAnsi="Poppins" w:cs="Poppins"/>
                <w:bCs/>
                <w:color w:val="000000" w:themeColor="text1"/>
              </w:rPr>
              <w:t>10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>0 H (installazione orizzontale), R (Q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 xml:space="preserve">/Q1) = </w:t>
            </w:r>
            <w:r w:rsidR="000B4EA7">
              <w:rPr>
                <w:rFonts w:ascii="Poppins" w:hAnsi="Poppins" w:cs="Poppins"/>
                <w:bCs/>
                <w:color w:val="000000" w:themeColor="text1"/>
              </w:rPr>
              <w:t>6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 xml:space="preserve"> V (installazione verticale)</w:t>
            </w:r>
          </w:p>
          <w:p w14:paraId="766F95FF" w14:textId="2DB16201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 xml:space="preserve">Temperatura di funzionamento: </w:t>
            </w:r>
            <w:r w:rsidR="000B234D" w:rsidRPr="00F049B5">
              <w:rPr>
                <w:rFonts w:ascii="Poppins" w:hAnsi="Poppins" w:cs="Poppins"/>
                <w:bCs/>
                <w:color w:val="000000" w:themeColor="text1"/>
              </w:rPr>
              <w:t>5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>0 °C</w:t>
            </w:r>
          </w:p>
          <w:p w14:paraId="31DA48B4" w14:textId="77777777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color w:val="000000" w:themeColor="text1"/>
              </w:rPr>
            </w:pPr>
            <w:r w:rsidRPr="00F049B5">
              <w:rPr>
                <w:rFonts w:ascii="Poppins" w:hAnsi="Poppins" w:cs="Poppins"/>
                <w:color w:val="000000" w:themeColor="text1"/>
              </w:rPr>
              <w:t>Lunghezza: 110 mm</w:t>
            </w:r>
          </w:p>
          <w:p w14:paraId="1E23FEFA" w14:textId="3837E6B4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color w:val="000000" w:themeColor="text1"/>
              </w:rPr>
            </w:pPr>
            <w:r w:rsidRPr="00F049B5">
              <w:rPr>
                <w:rFonts w:ascii="Poppins" w:hAnsi="Poppins" w:cs="Poppins"/>
                <w:color w:val="000000" w:themeColor="text1"/>
              </w:rPr>
              <w:t xml:space="preserve">Attacchi filettati: </w:t>
            </w:r>
            <w:r w:rsidR="00EE2606">
              <w:rPr>
                <w:rFonts w:ascii="Poppins" w:hAnsi="Poppins" w:cs="Poppins"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color w:val="000000" w:themeColor="text1"/>
              </w:rPr>
              <w:t>/4” maschio</w:t>
            </w:r>
          </w:p>
          <w:p w14:paraId="65F991A3" w14:textId="77777777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>Pressione di esercizio (PN): 16 bar</w:t>
            </w:r>
          </w:p>
          <w:p w14:paraId="32550BBB" w14:textId="77777777" w:rsidR="000A3748" w:rsidRPr="00F049B5" w:rsidRDefault="000A3748" w:rsidP="000A3748">
            <w:pPr>
              <w:pStyle w:val="Testocommento"/>
              <w:ind w:left="420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</w:p>
          <w:p w14:paraId="03AFE5E5" w14:textId="3F6C68B1" w:rsidR="000A3748" w:rsidRPr="00F049B5" w:rsidRDefault="000A3748" w:rsidP="000A3748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lastRenderedPageBreak/>
              <w:t>Possibilità di comunicazione tramite protocollo M</w:t>
            </w:r>
            <w:r w:rsidR="00856252">
              <w:rPr>
                <w:rFonts w:ascii="Poppins" w:hAnsi="Poppins" w:cs="Poppins"/>
                <w:bCs/>
                <w:color w:val="000000" w:themeColor="text1"/>
              </w:rPr>
              <w:t>-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>Bus mediante interfaccia dedicata (</w:t>
            </w:r>
            <w:r w:rsidR="003A147D" w:rsidRPr="00F049B5">
              <w:rPr>
                <w:rFonts w:ascii="Poppins" w:hAnsi="Poppins" w:cs="Poppins"/>
                <w:bCs/>
                <w:color w:val="000000" w:themeColor="text1"/>
              </w:rPr>
              <w:t xml:space="preserve">Misuratore di energia EVO 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>con trasmissione dati, oppure adattatore d’impulsi).</w:t>
            </w:r>
          </w:p>
          <w:p w14:paraId="0E133752" w14:textId="77777777" w:rsidR="000A3748" w:rsidRPr="00F049B5" w:rsidRDefault="000A3748" w:rsidP="000A3748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</w:p>
          <w:p w14:paraId="007DAF6D" w14:textId="5F91BAEA" w:rsidR="000A3748" w:rsidRPr="00F049B5" w:rsidRDefault="000A3748" w:rsidP="000A3748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/>
                <w:bCs/>
                <w:color w:val="000000" w:themeColor="text1"/>
              </w:rPr>
              <w:t xml:space="preserve">Marca </w:t>
            </w:r>
            <w:r w:rsidR="00C04156">
              <w:rPr>
                <w:rFonts w:ascii="Poppins" w:hAnsi="Poppins" w:cs="Poppins"/>
                <w:b/>
                <w:bCs/>
                <w:color w:val="000000" w:themeColor="text1"/>
              </w:rPr>
              <w:t>Emmeti</w:t>
            </w:r>
            <w:r w:rsidRPr="00F049B5">
              <w:rPr>
                <w:rFonts w:ascii="Poppins" w:hAnsi="Poppins" w:cs="Poppins"/>
                <w:b/>
                <w:bCs/>
                <w:color w:val="000000" w:themeColor="text1"/>
              </w:rPr>
              <w:t xml:space="preserve"> – Modello Contatore volumetrico lanciaimpulsi acqua fredda </w:t>
            </w:r>
            <w:r w:rsidR="00BE3E47">
              <w:rPr>
                <w:rFonts w:ascii="Poppins" w:hAnsi="Poppins" w:cs="Poppins"/>
                <w:b/>
                <w:bCs/>
                <w:color w:val="000000" w:themeColor="text1"/>
              </w:rPr>
              <w:t xml:space="preserve">SJ PLUS </w:t>
            </w:r>
            <w:r w:rsidRPr="00F049B5">
              <w:rPr>
                <w:rFonts w:ascii="Poppins" w:hAnsi="Poppins" w:cs="Poppins"/>
                <w:b/>
                <w:bCs/>
                <w:color w:val="000000" w:themeColor="text1"/>
              </w:rPr>
              <w:t>DN 15 o equivalente.</w:t>
            </w:r>
          </w:p>
        </w:tc>
      </w:tr>
      <w:tr w:rsidR="000A3748" w:rsidRPr="00013A5B" w14:paraId="5CA50F0A" w14:textId="77777777" w:rsidTr="00A16FCA">
        <w:tc>
          <w:tcPr>
            <w:tcW w:w="1398" w:type="dxa"/>
          </w:tcPr>
          <w:p w14:paraId="1E97B800" w14:textId="09C1DCB3" w:rsidR="000A3748" w:rsidRPr="00F049B5" w:rsidRDefault="000A3748" w:rsidP="000A3748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lastRenderedPageBreak/>
              <w:t>02709</w:t>
            </w:r>
            <w:r w:rsidR="00BE3E47">
              <w:rPr>
                <w:rFonts w:ascii="Poppins" w:hAnsi="Poppins" w:cs="Poppins"/>
                <w:bCs/>
                <w:color w:val="000000" w:themeColor="text1"/>
                <w:sz w:val="20"/>
              </w:rPr>
              <w:t>718</w:t>
            </w:r>
          </w:p>
        </w:tc>
        <w:tc>
          <w:tcPr>
            <w:tcW w:w="2297" w:type="dxa"/>
          </w:tcPr>
          <w:p w14:paraId="5AD27427" w14:textId="77777777" w:rsidR="000A3748" w:rsidRPr="00F049B5" w:rsidRDefault="000A3748" w:rsidP="000A3748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>Contatore volumetrico</w:t>
            </w:r>
          </w:p>
          <w:p w14:paraId="56BEF2B4" w14:textId="77777777" w:rsidR="000A3748" w:rsidRPr="00F049B5" w:rsidRDefault="000A3748" w:rsidP="000A3748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>lanciaimpulsi</w:t>
            </w:r>
          </w:p>
          <w:p w14:paraId="7671CADD" w14:textId="77777777" w:rsidR="000A3748" w:rsidRPr="00F049B5" w:rsidRDefault="000A3748" w:rsidP="000A3748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>acqua fredda</w:t>
            </w:r>
          </w:p>
          <w:p w14:paraId="3D7A8D46" w14:textId="06807A92" w:rsidR="000A3748" w:rsidRPr="00F049B5" w:rsidRDefault="000A3748" w:rsidP="000A3748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>DN 20</w:t>
            </w:r>
          </w:p>
        </w:tc>
        <w:tc>
          <w:tcPr>
            <w:tcW w:w="5803" w:type="dxa"/>
          </w:tcPr>
          <w:p w14:paraId="09EAF74D" w14:textId="3A470420" w:rsidR="000A3748" w:rsidRPr="00F049B5" w:rsidRDefault="000A3748" w:rsidP="000A3748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 xml:space="preserve">Contatore volumetrico lanciaimpulsi (tipo reed </w:t>
            </w:r>
            <w:r w:rsidR="00856252">
              <w:rPr>
                <w:rFonts w:ascii="Poppins" w:hAnsi="Poppins" w:cs="Poppins"/>
                <w:bCs/>
                <w:color w:val="000000" w:themeColor="text1"/>
              </w:rPr>
              <w:t>-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 xml:space="preserve"> switch, 1 impulso / 10 litri), a getto unico, a quadrante asciutto per acqua fredda, certificato in conformità al Dlgs n° 84 del 19/05/2016 (attuazione della direttiva europea MID 2014/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>2/EU)</w:t>
            </w:r>
            <w:r w:rsidR="00BE3E47">
              <w:rPr>
                <w:rFonts w:ascii="Poppins" w:hAnsi="Poppins" w:cs="Poppins"/>
                <w:bCs/>
                <w:color w:val="000000" w:themeColor="text1"/>
              </w:rPr>
              <w:t xml:space="preserve"> e conforme DM 174/2004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>.</w:t>
            </w:r>
          </w:p>
          <w:p w14:paraId="161E0AA9" w14:textId="77777777" w:rsidR="000A3748" w:rsidRPr="00F049B5" w:rsidRDefault="000A3748" w:rsidP="000A3748">
            <w:pPr>
              <w:pStyle w:val="Testocommento"/>
              <w:jc w:val="both"/>
              <w:rPr>
                <w:rFonts w:ascii="Poppins" w:hAnsi="Poppins" w:cs="Poppins"/>
                <w:b/>
                <w:bCs/>
                <w:color w:val="000000" w:themeColor="text1"/>
              </w:rPr>
            </w:pPr>
          </w:p>
          <w:p w14:paraId="198BA607" w14:textId="77777777" w:rsidR="000A3748" w:rsidRPr="00F049B5" w:rsidRDefault="000A3748" w:rsidP="000A3748">
            <w:pPr>
              <w:pStyle w:val="Testocommento"/>
              <w:jc w:val="both"/>
              <w:rPr>
                <w:rFonts w:ascii="Poppins" w:hAnsi="Poppins" w:cs="Poppins"/>
                <w:b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/>
                <w:bCs/>
                <w:color w:val="000000" w:themeColor="text1"/>
              </w:rPr>
              <w:t>Dati tecnici:</w:t>
            </w:r>
          </w:p>
          <w:p w14:paraId="1D6D099A" w14:textId="4025F6BC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>Portata permanente Q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>: 4,0 m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>/h</w:t>
            </w:r>
          </w:p>
          <w:p w14:paraId="7B160F1D" w14:textId="7BF37F48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>Portata massima Q4: 5,0 m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>/h</w:t>
            </w:r>
          </w:p>
          <w:p w14:paraId="184ED841" w14:textId="655E4705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>Classe metrologica MID: R (Q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 xml:space="preserve">/Q1) = </w:t>
            </w:r>
            <w:r w:rsidR="000B4EA7">
              <w:rPr>
                <w:rFonts w:ascii="Poppins" w:hAnsi="Poppins" w:cs="Poppins"/>
                <w:bCs/>
                <w:color w:val="000000" w:themeColor="text1"/>
              </w:rPr>
              <w:t>10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>0 H (installazione orizzontale), R (Q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 xml:space="preserve">/Q1) = </w:t>
            </w:r>
            <w:r w:rsidR="000B4EA7">
              <w:rPr>
                <w:rFonts w:ascii="Poppins" w:hAnsi="Poppins" w:cs="Poppins"/>
                <w:bCs/>
                <w:color w:val="000000" w:themeColor="text1"/>
              </w:rPr>
              <w:t>6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 xml:space="preserve"> V (installazione verticale)</w:t>
            </w:r>
          </w:p>
          <w:p w14:paraId="23CAEDE3" w14:textId="154125BF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 xml:space="preserve">Temperatura di funzionamento: da </w:t>
            </w:r>
            <w:r w:rsidR="00664F23" w:rsidRPr="00F049B5">
              <w:rPr>
                <w:rFonts w:ascii="Poppins" w:hAnsi="Poppins" w:cs="Poppins"/>
                <w:bCs/>
                <w:color w:val="000000" w:themeColor="text1"/>
              </w:rPr>
              <w:t>5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>0 °C</w:t>
            </w:r>
          </w:p>
          <w:p w14:paraId="3B14E0C0" w14:textId="2059BA64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color w:val="000000" w:themeColor="text1"/>
              </w:rPr>
            </w:pPr>
            <w:r w:rsidRPr="00F049B5">
              <w:rPr>
                <w:rFonts w:ascii="Poppins" w:hAnsi="Poppins" w:cs="Poppins"/>
                <w:color w:val="000000" w:themeColor="text1"/>
              </w:rPr>
              <w:t>Lunghezza: 1</w:t>
            </w:r>
            <w:r w:rsidR="00EE2606">
              <w:rPr>
                <w:rFonts w:ascii="Poppins" w:hAnsi="Poppins" w:cs="Poppins"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color w:val="000000" w:themeColor="text1"/>
              </w:rPr>
              <w:t>0 mm</w:t>
            </w:r>
          </w:p>
          <w:p w14:paraId="2AFF03F0" w14:textId="77777777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color w:val="000000" w:themeColor="text1"/>
              </w:rPr>
            </w:pPr>
            <w:r w:rsidRPr="00F049B5">
              <w:rPr>
                <w:rFonts w:ascii="Poppins" w:hAnsi="Poppins" w:cs="Poppins"/>
                <w:color w:val="000000" w:themeColor="text1"/>
              </w:rPr>
              <w:t>Attacchi filettati: 1” maschio</w:t>
            </w:r>
          </w:p>
          <w:p w14:paraId="1446CE08" w14:textId="77777777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>Pressione di esercizio (PN): 16 bar</w:t>
            </w:r>
          </w:p>
          <w:p w14:paraId="7B5AB316" w14:textId="77777777" w:rsidR="000A3748" w:rsidRPr="00F049B5" w:rsidRDefault="000A3748" w:rsidP="000A3748">
            <w:pPr>
              <w:pStyle w:val="Testocommento"/>
              <w:ind w:left="420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</w:p>
          <w:p w14:paraId="61955D4F" w14:textId="3AEC99B4" w:rsidR="000A3748" w:rsidRPr="00F049B5" w:rsidRDefault="000A3748" w:rsidP="000A3748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>Possibilità di comunicazione tramite protocollo M</w:t>
            </w:r>
            <w:r w:rsidR="00856252">
              <w:rPr>
                <w:rFonts w:ascii="Poppins" w:hAnsi="Poppins" w:cs="Poppins"/>
                <w:bCs/>
                <w:color w:val="000000" w:themeColor="text1"/>
              </w:rPr>
              <w:t>-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>Bus mediante interfaccia dedicata (</w:t>
            </w:r>
            <w:r w:rsidR="003A147D" w:rsidRPr="00F049B5">
              <w:rPr>
                <w:rFonts w:ascii="Poppins" w:hAnsi="Poppins" w:cs="Poppins"/>
                <w:bCs/>
                <w:color w:val="000000" w:themeColor="text1"/>
              </w:rPr>
              <w:t xml:space="preserve">Misuratore di energia EVO 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>con trasmissione dati, oppure adattatore d’impulsi).</w:t>
            </w:r>
          </w:p>
          <w:p w14:paraId="3A298587" w14:textId="77777777" w:rsidR="000A3748" w:rsidRPr="00F049B5" w:rsidRDefault="000A3748" w:rsidP="000A3748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</w:p>
          <w:p w14:paraId="218A95E4" w14:textId="7EAF5B42" w:rsidR="000A3748" w:rsidRPr="00F049B5" w:rsidRDefault="000A3748" w:rsidP="000A3748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/>
                <w:bCs/>
                <w:color w:val="000000" w:themeColor="text1"/>
              </w:rPr>
              <w:t xml:space="preserve">Marca </w:t>
            </w:r>
            <w:r w:rsidR="00C04156">
              <w:rPr>
                <w:rFonts w:ascii="Poppins" w:hAnsi="Poppins" w:cs="Poppins"/>
                <w:b/>
                <w:bCs/>
                <w:color w:val="000000" w:themeColor="text1"/>
              </w:rPr>
              <w:t>Emmeti</w:t>
            </w:r>
            <w:r w:rsidRPr="00F049B5">
              <w:rPr>
                <w:rFonts w:ascii="Poppins" w:hAnsi="Poppins" w:cs="Poppins"/>
                <w:b/>
                <w:bCs/>
                <w:color w:val="000000" w:themeColor="text1"/>
              </w:rPr>
              <w:t xml:space="preserve"> – Modello Contatore volumetrico lanciaimpulsi acqua fredda </w:t>
            </w:r>
            <w:r w:rsidR="00BE3E47">
              <w:rPr>
                <w:rFonts w:ascii="Poppins" w:hAnsi="Poppins" w:cs="Poppins"/>
                <w:b/>
                <w:bCs/>
                <w:color w:val="000000" w:themeColor="text1"/>
              </w:rPr>
              <w:t xml:space="preserve">SJ PLUS </w:t>
            </w:r>
            <w:r w:rsidRPr="00F049B5">
              <w:rPr>
                <w:rFonts w:ascii="Poppins" w:hAnsi="Poppins" w:cs="Poppins"/>
                <w:b/>
                <w:bCs/>
                <w:color w:val="000000" w:themeColor="text1"/>
              </w:rPr>
              <w:t>DN 20 o equivalente.</w:t>
            </w:r>
          </w:p>
        </w:tc>
      </w:tr>
      <w:tr w:rsidR="00216524" w:rsidRPr="00013A5B" w14:paraId="68CBACAB" w14:textId="77777777" w:rsidTr="00A16FCA">
        <w:tc>
          <w:tcPr>
            <w:tcW w:w="1398" w:type="dxa"/>
          </w:tcPr>
          <w:p w14:paraId="52637B5F" w14:textId="49925545" w:rsidR="00216524" w:rsidRPr="00F049B5" w:rsidRDefault="00216524" w:rsidP="000A3748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>
              <w:rPr>
                <w:rFonts w:ascii="Poppins" w:hAnsi="Poppins" w:cs="Poppins"/>
                <w:bCs/>
                <w:color w:val="000000" w:themeColor="text1"/>
                <w:sz w:val="20"/>
              </w:rPr>
              <w:t>02709736</w:t>
            </w:r>
          </w:p>
        </w:tc>
        <w:tc>
          <w:tcPr>
            <w:tcW w:w="2297" w:type="dxa"/>
          </w:tcPr>
          <w:p w14:paraId="4D80D456" w14:textId="3F520619" w:rsidR="00216524" w:rsidRPr="00F049B5" w:rsidRDefault="002267A6" w:rsidP="000A3748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>
              <w:rPr>
                <w:rFonts w:ascii="Poppins" w:hAnsi="Poppins" w:cs="Poppins"/>
                <w:bCs/>
                <w:color w:val="000000" w:themeColor="text1"/>
                <w:sz w:val="20"/>
              </w:rPr>
              <w:t>Contatore volumetrico lanciampulsi acqua calda per alte portate DN25 M 1”1/4</w:t>
            </w:r>
          </w:p>
        </w:tc>
        <w:tc>
          <w:tcPr>
            <w:tcW w:w="5803" w:type="dxa"/>
          </w:tcPr>
          <w:p w14:paraId="29F5DD97" w14:textId="1EBA5EFB" w:rsidR="00E95775" w:rsidRDefault="00E95775" w:rsidP="00E95775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E95775">
              <w:rPr>
                <w:rFonts w:ascii="Poppins" w:hAnsi="Poppins" w:cs="Poppins"/>
                <w:bCs/>
                <w:color w:val="000000" w:themeColor="text1"/>
              </w:rPr>
              <w:t>Contatore a getto multiplo a quadrante asciutto, a trasmissione magnetica, per installazione</w:t>
            </w:r>
            <w:r>
              <w:rPr>
                <w:rFonts w:ascii="Poppins" w:hAnsi="Poppins" w:cs="Poppins"/>
                <w:bCs/>
                <w:color w:val="000000" w:themeColor="text1"/>
              </w:rPr>
              <w:t xml:space="preserve"> </w:t>
            </w:r>
            <w:r w:rsidRPr="00E95775">
              <w:rPr>
                <w:rFonts w:ascii="Poppins" w:hAnsi="Poppins" w:cs="Poppins"/>
                <w:bCs/>
                <w:color w:val="000000" w:themeColor="text1"/>
              </w:rPr>
              <w:t>orizzontale.</w:t>
            </w:r>
          </w:p>
          <w:p w14:paraId="6F179BFD" w14:textId="77777777" w:rsidR="00E95775" w:rsidRDefault="00E95775" w:rsidP="00E95775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</w:p>
          <w:p w14:paraId="7A2870C8" w14:textId="466F2475" w:rsidR="00E95775" w:rsidRPr="00E95775" w:rsidRDefault="00E95775" w:rsidP="00E95775">
            <w:pPr>
              <w:pStyle w:val="Testocommento"/>
              <w:jc w:val="both"/>
              <w:rPr>
                <w:rFonts w:ascii="Poppins" w:hAnsi="Poppins" w:cs="Poppins"/>
                <w:b/>
                <w:color w:val="000000" w:themeColor="text1"/>
              </w:rPr>
            </w:pPr>
            <w:r w:rsidRPr="00E95775">
              <w:rPr>
                <w:rFonts w:ascii="Poppins" w:hAnsi="Poppins" w:cs="Poppins"/>
                <w:b/>
                <w:color w:val="000000" w:themeColor="text1"/>
              </w:rPr>
              <w:t>Costruzione:</w:t>
            </w:r>
          </w:p>
          <w:p w14:paraId="142AF053" w14:textId="77777777" w:rsidR="00E95775" w:rsidRDefault="00E95775" w:rsidP="00292B46">
            <w:pPr>
              <w:pStyle w:val="Testocommento"/>
              <w:numPr>
                <w:ilvl w:val="0"/>
                <w:numId w:val="46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E95775">
              <w:rPr>
                <w:rFonts w:ascii="Poppins" w:hAnsi="Poppins" w:cs="Poppins"/>
                <w:bCs/>
                <w:color w:val="000000" w:themeColor="text1"/>
              </w:rPr>
              <w:t>Cassa in ottone</w:t>
            </w:r>
          </w:p>
          <w:p w14:paraId="31EDE0FA" w14:textId="77777777" w:rsidR="00E95775" w:rsidRDefault="00E95775" w:rsidP="00292B46">
            <w:pPr>
              <w:pStyle w:val="Testocommento"/>
              <w:numPr>
                <w:ilvl w:val="0"/>
                <w:numId w:val="46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E95775">
              <w:rPr>
                <w:rFonts w:ascii="Poppins" w:hAnsi="Poppins" w:cs="Poppins"/>
                <w:bCs/>
                <w:color w:val="000000" w:themeColor="text1"/>
              </w:rPr>
              <w:t>Filtro in ingresso</w:t>
            </w:r>
          </w:p>
          <w:p w14:paraId="5842B4C8" w14:textId="1119B5B1" w:rsidR="00E95775" w:rsidRDefault="00E95775" w:rsidP="00292B46">
            <w:pPr>
              <w:pStyle w:val="Testocommento"/>
              <w:numPr>
                <w:ilvl w:val="0"/>
                <w:numId w:val="46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E95775">
              <w:rPr>
                <w:rFonts w:ascii="Poppins" w:hAnsi="Poppins" w:cs="Poppins"/>
                <w:bCs/>
                <w:color w:val="000000" w:themeColor="text1"/>
              </w:rPr>
              <w:t>Totalizzatore ruotabile per una facile lettura</w:t>
            </w:r>
          </w:p>
          <w:p w14:paraId="302DCC10" w14:textId="77777777" w:rsidR="00E95775" w:rsidRDefault="00E95775" w:rsidP="00E95775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</w:p>
          <w:p w14:paraId="4677E6FC" w14:textId="42F0161E" w:rsidR="00E95775" w:rsidRPr="00E95775" w:rsidRDefault="00E95775" w:rsidP="00E95775">
            <w:pPr>
              <w:pStyle w:val="Testocommento"/>
              <w:jc w:val="both"/>
              <w:rPr>
                <w:rFonts w:ascii="Poppins" w:hAnsi="Poppins" w:cs="Poppins"/>
                <w:b/>
                <w:color w:val="000000" w:themeColor="text1"/>
              </w:rPr>
            </w:pPr>
            <w:r w:rsidRPr="00E95775">
              <w:rPr>
                <w:rFonts w:ascii="Poppins" w:hAnsi="Poppins" w:cs="Poppins"/>
                <w:b/>
                <w:color w:val="000000" w:themeColor="text1"/>
              </w:rPr>
              <w:t>Dati tecnici:</w:t>
            </w:r>
          </w:p>
          <w:p w14:paraId="378BDE37" w14:textId="77777777" w:rsidR="00E95775" w:rsidRDefault="00E95775" w:rsidP="00292B46">
            <w:pPr>
              <w:pStyle w:val="Testocommento"/>
              <w:numPr>
                <w:ilvl w:val="0"/>
                <w:numId w:val="46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E95775">
              <w:rPr>
                <w:rFonts w:ascii="Poppins" w:hAnsi="Poppins" w:cs="Poppins"/>
                <w:bCs/>
                <w:color w:val="000000" w:themeColor="text1"/>
              </w:rPr>
              <w:t>Misura: DN25</w:t>
            </w:r>
          </w:p>
          <w:p w14:paraId="17B370B9" w14:textId="77777777" w:rsidR="007F7C03" w:rsidRDefault="00E95775" w:rsidP="00292B46">
            <w:pPr>
              <w:pStyle w:val="Testocommento"/>
              <w:numPr>
                <w:ilvl w:val="0"/>
                <w:numId w:val="46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>
              <w:rPr>
                <w:rFonts w:ascii="Poppins" w:hAnsi="Poppins" w:cs="Poppins"/>
                <w:bCs/>
                <w:color w:val="000000" w:themeColor="text1"/>
              </w:rPr>
              <w:lastRenderedPageBreak/>
              <w:t>A</w:t>
            </w:r>
            <w:r w:rsidRPr="00E95775">
              <w:rPr>
                <w:rFonts w:ascii="Poppins" w:hAnsi="Poppins" w:cs="Poppins"/>
                <w:bCs/>
                <w:color w:val="000000" w:themeColor="text1"/>
              </w:rPr>
              <w:t>ttacchi M 1”1/4</w:t>
            </w:r>
          </w:p>
          <w:p w14:paraId="60359B06" w14:textId="27BED155" w:rsidR="007F7C03" w:rsidRDefault="007F7C03" w:rsidP="00292B46">
            <w:pPr>
              <w:pStyle w:val="Testocommento"/>
              <w:numPr>
                <w:ilvl w:val="0"/>
                <w:numId w:val="46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>
              <w:rPr>
                <w:rFonts w:ascii="Poppins" w:hAnsi="Poppins" w:cs="Poppins"/>
                <w:bCs/>
                <w:color w:val="000000" w:themeColor="text1"/>
              </w:rPr>
              <w:t>Lunghezza contatore: 260 mm</w:t>
            </w:r>
          </w:p>
          <w:p w14:paraId="7CC4158C" w14:textId="3BE763B7" w:rsidR="00E95775" w:rsidRDefault="007F7C03" w:rsidP="00292B46">
            <w:pPr>
              <w:pStyle w:val="Testocommento"/>
              <w:numPr>
                <w:ilvl w:val="0"/>
                <w:numId w:val="46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>
              <w:rPr>
                <w:rFonts w:ascii="Poppins" w:hAnsi="Poppins" w:cs="Poppins"/>
                <w:bCs/>
                <w:color w:val="000000" w:themeColor="text1"/>
              </w:rPr>
              <w:t xml:space="preserve">Installazione </w:t>
            </w:r>
            <w:r w:rsidR="00E95775" w:rsidRPr="00E95775">
              <w:rPr>
                <w:rFonts w:ascii="Poppins" w:hAnsi="Poppins" w:cs="Poppins"/>
                <w:bCs/>
                <w:color w:val="000000" w:themeColor="text1"/>
              </w:rPr>
              <w:t>orizzontale</w:t>
            </w:r>
          </w:p>
          <w:p w14:paraId="5D955D2E" w14:textId="617D728F" w:rsidR="007F7C03" w:rsidRDefault="007F7C03" w:rsidP="00292B46">
            <w:pPr>
              <w:pStyle w:val="Testocommento"/>
              <w:numPr>
                <w:ilvl w:val="0"/>
                <w:numId w:val="46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>
              <w:rPr>
                <w:rFonts w:ascii="Poppins" w:hAnsi="Poppins" w:cs="Poppins"/>
                <w:bCs/>
                <w:color w:val="000000" w:themeColor="text1"/>
              </w:rPr>
              <w:t xml:space="preserve">Portata minima Q1: </w:t>
            </w:r>
            <w:r w:rsidR="00292B46">
              <w:rPr>
                <w:rFonts w:ascii="Poppins" w:hAnsi="Poppins" w:cs="Poppins"/>
                <w:bCs/>
                <w:color w:val="000000" w:themeColor="text1"/>
              </w:rPr>
              <w:t>78,8 l/h</w:t>
            </w:r>
          </w:p>
          <w:p w14:paraId="296B721E" w14:textId="7FCA440A" w:rsidR="00292B46" w:rsidRPr="0015218D" w:rsidRDefault="00292B46" w:rsidP="00292B46">
            <w:pPr>
              <w:pStyle w:val="Testocommento"/>
              <w:numPr>
                <w:ilvl w:val="0"/>
                <w:numId w:val="46"/>
              </w:numPr>
              <w:jc w:val="both"/>
              <w:rPr>
                <w:rFonts w:ascii="Poppins" w:hAnsi="Poppins" w:cs="Poppins"/>
                <w:bCs/>
                <w:color w:val="000000" w:themeColor="text1"/>
                <w:lang w:val="pt-BR"/>
              </w:rPr>
            </w:pPr>
            <w:r w:rsidRPr="0015218D">
              <w:rPr>
                <w:rFonts w:ascii="Poppins" w:hAnsi="Poppins" w:cs="Poppins"/>
                <w:bCs/>
                <w:color w:val="000000" w:themeColor="text1"/>
                <w:lang w:val="pt-BR"/>
              </w:rPr>
              <w:t>Portata permanente Q</w:t>
            </w:r>
            <w:r>
              <w:rPr>
                <w:rFonts w:ascii="Poppins" w:hAnsi="Poppins" w:cs="Poppins"/>
                <w:bCs/>
                <w:color w:val="000000" w:themeColor="text1"/>
                <w:lang w:val="pt-BR"/>
              </w:rPr>
              <w:t>3</w:t>
            </w:r>
            <w:r w:rsidRPr="0015218D">
              <w:rPr>
                <w:rFonts w:ascii="Poppins" w:hAnsi="Poppins" w:cs="Poppins"/>
                <w:bCs/>
                <w:color w:val="000000" w:themeColor="text1"/>
                <w:lang w:val="pt-BR"/>
              </w:rPr>
              <w:t xml:space="preserve">: </w:t>
            </w:r>
            <w:r>
              <w:rPr>
                <w:rFonts w:ascii="Poppins" w:hAnsi="Poppins" w:cs="Poppins"/>
                <w:bCs/>
                <w:color w:val="000000" w:themeColor="text1"/>
                <w:lang w:val="pt-BR"/>
              </w:rPr>
              <w:t>6,3</w:t>
            </w:r>
            <w:r w:rsidRPr="0015218D">
              <w:rPr>
                <w:rFonts w:ascii="Poppins" w:hAnsi="Poppins" w:cs="Poppins"/>
                <w:bCs/>
                <w:color w:val="000000" w:themeColor="text1"/>
                <w:lang w:val="pt-BR"/>
              </w:rPr>
              <w:t xml:space="preserve"> m</w:t>
            </w:r>
            <w:r>
              <w:rPr>
                <w:rFonts w:ascii="Poppins" w:hAnsi="Poppins" w:cs="Poppins"/>
                <w:bCs/>
                <w:color w:val="000000" w:themeColor="text1"/>
                <w:lang w:val="pt-BR"/>
              </w:rPr>
              <w:t>3</w:t>
            </w:r>
            <w:r w:rsidRPr="0015218D">
              <w:rPr>
                <w:rFonts w:ascii="Poppins" w:hAnsi="Poppins" w:cs="Poppins"/>
                <w:bCs/>
                <w:color w:val="000000" w:themeColor="text1"/>
                <w:lang w:val="pt-BR"/>
              </w:rPr>
              <w:t>/h</w:t>
            </w:r>
          </w:p>
          <w:p w14:paraId="600FBB8D" w14:textId="70AAB577" w:rsidR="00292B46" w:rsidRPr="00292B46" w:rsidRDefault="00292B46" w:rsidP="00292B46">
            <w:pPr>
              <w:pStyle w:val="Testocommento"/>
              <w:numPr>
                <w:ilvl w:val="0"/>
                <w:numId w:val="46"/>
              </w:numPr>
              <w:jc w:val="both"/>
              <w:rPr>
                <w:rFonts w:ascii="Poppins" w:hAnsi="Poppins" w:cs="Poppins"/>
                <w:bCs/>
                <w:color w:val="000000" w:themeColor="text1"/>
                <w:lang w:val="pt-BR"/>
              </w:rPr>
            </w:pPr>
            <w:r w:rsidRPr="0015218D">
              <w:rPr>
                <w:rFonts w:ascii="Poppins" w:hAnsi="Poppins" w:cs="Poppins"/>
                <w:bCs/>
                <w:color w:val="000000" w:themeColor="text1"/>
                <w:lang w:val="pt-BR"/>
              </w:rPr>
              <w:t xml:space="preserve">Portata massima Q4: </w:t>
            </w:r>
            <w:r>
              <w:rPr>
                <w:rFonts w:ascii="Poppins" w:hAnsi="Poppins" w:cs="Poppins"/>
                <w:bCs/>
                <w:color w:val="000000" w:themeColor="text1"/>
                <w:lang w:val="pt-BR"/>
              </w:rPr>
              <w:t>7,9</w:t>
            </w:r>
            <w:r w:rsidRPr="0015218D">
              <w:rPr>
                <w:rFonts w:ascii="Poppins" w:hAnsi="Poppins" w:cs="Poppins"/>
                <w:bCs/>
                <w:color w:val="000000" w:themeColor="text1"/>
                <w:lang w:val="pt-BR"/>
              </w:rPr>
              <w:t xml:space="preserve"> m</w:t>
            </w:r>
            <w:r>
              <w:rPr>
                <w:rFonts w:ascii="Poppins" w:hAnsi="Poppins" w:cs="Poppins"/>
                <w:bCs/>
                <w:color w:val="000000" w:themeColor="text1"/>
                <w:lang w:val="pt-BR"/>
              </w:rPr>
              <w:t>3</w:t>
            </w:r>
            <w:r w:rsidRPr="0015218D">
              <w:rPr>
                <w:rFonts w:ascii="Poppins" w:hAnsi="Poppins" w:cs="Poppins"/>
                <w:bCs/>
                <w:color w:val="000000" w:themeColor="text1"/>
                <w:lang w:val="pt-BR"/>
              </w:rPr>
              <w:t>/h</w:t>
            </w:r>
          </w:p>
          <w:p w14:paraId="121E4F13" w14:textId="7632250B" w:rsidR="00E95775" w:rsidRPr="00E95775" w:rsidRDefault="00E95775" w:rsidP="00292B46">
            <w:pPr>
              <w:pStyle w:val="Testocommento"/>
              <w:numPr>
                <w:ilvl w:val="0"/>
                <w:numId w:val="46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E95775">
              <w:rPr>
                <w:rFonts w:ascii="Poppins" w:hAnsi="Poppins" w:cs="Poppins"/>
                <w:bCs/>
                <w:color w:val="000000" w:themeColor="text1"/>
              </w:rPr>
              <w:t>Classe metrologica MID: R (Q3/Q1) = 80 H (installazione orizzontale)</w:t>
            </w:r>
          </w:p>
          <w:p w14:paraId="0A5F51C5" w14:textId="77777777" w:rsidR="00E95775" w:rsidRDefault="00E95775" w:rsidP="00292B46">
            <w:pPr>
              <w:pStyle w:val="Testocommento"/>
              <w:numPr>
                <w:ilvl w:val="0"/>
                <w:numId w:val="46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E95775">
              <w:rPr>
                <w:rFonts w:ascii="Poppins" w:hAnsi="Poppins" w:cs="Poppins"/>
                <w:bCs/>
                <w:color w:val="000000" w:themeColor="text1"/>
              </w:rPr>
              <w:t>Temperatura massima di esercizio: 90 °C</w:t>
            </w:r>
          </w:p>
          <w:p w14:paraId="2FCC4D64" w14:textId="0BA66AE4" w:rsidR="00E95775" w:rsidRDefault="00E95775" w:rsidP="00292B46">
            <w:pPr>
              <w:pStyle w:val="Testocommento"/>
              <w:numPr>
                <w:ilvl w:val="0"/>
                <w:numId w:val="46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E95775">
              <w:rPr>
                <w:rFonts w:ascii="Poppins" w:hAnsi="Poppins" w:cs="Poppins"/>
                <w:bCs/>
                <w:color w:val="000000" w:themeColor="text1"/>
              </w:rPr>
              <w:t>Pressione di esercizio PN: 16 bar</w:t>
            </w:r>
          </w:p>
          <w:p w14:paraId="5FA39913" w14:textId="5A07B1BF" w:rsidR="00292B46" w:rsidRPr="00E95775" w:rsidRDefault="00292B46" w:rsidP="00292B46">
            <w:pPr>
              <w:pStyle w:val="Testocommento"/>
              <w:numPr>
                <w:ilvl w:val="0"/>
                <w:numId w:val="46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>
              <w:rPr>
                <w:rFonts w:ascii="Poppins" w:hAnsi="Poppins" w:cs="Poppins"/>
                <w:bCs/>
                <w:color w:val="000000" w:themeColor="text1"/>
              </w:rPr>
              <w:t xml:space="preserve">kv: </w:t>
            </w:r>
            <w:r w:rsidR="00CD213D">
              <w:rPr>
                <w:rFonts w:ascii="Poppins" w:hAnsi="Poppins" w:cs="Poppins"/>
                <w:bCs/>
                <w:color w:val="000000" w:themeColor="text1"/>
              </w:rPr>
              <w:t>9</w:t>
            </w:r>
          </w:p>
          <w:p w14:paraId="7C3A017B" w14:textId="77777777" w:rsidR="00E95775" w:rsidRDefault="00E95775" w:rsidP="00E95775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</w:p>
          <w:p w14:paraId="4BC1C5BA" w14:textId="7A87065E" w:rsidR="00E95775" w:rsidRDefault="00E95775" w:rsidP="00E95775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E95775">
              <w:rPr>
                <w:rFonts w:ascii="Poppins" w:hAnsi="Poppins" w:cs="Poppins"/>
                <w:bCs/>
                <w:color w:val="000000" w:themeColor="text1"/>
              </w:rPr>
              <w:t>Fornito completo di emettitore di impulsi reed</w:t>
            </w:r>
            <w:r w:rsidR="00856252">
              <w:rPr>
                <w:rFonts w:ascii="Poppins" w:hAnsi="Poppins" w:cs="Poppins"/>
                <w:bCs/>
                <w:color w:val="000000" w:themeColor="text1"/>
              </w:rPr>
              <w:t>-</w:t>
            </w:r>
            <w:r w:rsidRPr="00E95775">
              <w:rPr>
                <w:rFonts w:ascii="Poppins" w:hAnsi="Poppins" w:cs="Poppins"/>
                <w:bCs/>
                <w:color w:val="000000" w:themeColor="text1"/>
              </w:rPr>
              <w:t>switch, 1 impulso/10 litri</w:t>
            </w:r>
            <w:r>
              <w:rPr>
                <w:rFonts w:ascii="Poppins" w:hAnsi="Poppins" w:cs="Poppins"/>
                <w:bCs/>
                <w:color w:val="000000" w:themeColor="text1"/>
              </w:rPr>
              <w:t>.</w:t>
            </w:r>
          </w:p>
          <w:p w14:paraId="0A184A19" w14:textId="77777777" w:rsidR="00E95775" w:rsidRPr="00E95775" w:rsidRDefault="00E95775" w:rsidP="00E95775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</w:p>
          <w:p w14:paraId="625EC580" w14:textId="4CA4EB02" w:rsidR="00216524" w:rsidRPr="00CD213D" w:rsidRDefault="00CD213D" w:rsidP="00E95775">
            <w:pPr>
              <w:pStyle w:val="Testocommento"/>
              <w:jc w:val="both"/>
              <w:rPr>
                <w:rFonts w:ascii="Poppins" w:hAnsi="Poppins" w:cs="Poppins"/>
                <w:b/>
                <w:color w:val="000000" w:themeColor="text1"/>
              </w:rPr>
            </w:pPr>
            <w:r w:rsidRPr="00CD213D">
              <w:rPr>
                <w:rFonts w:ascii="Poppins" w:hAnsi="Poppins" w:cs="Poppins"/>
                <w:b/>
                <w:color w:val="000000" w:themeColor="text1"/>
              </w:rPr>
              <w:t xml:space="preserve">Marca Emmeti – Modello </w:t>
            </w:r>
            <w:r w:rsidRPr="00CD213D">
              <w:rPr>
                <w:rFonts w:ascii="Poppins" w:hAnsi="Poppins" w:cs="Poppins"/>
                <w:b/>
                <w:color w:val="000000" w:themeColor="text1"/>
              </w:rPr>
              <w:t>Contatore volumetrico lanciampulsi acqua calda per alte portate DN25 M 1”1/4</w:t>
            </w:r>
            <w:r w:rsidRPr="00CD213D">
              <w:rPr>
                <w:rFonts w:ascii="Poppins" w:hAnsi="Poppins" w:cs="Poppins"/>
                <w:b/>
                <w:color w:val="000000" w:themeColor="text1"/>
              </w:rPr>
              <w:t xml:space="preserve"> o equivalente.</w:t>
            </w:r>
          </w:p>
        </w:tc>
      </w:tr>
      <w:tr w:rsidR="00CD213D" w:rsidRPr="00013A5B" w14:paraId="16AEC95F" w14:textId="77777777" w:rsidTr="00A16FCA">
        <w:tc>
          <w:tcPr>
            <w:tcW w:w="1398" w:type="dxa"/>
          </w:tcPr>
          <w:p w14:paraId="5A1B1F44" w14:textId="114BCCE8" w:rsidR="00CD213D" w:rsidRPr="00F049B5" w:rsidRDefault="00CD213D" w:rsidP="00CD213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>
              <w:rPr>
                <w:rFonts w:ascii="Poppins" w:hAnsi="Poppins" w:cs="Poppins"/>
                <w:bCs/>
                <w:color w:val="000000" w:themeColor="text1"/>
                <w:sz w:val="20"/>
              </w:rPr>
              <w:lastRenderedPageBreak/>
              <w:t>02709738</w:t>
            </w:r>
          </w:p>
        </w:tc>
        <w:tc>
          <w:tcPr>
            <w:tcW w:w="2297" w:type="dxa"/>
          </w:tcPr>
          <w:p w14:paraId="5D8B49DF" w14:textId="62915477" w:rsidR="00CD213D" w:rsidRPr="00F049B5" w:rsidRDefault="00CD213D" w:rsidP="00CD213D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>
              <w:rPr>
                <w:rFonts w:ascii="Poppins" w:hAnsi="Poppins" w:cs="Poppins"/>
                <w:bCs/>
                <w:color w:val="000000" w:themeColor="text1"/>
                <w:sz w:val="20"/>
              </w:rPr>
              <w:t>Contatore volumetrico lanciampulsi acqua calda per alte portate DN</w:t>
            </w:r>
            <w:r>
              <w:rPr>
                <w:rFonts w:ascii="Poppins" w:hAnsi="Poppins" w:cs="Poppins"/>
                <w:bCs/>
                <w:color w:val="000000" w:themeColor="text1"/>
                <w:sz w:val="20"/>
              </w:rPr>
              <w:t>32</w:t>
            </w:r>
            <w:r>
              <w:rPr>
                <w:rFonts w:ascii="Poppins" w:hAnsi="Poppins" w:cs="Poppins"/>
                <w:bCs/>
                <w:color w:val="000000" w:themeColor="text1"/>
                <w:sz w:val="20"/>
              </w:rPr>
              <w:t xml:space="preserve"> M 1”1/</w:t>
            </w:r>
            <w:r>
              <w:rPr>
                <w:rFonts w:ascii="Poppins" w:hAnsi="Poppins" w:cs="Poppins"/>
                <w:bCs/>
                <w:color w:val="000000" w:themeColor="text1"/>
                <w:sz w:val="20"/>
              </w:rPr>
              <w:t>2</w:t>
            </w:r>
          </w:p>
        </w:tc>
        <w:tc>
          <w:tcPr>
            <w:tcW w:w="5803" w:type="dxa"/>
          </w:tcPr>
          <w:p w14:paraId="60E6DE32" w14:textId="77777777" w:rsidR="00CD213D" w:rsidRDefault="00CD213D" w:rsidP="00CD213D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E95775">
              <w:rPr>
                <w:rFonts w:ascii="Poppins" w:hAnsi="Poppins" w:cs="Poppins"/>
                <w:bCs/>
                <w:color w:val="000000" w:themeColor="text1"/>
              </w:rPr>
              <w:t>Contatore a getto multiplo a quadrante asciutto, a trasmissione magnetica, per installazione</w:t>
            </w:r>
            <w:r>
              <w:rPr>
                <w:rFonts w:ascii="Poppins" w:hAnsi="Poppins" w:cs="Poppins"/>
                <w:bCs/>
                <w:color w:val="000000" w:themeColor="text1"/>
              </w:rPr>
              <w:t xml:space="preserve"> </w:t>
            </w:r>
            <w:r w:rsidRPr="00E95775">
              <w:rPr>
                <w:rFonts w:ascii="Poppins" w:hAnsi="Poppins" w:cs="Poppins"/>
                <w:bCs/>
                <w:color w:val="000000" w:themeColor="text1"/>
              </w:rPr>
              <w:t>orizzontale.</w:t>
            </w:r>
          </w:p>
          <w:p w14:paraId="13E7148F" w14:textId="77777777" w:rsidR="00CD213D" w:rsidRDefault="00CD213D" w:rsidP="00CD213D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</w:p>
          <w:p w14:paraId="230C771C" w14:textId="77777777" w:rsidR="00CD213D" w:rsidRPr="00E95775" w:rsidRDefault="00CD213D" w:rsidP="00CD213D">
            <w:pPr>
              <w:pStyle w:val="Testocommento"/>
              <w:jc w:val="both"/>
              <w:rPr>
                <w:rFonts w:ascii="Poppins" w:hAnsi="Poppins" w:cs="Poppins"/>
                <w:b/>
                <w:color w:val="000000" w:themeColor="text1"/>
              </w:rPr>
            </w:pPr>
            <w:r w:rsidRPr="00E95775">
              <w:rPr>
                <w:rFonts w:ascii="Poppins" w:hAnsi="Poppins" w:cs="Poppins"/>
                <w:b/>
                <w:color w:val="000000" w:themeColor="text1"/>
              </w:rPr>
              <w:t>Costruzione:</w:t>
            </w:r>
          </w:p>
          <w:p w14:paraId="304239C0" w14:textId="77777777" w:rsidR="00CD213D" w:rsidRDefault="00CD213D" w:rsidP="00CD213D">
            <w:pPr>
              <w:pStyle w:val="Testocommento"/>
              <w:numPr>
                <w:ilvl w:val="0"/>
                <w:numId w:val="46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E95775">
              <w:rPr>
                <w:rFonts w:ascii="Poppins" w:hAnsi="Poppins" w:cs="Poppins"/>
                <w:bCs/>
                <w:color w:val="000000" w:themeColor="text1"/>
              </w:rPr>
              <w:t>Cassa in ottone</w:t>
            </w:r>
          </w:p>
          <w:p w14:paraId="77AE46A6" w14:textId="77777777" w:rsidR="00CD213D" w:rsidRDefault="00CD213D" w:rsidP="00CD213D">
            <w:pPr>
              <w:pStyle w:val="Testocommento"/>
              <w:numPr>
                <w:ilvl w:val="0"/>
                <w:numId w:val="46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E95775">
              <w:rPr>
                <w:rFonts w:ascii="Poppins" w:hAnsi="Poppins" w:cs="Poppins"/>
                <w:bCs/>
                <w:color w:val="000000" w:themeColor="text1"/>
              </w:rPr>
              <w:t>Filtro in ingresso</w:t>
            </w:r>
          </w:p>
          <w:p w14:paraId="73D94E94" w14:textId="77777777" w:rsidR="00CD213D" w:rsidRDefault="00CD213D" w:rsidP="00CD213D">
            <w:pPr>
              <w:pStyle w:val="Testocommento"/>
              <w:numPr>
                <w:ilvl w:val="0"/>
                <w:numId w:val="46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E95775">
              <w:rPr>
                <w:rFonts w:ascii="Poppins" w:hAnsi="Poppins" w:cs="Poppins"/>
                <w:bCs/>
                <w:color w:val="000000" w:themeColor="text1"/>
              </w:rPr>
              <w:t>Totalizzatore ruotabile per una facile lettura</w:t>
            </w:r>
          </w:p>
          <w:p w14:paraId="72A882C4" w14:textId="77777777" w:rsidR="00CD213D" w:rsidRDefault="00CD213D" w:rsidP="00CD213D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</w:p>
          <w:p w14:paraId="45AD94E9" w14:textId="77777777" w:rsidR="00CD213D" w:rsidRPr="00E95775" w:rsidRDefault="00CD213D" w:rsidP="00CD213D">
            <w:pPr>
              <w:pStyle w:val="Testocommento"/>
              <w:jc w:val="both"/>
              <w:rPr>
                <w:rFonts w:ascii="Poppins" w:hAnsi="Poppins" w:cs="Poppins"/>
                <w:b/>
                <w:color w:val="000000" w:themeColor="text1"/>
              </w:rPr>
            </w:pPr>
            <w:r w:rsidRPr="00E95775">
              <w:rPr>
                <w:rFonts w:ascii="Poppins" w:hAnsi="Poppins" w:cs="Poppins"/>
                <w:b/>
                <w:color w:val="000000" w:themeColor="text1"/>
              </w:rPr>
              <w:t>Dati tecnici:</w:t>
            </w:r>
          </w:p>
          <w:p w14:paraId="2F36844A" w14:textId="6F99A784" w:rsidR="00CD213D" w:rsidRDefault="00CD213D" w:rsidP="00CD213D">
            <w:pPr>
              <w:pStyle w:val="Testocommento"/>
              <w:numPr>
                <w:ilvl w:val="0"/>
                <w:numId w:val="46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E95775">
              <w:rPr>
                <w:rFonts w:ascii="Poppins" w:hAnsi="Poppins" w:cs="Poppins"/>
                <w:bCs/>
                <w:color w:val="000000" w:themeColor="text1"/>
              </w:rPr>
              <w:t>Misura: DN</w:t>
            </w:r>
            <w:r>
              <w:rPr>
                <w:rFonts w:ascii="Poppins" w:hAnsi="Poppins" w:cs="Poppins"/>
                <w:bCs/>
                <w:color w:val="000000" w:themeColor="text1"/>
              </w:rPr>
              <w:t>32</w:t>
            </w:r>
          </w:p>
          <w:p w14:paraId="597DD5F6" w14:textId="4033AAEB" w:rsidR="00CD213D" w:rsidRDefault="00CD213D" w:rsidP="00CD213D">
            <w:pPr>
              <w:pStyle w:val="Testocommento"/>
              <w:numPr>
                <w:ilvl w:val="0"/>
                <w:numId w:val="46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>
              <w:rPr>
                <w:rFonts w:ascii="Poppins" w:hAnsi="Poppins" w:cs="Poppins"/>
                <w:bCs/>
                <w:color w:val="000000" w:themeColor="text1"/>
              </w:rPr>
              <w:t>A</w:t>
            </w:r>
            <w:r w:rsidRPr="00E95775">
              <w:rPr>
                <w:rFonts w:ascii="Poppins" w:hAnsi="Poppins" w:cs="Poppins"/>
                <w:bCs/>
                <w:color w:val="000000" w:themeColor="text1"/>
              </w:rPr>
              <w:t>ttacchi M 1”1/</w:t>
            </w:r>
            <w:r>
              <w:rPr>
                <w:rFonts w:ascii="Poppins" w:hAnsi="Poppins" w:cs="Poppins"/>
                <w:bCs/>
                <w:color w:val="000000" w:themeColor="text1"/>
              </w:rPr>
              <w:t>2</w:t>
            </w:r>
          </w:p>
          <w:p w14:paraId="4B86185B" w14:textId="77777777" w:rsidR="00CD213D" w:rsidRDefault="00CD213D" w:rsidP="00CD213D">
            <w:pPr>
              <w:pStyle w:val="Testocommento"/>
              <w:numPr>
                <w:ilvl w:val="0"/>
                <w:numId w:val="46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>
              <w:rPr>
                <w:rFonts w:ascii="Poppins" w:hAnsi="Poppins" w:cs="Poppins"/>
                <w:bCs/>
                <w:color w:val="000000" w:themeColor="text1"/>
              </w:rPr>
              <w:t>Lunghezza contatore: 260 mm</w:t>
            </w:r>
          </w:p>
          <w:p w14:paraId="72613AAA" w14:textId="77777777" w:rsidR="00CD213D" w:rsidRDefault="00CD213D" w:rsidP="00CD213D">
            <w:pPr>
              <w:pStyle w:val="Testocommento"/>
              <w:numPr>
                <w:ilvl w:val="0"/>
                <w:numId w:val="46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>
              <w:rPr>
                <w:rFonts w:ascii="Poppins" w:hAnsi="Poppins" w:cs="Poppins"/>
                <w:bCs/>
                <w:color w:val="000000" w:themeColor="text1"/>
              </w:rPr>
              <w:t xml:space="preserve">Installazione </w:t>
            </w:r>
            <w:r w:rsidRPr="00E95775">
              <w:rPr>
                <w:rFonts w:ascii="Poppins" w:hAnsi="Poppins" w:cs="Poppins"/>
                <w:bCs/>
                <w:color w:val="000000" w:themeColor="text1"/>
              </w:rPr>
              <w:t>orizzontale</w:t>
            </w:r>
          </w:p>
          <w:p w14:paraId="17148345" w14:textId="1749EF66" w:rsidR="00CD213D" w:rsidRDefault="00CD213D" w:rsidP="00CD213D">
            <w:pPr>
              <w:pStyle w:val="Testocommento"/>
              <w:numPr>
                <w:ilvl w:val="0"/>
                <w:numId w:val="46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>
              <w:rPr>
                <w:rFonts w:ascii="Poppins" w:hAnsi="Poppins" w:cs="Poppins"/>
                <w:bCs/>
                <w:color w:val="000000" w:themeColor="text1"/>
              </w:rPr>
              <w:t xml:space="preserve">Portata minima Q1: </w:t>
            </w:r>
            <w:r>
              <w:rPr>
                <w:rFonts w:ascii="Poppins" w:hAnsi="Poppins" w:cs="Poppins"/>
                <w:bCs/>
                <w:color w:val="000000" w:themeColor="text1"/>
              </w:rPr>
              <w:t>125</w:t>
            </w:r>
            <w:r>
              <w:rPr>
                <w:rFonts w:ascii="Poppins" w:hAnsi="Poppins" w:cs="Poppins"/>
                <w:bCs/>
                <w:color w:val="000000" w:themeColor="text1"/>
              </w:rPr>
              <w:t xml:space="preserve"> l/h</w:t>
            </w:r>
          </w:p>
          <w:p w14:paraId="08FCBD1F" w14:textId="129AF3C8" w:rsidR="00CD213D" w:rsidRPr="0015218D" w:rsidRDefault="00CD213D" w:rsidP="00CD213D">
            <w:pPr>
              <w:pStyle w:val="Testocommento"/>
              <w:numPr>
                <w:ilvl w:val="0"/>
                <w:numId w:val="46"/>
              </w:numPr>
              <w:jc w:val="both"/>
              <w:rPr>
                <w:rFonts w:ascii="Poppins" w:hAnsi="Poppins" w:cs="Poppins"/>
                <w:bCs/>
                <w:color w:val="000000" w:themeColor="text1"/>
                <w:lang w:val="pt-BR"/>
              </w:rPr>
            </w:pPr>
            <w:r w:rsidRPr="0015218D">
              <w:rPr>
                <w:rFonts w:ascii="Poppins" w:hAnsi="Poppins" w:cs="Poppins"/>
                <w:bCs/>
                <w:color w:val="000000" w:themeColor="text1"/>
                <w:lang w:val="pt-BR"/>
              </w:rPr>
              <w:t>Portata permanente Q</w:t>
            </w:r>
            <w:r>
              <w:rPr>
                <w:rFonts w:ascii="Poppins" w:hAnsi="Poppins" w:cs="Poppins"/>
                <w:bCs/>
                <w:color w:val="000000" w:themeColor="text1"/>
                <w:lang w:val="pt-BR"/>
              </w:rPr>
              <w:t>3</w:t>
            </w:r>
            <w:r w:rsidRPr="0015218D">
              <w:rPr>
                <w:rFonts w:ascii="Poppins" w:hAnsi="Poppins" w:cs="Poppins"/>
                <w:bCs/>
                <w:color w:val="000000" w:themeColor="text1"/>
                <w:lang w:val="pt-BR"/>
              </w:rPr>
              <w:t xml:space="preserve">: </w:t>
            </w:r>
            <w:r>
              <w:rPr>
                <w:rFonts w:ascii="Poppins" w:hAnsi="Poppins" w:cs="Poppins"/>
                <w:bCs/>
                <w:color w:val="000000" w:themeColor="text1"/>
                <w:lang w:val="pt-BR"/>
              </w:rPr>
              <w:t>10</w:t>
            </w:r>
            <w:r w:rsidRPr="0015218D">
              <w:rPr>
                <w:rFonts w:ascii="Poppins" w:hAnsi="Poppins" w:cs="Poppins"/>
                <w:bCs/>
                <w:color w:val="000000" w:themeColor="text1"/>
                <w:lang w:val="pt-BR"/>
              </w:rPr>
              <w:t xml:space="preserve"> m</w:t>
            </w:r>
            <w:r>
              <w:rPr>
                <w:rFonts w:ascii="Poppins" w:hAnsi="Poppins" w:cs="Poppins"/>
                <w:bCs/>
                <w:color w:val="000000" w:themeColor="text1"/>
                <w:lang w:val="pt-BR"/>
              </w:rPr>
              <w:t>3</w:t>
            </w:r>
            <w:r w:rsidRPr="0015218D">
              <w:rPr>
                <w:rFonts w:ascii="Poppins" w:hAnsi="Poppins" w:cs="Poppins"/>
                <w:bCs/>
                <w:color w:val="000000" w:themeColor="text1"/>
                <w:lang w:val="pt-BR"/>
              </w:rPr>
              <w:t>/h</w:t>
            </w:r>
          </w:p>
          <w:p w14:paraId="62EFF393" w14:textId="6CAD4CDB" w:rsidR="00CD213D" w:rsidRPr="00292B46" w:rsidRDefault="00CD213D" w:rsidP="00CD213D">
            <w:pPr>
              <w:pStyle w:val="Testocommento"/>
              <w:numPr>
                <w:ilvl w:val="0"/>
                <w:numId w:val="46"/>
              </w:numPr>
              <w:jc w:val="both"/>
              <w:rPr>
                <w:rFonts w:ascii="Poppins" w:hAnsi="Poppins" w:cs="Poppins"/>
                <w:bCs/>
                <w:color w:val="000000" w:themeColor="text1"/>
                <w:lang w:val="pt-BR"/>
              </w:rPr>
            </w:pPr>
            <w:r w:rsidRPr="0015218D">
              <w:rPr>
                <w:rFonts w:ascii="Poppins" w:hAnsi="Poppins" w:cs="Poppins"/>
                <w:bCs/>
                <w:color w:val="000000" w:themeColor="text1"/>
                <w:lang w:val="pt-BR"/>
              </w:rPr>
              <w:t xml:space="preserve">Portata massima Q4: </w:t>
            </w:r>
            <w:r>
              <w:rPr>
                <w:rFonts w:ascii="Poppins" w:hAnsi="Poppins" w:cs="Poppins"/>
                <w:bCs/>
                <w:color w:val="000000" w:themeColor="text1"/>
                <w:lang w:val="pt-BR"/>
              </w:rPr>
              <w:t>12,5</w:t>
            </w:r>
            <w:r w:rsidRPr="0015218D">
              <w:rPr>
                <w:rFonts w:ascii="Poppins" w:hAnsi="Poppins" w:cs="Poppins"/>
                <w:bCs/>
                <w:color w:val="000000" w:themeColor="text1"/>
                <w:lang w:val="pt-BR"/>
              </w:rPr>
              <w:t xml:space="preserve"> m</w:t>
            </w:r>
            <w:r>
              <w:rPr>
                <w:rFonts w:ascii="Poppins" w:hAnsi="Poppins" w:cs="Poppins"/>
                <w:bCs/>
                <w:color w:val="000000" w:themeColor="text1"/>
                <w:lang w:val="pt-BR"/>
              </w:rPr>
              <w:t>3</w:t>
            </w:r>
            <w:r w:rsidRPr="0015218D">
              <w:rPr>
                <w:rFonts w:ascii="Poppins" w:hAnsi="Poppins" w:cs="Poppins"/>
                <w:bCs/>
                <w:color w:val="000000" w:themeColor="text1"/>
                <w:lang w:val="pt-BR"/>
              </w:rPr>
              <w:t>/h</w:t>
            </w:r>
          </w:p>
          <w:p w14:paraId="2A6039C7" w14:textId="77777777" w:rsidR="00CD213D" w:rsidRPr="00E95775" w:rsidRDefault="00CD213D" w:rsidP="00CD213D">
            <w:pPr>
              <w:pStyle w:val="Testocommento"/>
              <w:numPr>
                <w:ilvl w:val="0"/>
                <w:numId w:val="46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E95775">
              <w:rPr>
                <w:rFonts w:ascii="Poppins" w:hAnsi="Poppins" w:cs="Poppins"/>
                <w:bCs/>
                <w:color w:val="000000" w:themeColor="text1"/>
              </w:rPr>
              <w:t>Classe metrologica MID: R (Q3/Q1) = 80 H (installazione orizzontale)</w:t>
            </w:r>
          </w:p>
          <w:p w14:paraId="489545EF" w14:textId="77777777" w:rsidR="00CD213D" w:rsidRDefault="00CD213D" w:rsidP="00CD213D">
            <w:pPr>
              <w:pStyle w:val="Testocommento"/>
              <w:numPr>
                <w:ilvl w:val="0"/>
                <w:numId w:val="46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E95775">
              <w:rPr>
                <w:rFonts w:ascii="Poppins" w:hAnsi="Poppins" w:cs="Poppins"/>
                <w:bCs/>
                <w:color w:val="000000" w:themeColor="text1"/>
              </w:rPr>
              <w:t>Temperatura massima di esercizio: 90 °C</w:t>
            </w:r>
          </w:p>
          <w:p w14:paraId="21A8B5F9" w14:textId="77777777" w:rsidR="00CD213D" w:rsidRDefault="00CD213D" w:rsidP="00CD213D">
            <w:pPr>
              <w:pStyle w:val="Testocommento"/>
              <w:numPr>
                <w:ilvl w:val="0"/>
                <w:numId w:val="46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E95775">
              <w:rPr>
                <w:rFonts w:ascii="Poppins" w:hAnsi="Poppins" w:cs="Poppins"/>
                <w:bCs/>
                <w:color w:val="000000" w:themeColor="text1"/>
              </w:rPr>
              <w:t>Pressione di esercizio PN: 16 bar</w:t>
            </w:r>
          </w:p>
          <w:p w14:paraId="6059C442" w14:textId="368B1F16" w:rsidR="00CD213D" w:rsidRPr="00E95775" w:rsidRDefault="00CD213D" w:rsidP="00CD213D">
            <w:pPr>
              <w:pStyle w:val="Testocommento"/>
              <w:numPr>
                <w:ilvl w:val="0"/>
                <w:numId w:val="46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>
              <w:rPr>
                <w:rFonts w:ascii="Poppins" w:hAnsi="Poppins" w:cs="Poppins"/>
                <w:bCs/>
                <w:color w:val="000000" w:themeColor="text1"/>
              </w:rPr>
              <w:t xml:space="preserve">kv: </w:t>
            </w:r>
            <w:r>
              <w:rPr>
                <w:rFonts w:ascii="Poppins" w:hAnsi="Poppins" w:cs="Poppins"/>
                <w:bCs/>
                <w:color w:val="000000" w:themeColor="text1"/>
              </w:rPr>
              <w:t>12</w:t>
            </w:r>
          </w:p>
          <w:p w14:paraId="6ECAF7A8" w14:textId="77777777" w:rsidR="00CD213D" w:rsidRDefault="00CD213D" w:rsidP="00CD213D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</w:p>
          <w:p w14:paraId="7B8BE682" w14:textId="57115D95" w:rsidR="00CD213D" w:rsidRDefault="00CD213D" w:rsidP="00CD213D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E95775">
              <w:rPr>
                <w:rFonts w:ascii="Poppins" w:hAnsi="Poppins" w:cs="Poppins"/>
                <w:bCs/>
                <w:color w:val="000000" w:themeColor="text1"/>
              </w:rPr>
              <w:lastRenderedPageBreak/>
              <w:t>Fornito completo di emettitore di impulsi reed</w:t>
            </w:r>
            <w:r w:rsidR="00856252">
              <w:rPr>
                <w:rFonts w:ascii="Poppins" w:hAnsi="Poppins" w:cs="Poppins"/>
                <w:bCs/>
                <w:color w:val="000000" w:themeColor="text1"/>
              </w:rPr>
              <w:t>-</w:t>
            </w:r>
            <w:r w:rsidRPr="00E95775">
              <w:rPr>
                <w:rFonts w:ascii="Poppins" w:hAnsi="Poppins" w:cs="Poppins"/>
                <w:bCs/>
                <w:color w:val="000000" w:themeColor="text1"/>
              </w:rPr>
              <w:t>switch, 1 impulso/10 litri</w:t>
            </w:r>
            <w:r>
              <w:rPr>
                <w:rFonts w:ascii="Poppins" w:hAnsi="Poppins" w:cs="Poppins"/>
                <w:bCs/>
                <w:color w:val="000000" w:themeColor="text1"/>
              </w:rPr>
              <w:t>.</w:t>
            </w:r>
          </w:p>
          <w:p w14:paraId="4116FA72" w14:textId="77777777" w:rsidR="00CD213D" w:rsidRPr="00E95775" w:rsidRDefault="00CD213D" w:rsidP="00CD213D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</w:p>
          <w:p w14:paraId="439DC581" w14:textId="15A7BE41" w:rsidR="00CD213D" w:rsidRPr="00F049B5" w:rsidRDefault="00CD213D" w:rsidP="00CD213D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CD213D">
              <w:rPr>
                <w:rFonts w:ascii="Poppins" w:hAnsi="Poppins" w:cs="Poppins"/>
                <w:b/>
                <w:color w:val="000000" w:themeColor="text1"/>
              </w:rPr>
              <w:t>Marca Emmeti – Modello Contatore volumetrico lanciampulsi acqua calda per alte portate DN</w:t>
            </w:r>
            <w:r>
              <w:rPr>
                <w:rFonts w:ascii="Poppins" w:hAnsi="Poppins" w:cs="Poppins"/>
                <w:b/>
                <w:color w:val="000000" w:themeColor="text1"/>
              </w:rPr>
              <w:t>32</w:t>
            </w:r>
            <w:r w:rsidRPr="00CD213D">
              <w:rPr>
                <w:rFonts w:ascii="Poppins" w:hAnsi="Poppins" w:cs="Poppins"/>
                <w:b/>
                <w:color w:val="000000" w:themeColor="text1"/>
              </w:rPr>
              <w:t xml:space="preserve"> M 1”1/</w:t>
            </w:r>
            <w:r>
              <w:rPr>
                <w:rFonts w:ascii="Poppins" w:hAnsi="Poppins" w:cs="Poppins"/>
                <w:b/>
                <w:color w:val="000000" w:themeColor="text1"/>
              </w:rPr>
              <w:t>2</w:t>
            </w:r>
            <w:r w:rsidRPr="00CD213D">
              <w:rPr>
                <w:rFonts w:ascii="Poppins" w:hAnsi="Poppins" w:cs="Poppins"/>
                <w:b/>
                <w:color w:val="000000" w:themeColor="text1"/>
              </w:rPr>
              <w:t xml:space="preserve"> o equivalente.</w:t>
            </w:r>
          </w:p>
        </w:tc>
      </w:tr>
      <w:tr w:rsidR="00CD213D" w:rsidRPr="00013A5B" w14:paraId="3C2876D6" w14:textId="77777777" w:rsidTr="00A16FCA">
        <w:tc>
          <w:tcPr>
            <w:tcW w:w="1398" w:type="dxa"/>
          </w:tcPr>
          <w:p w14:paraId="01E59465" w14:textId="772A5F8E" w:rsidR="00CD213D" w:rsidRPr="00F049B5" w:rsidRDefault="00CD213D" w:rsidP="00CD213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>
              <w:rPr>
                <w:rFonts w:ascii="Poppins" w:hAnsi="Poppins" w:cs="Poppins"/>
                <w:bCs/>
                <w:color w:val="000000" w:themeColor="text1"/>
                <w:sz w:val="20"/>
              </w:rPr>
              <w:lastRenderedPageBreak/>
              <w:t>02709740</w:t>
            </w:r>
          </w:p>
        </w:tc>
        <w:tc>
          <w:tcPr>
            <w:tcW w:w="2297" w:type="dxa"/>
          </w:tcPr>
          <w:p w14:paraId="5F7A8AF5" w14:textId="63E06ACB" w:rsidR="00CD213D" w:rsidRPr="00F049B5" w:rsidRDefault="00CD213D" w:rsidP="00CD213D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>
              <w:rPr>
                <w:rFonts w:ascii="Poppins" w:hAnsi="Poppins" w:cs="Poppins"/>
                <w:bCs/>
                <w:color w:val="000000" w:themeColor="text1"/>
                <w:sz w:val="20"/>
              </w:rPr>
              <w:t>Contatore volumetrico lanciampulsi acqua calda per alte portate DN</w:t>
            </w:r>
            <w:r>
              <w:rPr>
                <w:rFonts w:ascii="Poppins" w:hAnsi="Poppins" w:cs="Poppins"/>
                <w:bCs/>
                <w:color w:val="000000" w:themeColor="text1"/>
                <w:sz w:val="20"/>
              </w:rPr>
              <w:t>40</w:t>
            </w:r>
            <w:r>
              <w:rPr>
                <w:rFonts w:ascii="Poppins" w:hAnsi="Poppins" w:cs="Poppins"/>
                <w:bCs/>
                <w:color w:val="000000" w:themeColor="text1"/>
                <w:sz w:val="20"/>
              </w:rPr>
              <w:t xml:space="preserve"> M </w:t>
            </w:r>
            <w:r>
              <w:rPr>
                <w:rFonts w:ascii="Poppins" w:hAnsi="Poppins" w:cs="Poppins"/>
                <w:bCs/>
                <w:color w:val="000000" w:themeColor="text1"/>
                <w:sz w:val="20"/>
              </w:rPr>
              <w:t>2”</w:t>
            </w:r>
          </w:p>
        </w:tc>
        <w:tc>
          <w:tcPr>
            <w:tcW w:w="5803" w:type="dxa"/>
          </w:tcPr>
          <w:p w14:paraId="63501C16" w14:textId="77777777" w:rsidR="00CD213D" w:rsidRDefault="00CD213D" w:rsidP="00CD213D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E95775">
              <w:rPr>
                <w:rFonts w:ascii="Poppins" w:hAnsi="Poppins" w:cs="Poppins"/>
                <w:bCs/>
                <w:color w:val="000000" w:themeColor="text1"/>
              </w:rPr>
              <w:t>Contatore a getto multiplo a quadrante asciutto, a trasmissione magnetica, per installazione</w:t>
            </w:r>
            <w:r>
              <w:rPr>
                <w:rFonts w:ascii="Poppins" w:hAnsi="Poppins" w:cs="Poppins"/>
                <w:bCs/>
                <w:color w:val="000000" w:themeColor="text1"/>
              </w:rPr>
              <w:t xml:space="preserve"> </w:t>
            </w:r>
            <w:r w:rsidRPr="00E95775">
              <w:rPr>
                <w:rFonts w:ascii="Poppins" w:hAnsi="Poppins" w:cs="Poppins"/>
                <w:bCs/>
                <w:color w:val="000000" w:themeColor="text1"/>
              </w:rPr>
              <w:t>orizzontale.</w:t>
            </w:r>
          </w:p>
          <w:p w14:paraId="135251FC" w14:textId="77777777" w:rsidR="00CD213D" w:rsidRDefault="00CD213D" w:rsidP="00CD213D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</w:p>
          <w:p w14:paraId="581FE9CA" w14:textId="77777777" w:rsidR="00CD213D" w:rsidRPr="00E95775" w:rsidRDefault="00CD213D" w:rsidP="00CD213D">
            <w:pPr>
              <w:pStyle w:val="Testocommento"/>
              <w:jc w:val="both"/>
              <w:rPr>
                <w:rFonts w:ascii="Poppins" w:hAnsi="Poppins" w:cs="Poppins"/>
                <w:b/>
                <w:color w:val="000000" w:themeColor="text1"/>
              </w:rPr>
            </w:pPr>
            <w:r w:rsidRPr="00E95775">
              <w:rPr>
                <w:rFonts w:ascii="Poppins" w:hAnsi="Poppins" w:cs="Poppins"/>
                <w:b/>
                <w:color w:val="000000" w:themeColor="text1"/>
              </w:rPr>
              <w:t>Costruzione:</w:t>
            </w:r>
          </w:p>
          <w:p w14:paraId="5B58E1E4" w14:textId="77777777" w:rsidR="00CD213D" w:rsidRDefault="00CD213D" w:rsidP="00CD213D">
            <w:pPr>
              <w:pStyle w:val="Testocommento"/>
              <w:numPr>
                <w:ilvl w:val="0"/>
                <w:numId w:val="46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E95775">
              <w:rPr>
                <w:rFonts w:ascii="Poppins" w:hAnsi="Poppins" w:cs="Poppins"/>
                <w:bCs/>
                <w:color w:val="000000" w:themeColor="text1"/>
              </w:rPr>
              <w:t>Cassa in ottone</w:t>
            </w:r>
          </w:p>
          <w:p w14:paraId="7BDEDD2A" w14:textId="77777777" w:rsidR="00CD213D" w:rsidRDefault="00CD213D" w:rsidP="00CD213D">
            <w:pPr>
              <w:pStyle w:val="Testocommento"/>
              <w:numPr>
                <w:ilvl w:val="0"/>
                <w:numId w:val="46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E95775">
              <w:rPr>
                <w:rFonts w:ascii="Poppins" w:hAnsi="Poppins" w:cs="Poppins"/>
                <w:bCs/>
                <w:color w:val="000000" w:themeColor="text1"/>
              </w:rPr>
              <w:t>Filtro in ingresso</w:t>
            </w:r>
          </w:p>
          <w:p w14:paraId="2FD77F55" w14:textId="77777777" w:rsidR="00CD213D" w:rsidRDefault="00CD213D" w:rsidP="00CD213D">
            <w:pPr>
              <w:pStyle w:val="Testocommento"/>
              <w:numPr>
                <w:ilvl w:val="0"/>
                <w:numId w:val="46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E95775">
              <w:rPr>
                <w:rFonts w:ascii="Poppins" w:hAnsi="Poppins" w:cs="Poppins"/>
                <w:bCs/>
                <w:color w:val="000000" w:themeColor="text1"/>
              </w:rPr>
              <w:t>Totalizzatore ruotabile per una facile lettura</w:t>
            </w:r>
          </w:p>
          <w:p w14:paraId="793CA915" w14:textId="77777777" w:rsidR="00CD213D" w:rsidRDefault="00CD213D" w:rsidP="00CD213D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</w:p>
          <w:p w14:paraId="272F763A" w14:textId="77777777" w:rsidR="00CD213D" w:rsidRPr="00E95775" w:rsidRDefault="00CD213D" w:rsidP="00CD213D">
            <w:pPr>
              <w:pStyle w:val="Testocommento"/>
              <w:jc w:val="both"/>
              <w:rPr>
                <w:rFonts w:ascii="Poppins" w:hAnsi="Poppins" w:cs="Poppins"/>
                <w:b/>
                <w:color w:val="000000" w:themeColor="text1"/>
              </w:rPr>
            </w:pPr>
            <w:r w:rsidRPr="00E95775">
              <w:rPr>
                <w:rFonts w:ascii="Poppins" w:hAnsi="Poppins" w:cs="Poppins"/>
                <w:b/>
                <w:color w:val="000000" w:themeColor="text1"/>
              </w:rPr>
              <w:t>Dati tecnici:</w:t>
            </w:r>
          </w:p>
          <w:p w14:paraId="62D7629D" w14:textId="0767B391" w:rsidR="00CD213D" w:rsidRDefault="00CD213D" w:rsidP="00CD213D">
            <w:pPr>
              <w:pStyle w:val="Testocommento"/>
              <w:numPr>
                <w:ilvl w:val="0"/>
                <w:numId w:val="46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E95775">
              <w:rPr>
                <w:rFonts w:ascii="Poppins" w:hAnsi="Poppins" w:cs="Poppins"/>
                <w:bCs/>
                <w:color w:val="000000" w:themeColor="text1"/>
              </w:rPr>
              <w:t>Misura: DN</w:t>
            </w:r>
            <w:r>
              <w:rPr>
                <w:rFonts w:ascii="Poppins" w:hAnsi="Poppins" w:cs="Poppins"/>
                <w:bCs/>
                <w:color w:val="000000" w:themeColor="text1"/>
              </w:rPr>
              <w:t>40</w:t>
            </w:r>
          </w:p>
          <w:p w14:paraId="7BEF0F2D" w14:textId="33BADA71" w:rsidR="00CD213D" w:rsidRDefault="00CD213D" w:rsidP="00CD213D">
            <w:pPr>
              <w:pStyle w:val="Testocommento"/>
              <w:numPr>
                <w:ilvl w:val="0"/>
                <w:numId w:val="46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>
              <w:rPr>
                <w:rFonts w:ascii="Poppins" w:hAnsi="Poppins" w:cs="Poppins"/>
                <w:bCs/>
                <w:color w:val="000000" w:themeColor="text1"/>
              </w:rPr>
              <w:t>A</w:t>
            </w:r>
            <w:r w:rsidRPr="00E95775">
              <w:rPr>
                <w:rFonts w:ascii="Poppins" w:hAnsi="Poppins" w:cs="Poppins"/>
                <w:bCs/>
                <w:color w:val="000000" w:themeColor="text1"/>
              </w:rPr>
              <w:t xml:space="preserve">ttacchi M </w:t>
            </w:r>
            <w:r>
              <w:rPr>
                <w:rFonts w:ascii="Poppins" w:hAnsi="Poppins" w:cs="Poppins"/>
                <w:bCs/>
                <w:color w:val="000000" w:themeColor="text1"/>
              </w:rPr>
              <w:t>2</w:t>
            </w:r>
            <w:r w:rsidRPr="00E95775">
              <w:rPr>
                <w:rFonts w:ascii="Poppins" w:hAnsi="Poppins" w:cs="Poppins"/>
                <w:bCs/>
                <w:color w:val="000000" w:themeColor="text1"/>
              </w:rPr>
              <w:t>”</w:t>
            </w:r>
          </w:p>
          <w:p w14:paraId="1D263201" w14:textId="225171C0" w:rsidR="00CD213D" w:rsidRDefault="00CD213D" w:rsidP="00CD213D">
            <w:pPr>
              <w:pStyle w:val="Testocommento"/>
              <w:numPr>
                <w:ilvl w:val="0"/>
                <w:numId w:val="46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>
              <w:rPr>
                <w:rFonts w:ascii="Poppins" w:hAnsi="Poppins" w:cs="Poppins"/>
                <w:bCs/>
                <w:color w:val="000000" w:themeColor="text1"/>
              </w:rPr>
              <w:t xml:space="preserve">Lunghezza contatore: </w:t>
            </w:r>
            <w:r>
              <w:rPr>
                <w:rFonts w:ascii="Poppins" w:hAnsi="Poppins" w:cs="Poppins"/>
                <w:bCs/>
                <w:color w:val="000000" w:themeColor="text1"/>
              </w:rPr>
              <w:t>300</w:t>
            </w:r>
            <w:r>
              <w:rPr>
                <w:rFonts w:ascii="Poppins" w:hAnsi="Poppins" w:cs="Poppins"/>
                <w:bCs/>
                <w:color w:val="000000" w:themeColor="text1"/>
              </w:rPr>
              <w:t xml:space="preserve"> mm</w:t>
            </w:r>
          </w:p>
          <w:p w14:paraId="5D58FF31" w14:textId="77777777" w:rsidR="00CD213D" w:rsidRDefault="00CD213D" w:rsidP="00CD213D">
            <w:pPr>
              <w:pStyle w:val="Testocommento"/>
              <w:numPr>
                <w:ilvl w:val="0"/>
                <w:numId w:val="46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>
              <w:rPr>
                <w:rFonts w:ascii="Poppins" w:hAnsi="Poppins" w:cs="Poppins"/>
                <w:bCs/>
                <w:color w:val="000000" w:themeColor="text1"/>
              </w:rPr>
              <w:t xml:space="preserve">Installazione </w:t>
            </w:r>
            <w:r w:rsidRPr="00E95775">
              <w:rPr>
                <w:rFonts w:ascii="Poppins" w:hAnsi="Poppins" w:cs="Poppins"/>
                <w:bCs/>
                <w:color w:val="000000" w:themeColor="text1"/>
              </w:rPr>
              <w:t>orizzontale</w:t>
            </w:r>
          </w:p>
          <w:p w14:paraId="3A42E8CC" w14:textId="67D6BADA" w:rsidR="00CD213D" w:rsidRDefault="00CD213D" w:rsidP="00CD213D">
            <w:pPr>
              <w:pStyle w:val="Testocommento"/>
              <w:numPr>
                <w:ilvl w:val="0"/>
                <w:numId w:val="46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>
              <w:rPr>
                <w:rFonts w:ascii="Poppins" w:hAnsi="Poppins" w:cs="Poppins"/>
                <w:bCs/>
                <w:color w:val="000000" w:themeColor="text1"/>
              </w:rPr>
              <w:t xml:space="preserve">Portata minima Q1: </w:t>
            </w:r>
            <w:r w:rsidR="0097169F">
              <w:rPr>
                <w:rFonts w:ascii="Poppins" w:hAnsi="Poppins" w:cs="Poppins"/>
                <w:bCs/>
                <w:color w:val="000000" w:themeColor="text1"/>
              </w:rPr>
              <w:t>200</w:t>
            </w:r>
            <w:r>
              <w:rPr>
                <w:rFonts w:ascii="Poppins" w:hAnsi="Poppins" w:cs="Poppins"/>
                <w:bCs/>
                <w:color w:val="000000" w:themeColor="text1"/>
              </w:rPr>
              <w:t xml:space="preserve"> l/h</w:t>
            </w:r>
          </w:p>
          <w:p w14:paraId="33E9A676" w14:textId="6893CCF6" w:rsidR="00CD213D" w:rsidRPr="0015218D" w:rsidRDefault="00CD213D" w:rsidP="00CD213D">
            <w:pPr>
              <w:pStyle w:val="Testocommento"/>
              <w:numPr>
                <w:ilvl w:val="0"/>
                <w:numId w:val="46"/>
              </w:numPr>
              <w:jc w:val="both"/>
              <w:rPr>
                <w:rFonts w:ascii="Poppins" w:hAnsi="Poppins" w:cs="Poppins"/>
                <w:bCs/>
                <w:color w:val="000000" w:themeColor="text1"/>
                <w:lang w:val="pt-BR"/>
              </w:rPr>
            </w:pPr>
            <w:r w:rsidRPr="0015218D">
              <w:rPr>
                <w:rFonts w:ascii="Poppins" w:hAnsi="Poppins" w:cs="Poppins"/>
                <w:bCs/>
                <w:color w:val="000000" w:themeColor="text1"/>
                <w:lang w:val="pt-BR"/>
              </w:rPr>
              <w:t>Portata permanente Q</w:t>
            </w:r>
            <w:r>
              <w:rPr>
                <w:rFonts w:ascii="Poppins" w:hAnsi="Poppins" w:cs="Poppins"/>
                <w:bCs/>
                <w:color w:val="000000" w:themeColor="text1"/>
                <w:lang w:val="pt-BR"/>
              </w:rPr>
              <w:t>3</w:t>
            </w:r>
            <w:r w:rsidRPr="0015218D">
              <w:rPr>
                <w:rFonts w:ascii="Poppins" w:hAnsi="Poppins" w:cs="Poppins"/>
                <w:bCs/>
                <w:color w:val="000000" w:themeColor="text1"/>
                <w:lang w:val="pt-BR"/>
              </w:rPr>
              <w:t xml:space="preserve">: </w:t>
            </w:r>
            <w:r w:rsidR="0097169F">
              <w:rPr>
                <w:rFonts w:ascii="Poppins" w:hAnsi="Poppins" w:cs="Poppins"/>
                <w:bCs/>
                <w:color w:val="000000" w:themeColor="text1"/>
                <w:lang w:val="pt-BR"/>
              </w:rPr>
              <w:t>16</w:t>
            </w:r>
            <w:r w:rsidRPr="0015218D">
              <w:rPr>
                <w:rFonts w:ascii="Poppins" w:hAnsi="Poppins" w:cs="Poppins"/>
                <w:bCs/>
                <w:color w:val="000000" w:themeColor="text1"/>
                <w:lang w:val="pt-BR"/>
              </w:rPr>
              <w:t xml:space="preserve"> m</w:t>
            </w:r>
            <w:r>
              <w:rPr>
                <w:rFonts w:ascii="Poppins" w:hAnsi="Poppins" w:cs="Poppins"/>
                <w:bCs/>
                <w:color w:val="000000" w:themeColor="text1"/>
                <w:lang w:val="pt-BR"/>
              </w:rPr>
              <w:t>3</w:t>
            </w:r>
            <w:r w:rsidRPr="0015218D">
              <w:rPr>
                <w:rFonts w:ascii="Poppins" w:hAnsi="Poppins" w:cs="Poppins"/>
                <w:bCs/>
                <w:color w:val="000000" w:themeColor="text1"/>
                <w:lang w:val="pt-BR"/>
              </w:rPr>
              <w:t>/h</w:t>
            </w:r>
          </w:p>
          <w:p w14:paraId="25A3DA3B" w14:textId="0568DAD3" w:rsidR="00CD213D" w:rsidRPr="00292B46" w:rsidRDefault="00CD213D" w:rsidP="00CD213D">
            <w:pPr>
              <w:pStyle w:val="Testocommento"/>
              <w:numPr>
                <w:ilvl w:val="0"/>
                <w:numId w:val="46"/>
              </w:numPr>
              <w:jc w:val="both"/>
              <w:rPr>
                <w:rFonts w:ascii="Poppins" w:hAnsi="Poppins" w:cs="Poppins"/>
                <w:bCs/>
                <w:color w:val="000000" w:themeColor="text1"/>
                <w:lang w:val="pt-BR"/>
              </w:rPr>
            </w:pPr>
            <w:r w:rsidRPr="0015218D">
              <w:rPr>
                <w:rFonts w:ascii="Poppins" w:hAnsi="Poppins" w:cs="Poppins"/>
                <w:bCs/>
                <w:color w:val="000000" w:themeColor="text1"/>
                <w:lang w:val="pt-BR"/>
              </w:rPr>
              <w:t xml:space="preserve">Portata massima Q4: </w:t>
            </w:r>
            <w:r w:rsidR="0097169F">
              <w:rPr>
                <w:rFonts w:ascii="Poppins" w:hAnsi="Poppins" w:cs="Poppins"/>
                <w:bCs/>
                <w:color w:val="000000" w:themeColor="text1"/>
                <w:lang w:val="pt-BR"/>
              </w:rPr>
              <w:t>20</w:t>
            </w:r>
            <w:r w:rsidRPr="0015218D">
              <w:rPr>
                <w:rFonts w:ascii="Poppins" w:hAnsi="Poppins" w:cs="Poppins"/>
                <w:bCs/>
                <w:color w:val="000000" w:themeColor="text1"/>
                <w:lang w:val="pt-BR"/>
              </w:rPr>
              <w:t xml:space="preserve"> m</w:t>
            </w:r>
            <w:r>
              <w:rPr>
                <w:rFonts w:ascii="Poppins" w:hAnsi="Poppins" w:cs="Poppins"/>
                <w:bCs/>
                <w:color w:val="000000" w:themeColor="text1"/>
                <w:lang w:val="pt-BR"/>
              </w:rPr>
              <w:t>3</w:t>
            </w:r>
            <w:r w:rsidRPr="0015218D">
              <w:rPr>
                <w:rFonts w:ascii="Poppins" w:hAnsi="Poppins" w:cs="Poppins"/>
                <w:bCs/>
                <w:color w:val="000000" w:themeColor="text1"/>
                <w:lang w:val="pt-BR"/>
              </w:rPr>
              <w:t>/h</w:t>
            </w:r>
          </w:p>
          <w:p w14:paraId="19F7C95A" w14:textId="77777777" w:rsidR="00CD213D" w:rsidRPr="00E95775" w:rsidRDefault="00CD213D" w:rsidP="00CD213D">
            <w:pPr>
              <w:pStyle w:val="Testocommento"/>
              <w:numPr>
                <w:ilvl w:val="0"/>
                <w:numId w:val="46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E95775">
              <w:rPr>
                <w:rFonts w:ascii="Poppins" w:hAnsi="Poppins" w:cs="Poppins"/>
                <w:bCs/>
                <w:color w:val="000000" w:themeColor="text1"/>
              </w:rPr>
              <w:t>Classe metrologica MID: R (Q3/Q1) = 80 H (installazione orizzontale)</w:t>
            </w:r>
          </w:p>
          <w:p w14:paraId="51F432D9" w14:textId="77777777" w:rsidR="00CD213D" w:rsidRDefault="00CD213D" w:rsidP="00CD213D">
            <w:pPr>
              <w:pStyle w:val="Testocommento"/>
              <w:numPr>
                <w:ilvl w:val="0"/>
                <w:numId w:val="46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E95775">
              <w:rPr>
                <w:rFonts w:ascii="Poppins" w:hAnsi="Poppins" w:cs="Poppins"/>
                <w:bCs/>
                <w:color w:val="000000" w:themeColor="text1"/>
              </w:rPr>
              <w:t>Temperatura massima di esercizio: 90 °C</w:t>
            </w:r>
          </w:p>
          <w:p w14:paraId="204F8EAB" w14:textId="77777777" w:rsidR="00CD213D" w:rsidRDefault="00CD213D" w:rsidP="00CD213D">
            <w:pPr>
              <w:pStyle w:val="Testocommento"/>
              <w:numPr>
                <w:ilvl w:val="0"/>
                <w:numId w:val="46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E95775">
              <w:rPr>
                <w:rFonts w:ascii="Poppins" w:hAnsi="Poppins" w:cs="Poppins"/>
                <w:bCs/>
                <w:color w:val="000000" w:themeColor="text1"/>
              </w:rPr>
              <w:t>Pressione di esercizio PN: 16 bar</w:t>
            </w:r>
          </w:p>
          <w:p w14:paraId="2720F5D0" w14:textId="082B2EE4" w:rsidR="00CD213D" w:rsidRPr="00E95775" w:rsidRDefault="00CD213D" w:rsidP="00CD213D">
            <w:pPr>
              <w:pStyle w:val="Testocommento"/>
              <w:numPr>
                <w:ilvl w:val="0"/>
                <w:numId w:val="46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>
              <w:rPr>
                <w:rFonts w:ascii="Poppins" w:hAnsi="Poppins" w:cs="Poppins"/>
                <w:bCs/>
                <w:color w:val="000000" w:themeColor="text1"/>
              </w:rPr>
              <w:t xml:space="preserve">kv: </w:t>
            </w:r>
            <w:r w:rsidR="007C0458">
              <w:rPr>
                <w:rFonts w:ascii="Poppins" w:hAnsi="Poppins" w:cs="Poppins"/>
                <w:bCs/>
                <w:color w:val="000000" w:themeColor="text1"/>
              </w:rPr>
              <w:t>20</w:t>
            </w:r>
          </w:p>
          <w:p w14:paraId="3682EF2D" w14:textId="77777777" w:rsidR="00CD213D" w:rsidRDefault="00CD213D" w:rsidP="00CD213D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</w:p>
          <w:p w14:paraId="581E572E" w14:textId="410678DC" w:rsidR="00CD213D" w:rsidRDefault="00CD213D" w:rsidP="00CD213D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E95775">
              <w:rPr>
                <w:rFonts w:ascii="Poppins" w:hAnsi="Poppins" w:cs="Poppins"/>
                <w:bCs/>
                <w:color w:val="000000" w:themeColor="text1"/>
              </w:rPr>
              <w:t>Fornito completo di emettitore di impulsi reed</w:t>
            </w:r>
            <w:r w:rsidR="00856252">
              <w:rPr>
                <w:rFonts w:ascii="Poppins" w:hAnsi="Poppins" w:cs="Poppins"/>
                <w:bCs/>
                <w:color w:val="000000" w:themeColor="text1"/>
              </w:rPr>
              <w:t>-</w:t>
            </w:r>
            <w:r w:rsidRPr="00E95775">
              <w:rPr>
                <w:rFonts w:ascii="Poppins" w:hAnsi="Poppins" w:cs="Poppins"/>
                <w:bCs/>
                <w:color w:val="000000" w:themeColor="text1"/>
              </w:rPr>
              <w:t>switch, 1 impulso/10 litri</w:t>
            </w:r>
            <w:r>
              <w:rPr>
                <w:rFonts w:ascii="Poppins" w:hAnsi="Poppins" w:cs="Poppins"/>
                <w:bCs/>
                <w:color w:val="000000" w:themeColor="text1"/>
              </w:rPr>
              <w:t>.</w:t>
            </w:r>
          </w:p>
          <w:p w14:paraId="1F0364A4" w14:textId="77777777" w:rsidR="00CD213D" w:rsidRPr="00E95775" w:rsidRDefault="00CD213D" w:rsidP="00CD213D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</w:p>
          <w:p w14:paraId="7B31AF8C" w14:textId="32284D04" w:rsidR="00CD213D" w:rsidRPr="00F049B5" w:rsidRDefault="00CD213D" w:rsidP="00CD213D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CD213D">
              <w:rPr>
                <w:rFonts w:ascii="Poppins" w:hAnsi="Poppins" w:cs="Poppins"/>
                <w:b/>
                <w:color w:val="000000" w:themeColor="text1"/>
              </w:rPr>
              <w:t>Marca Emmeti – Modello Contatore volumetrico lanciampulsi acqua calda per alte portate DN</w:t>
            </w:r>
            <w:r w:rsidR="0097169F">
              <w:rPr>
                <w:rFonts w:ascii="Poppins" w:hAnsi="Poppins" w:cs="Poppins"/>
                <w:b/>
                <w:color w:val="000000" w:themeColor="text1"/>
              </w:rPr>
              <w:t>40</w:t>
            </w:r>
            <w:r w:rsidRPr="00CD213D">
              <w:rPr>
                <w:rFonts w:ascii="Poppins" w:hAnsi="Poppins" w:cs="Poppins"/>
                <w:b/>
                <w:color w:val="000000" w:themeColor="text1"/>
              </w:rPr>
              <w:t xml:space="preserve"> M </w:t>
            </w:r>
            <w:r w:rsidR="0097169F">
              <w:rPr>
                <w:rFonts w:ascii="Poppins" w:hAnsi="Poppins" w:cs="Poppins"/>
                <w:b/>
                <w:color w:val="000000" w:themeColor="text1"/>
              </w:rPr>
              <w:t xml:space="preserve">2” </w:t>
            </w:r>
            <w:r w:rsidRPr="00CD213D">
              <w:rPr>
                <w:rFonts w:ascii="Poppins" w:hAnsi="Poppins" w:cs="Poppins"/>
                <w:b/>
                <w:color w:val="000000" w:themeColor="text1"/>
              </w:rPr>
              <w:t>o equivalente.</w:t>
            </w:r>
          </w:p>
        </w:tc>
      </w:tr>
      <w:tr w:rsidR="001D2B03" w:rsidRPr="00013A5B" w14:paraId="5D2E5964" w14:textId="77777777" w:rsidTr="00A16FCA">
        <w:tc>
          <w:tcPr>
            <w:tcW w:w="1398" w:type="dxa"/>
          </w:tcPr>
          <w:p w14:paraId="18E18D84" w14:textId="2AAF5976" w:rsidR="001D2B03" w:rsidRPr="00F049B5" w:rsidRDefault="001D2B03" w:rsidP="001D2B03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>
              <w:rPr>
                <w:rFonts w:ascii="Poppins" w:hAnsi="Poppins" w:cs="Poppins"/>
                <w:bCs/>
                <w:color w:val="000000" w:themeColor="text1"/>
                <w:sz w:val="20"/>
              </w:rPr>
              <w:t>02709172</w:t>
            </w:r>
          </w:p>
        </w:tc>
        <w:tc>
          <w:tcPr>
            <w:tcW w:w="2297" w:type="dxa"/>
          </w:tcPr>
          <w:p w14:paraId="1FFEC8E3" w14:textId="3F389B82" w:rsidR="001D2B03" w:rsidRPr="00F049B5" w:rsidRDefault="001D2B03" w:rsidP="001D2B03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>
              <w:rPr>
                <w:rFonts w:ascii="Poppins" w:hAnsi="Poppins" w:cs="Poppins"/>
                <w:bCs/>
                <w:color w:val="000000" w:themeColor="text1"/>
                <w:sz w:val="20"/>
              </w:rPr>
              <w:t xml:space="preserve">Contatore volumetrico lanciampulsi acqua </w:t>
            </w:r>
            <w:r>
              <w:rPr>
                <w:rFonts w:ascii="Poppins" w:hAnsi="Poppins" w:cs="Poppins"/>
                <w:bCs/>
                <w:color w:val="000000" w:themeColor="text1"/>
                <w:sz w:val="20"/>
              </w:rPr>
              <w:t>fredda</w:t>
            </w:r>
            <w:r>
              <w:rPr>
                <w:rFonts w:ascii="Poppins" w:hAnsi="Poppins" w:cs="Poppins"/>
                <w:bCs/>
                <w:color w:val="000000" w:themeColor="text1"/>
                <w:sz w:val="20"/>
              </w:rPr>
              <w:t xml:space="preserve"> per alte portate DN25 M 1”1/4</w:t>
            </w:r>
          </w:p>
        </w:tc>
        <w:tc>
          <w:tcPr>
            <w:tcW w:w="5803" w:type="dxa"/>
          </w:tcPr>
          <w:p w14:paraId="5E852352" w14:textId="7C45395B" w:rsidR="001D2B03" w:rsidRDefault="001D2B03" w:rsidP="001D2B03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E95775">
              <w:rPr>
                <w:rFonts w:ascii="Poppins" w:hAnsi="Poppins" w:cs="Poppins"/>
                <w:bCs/>
                <w:color w:val="000000" w:themeColor="text1"/>
              </w:rPr>
              <w:t xml:space="preserve">Contatore a getto multiplo a </w:t>
            </w:r>
            <w:r w:rsidR="003B3116">
              <w:rPr>
                <w:rFonts w:ascii="Poppins" w:hAnsi="Poppins" w:cs="Poppins"/>
                <w:bCs/>
                <w:color w:val="000000" w:themeColor="text1"/>
              </w:rPr>
              <w:t>rulli protetti</w:t>
            </w:r>
            <w:r w:rsidRPr="00E95775">
              <w:rPr>
                <w:rFonts w:ascii="Poppins" w:hAnsi="Poppins" w:cs="Poppins"/>
                <w:bCs/>
                <w:color w:val="000000" w:themeColor="text1"/>
              </w:rPr>
              <w:t>,</w:t>
            </w:r>
            <w:r w:rsidR="00385731">
              <w:rPr>
                <w:rFonts w:ascii="Poppins" w:hAnsi="Poppins" w:cs="Poppins"/>
                <w:bCs/>
                <w:color w:val="000000" w:themeColor="text1"/>
              </w:rPr>
              <w:t xml:space="preserve"> </w:t>
            </w:r>
            <w:r w:rsidRPr="00E95775">
              <w:rPr>
                <w:rFonts w:ascii="Poppins" w:hAnsi="Poppins" w:cs="Poppins"/>
                <w:bCs/>
                <w:color w:val="000000" w:themeColor="text1"/>
              </w:rPr>
              <w:t>per installazione</w:t>
            </w:r>
            <w:r>
              <w:rPr>
                <w:rFonts w:ascii="Poppins" w:hAnsi="Poppins" w:cs="Poppins"/>
                <w:bCs/>
                <w:color w:val="000000" w:themeColor="text1"/>
              </w:rPr>
              <w:t xml:space="preserve"> </w:t>
            </w:r>
            <w:r w:rsidRPr="00E95775">
              <w:rPr>
                <w:rFonts w:ascii="Poppins" w:hAnsi="Poppins" w:cs="Poppins"/>
                <w:bCs/>
                <w:color w:val="000000" w:themeColor="text1"/>
              </w:rPr>
              <w:t>orizzontale.</w:t>
            </w:r>
          </w:p>
          <w:p w14:paraId="12676914" w14:textId="77777777" w:rsidR="00221645" w:rsidRPr="00221645" w:rsidRDefault="00221645" w:rsidP="00221645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221645">
              <w:rPr>
                <w:rFonts w:ascii="Poppins" w:hAnsi="Poppins" w:cs="Poppins"/>
                <w:bCs/>
                <w:color w:val="000000" w:themeColor="text1"/>
              </w:rPr>
              <w:t>Trasmissione meccanica non influenzabile da campi magnetici esterni.</w:t>
            </w:r>
          </w:p>
          <w:p w14:paraId="7F95CCA4" w14:textId="2436D306" w:rsidR="00221645" w:rsidRDefault="00221645" w:rsidP="00221645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221645">
              <w:rPr>
                <w:rFonts w:ascii="Poppins" w:hAnsi="Poppins" w:cs="Poppins"/>
                <w:bCs/>
                <w:color w:val="000000" w:themeColor="text1"/>
              </w:rPr>
              <w:t>I rulli numerati, le iscrizioni caratteristiche e la matricola si trovano nella parte protetta.</w:t>
            </w:r>
          </w:p>
          <w:p w14:paraId="174E3745" w14:textId="77777777" w:rsidR="001D2B03" w:rsidRDefault="001D2B03" w:rsidP="001D2B03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</w:p>
          <w:p w14:paraId="2EAB1FEB" w14:textId="77777777" w:rsidR="001D2B03" w:rsidRPr="00E95775" w:rsidRDefault="001D2B03" w:rsidP="001D2B03">
            <w:pPr>
              <w:pStyle w:val="Testocommento"/>
              <w:jc w:val="both"/>
              <w:rPr>
                <w:rFonts w:ascii="Poppins" w:hAnsi="Poppins" w:cs="Poppins"/>
                <w:b/>
                <w:color w:val="000000" w:themeColor="text1"/>
              </w:rPr>
            </w:pPr>
            <w:r w:rsidRPr="00E95775">
              <w:rPr>
                <w:rFonts w:ascii="Poppins" w:hAnsi="Poppins" w:cs="Poppins"/>
                <w:b/>
                <w:color w:val="000000" w:themeColor="text1"/>
              </w:rPr>
              <w:lastRenderedPageBreak/>
              <w:t>Dati tecnici:</w:t>
            </w:r>
          </w:p>
          <w:p w14:paraId="75F449A4" w14:textId="77777777" w:rsidR="001D2B03" w:rsidRDefault="001D2B03" w:rsidP="001D2B03">
            <w:pPr>
              <w:pStyle w:val="Testocommento"/>
              <w:numPr>
                <w:ilvl w:val="0"/>
                <w:numId w:val="46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E95775">
              <w:rPr>
                <w:rFonts w:ascii="Poppins" w:hAnsi="Poppins" w:cs="Poppins"/>
                <w:bCs/>
                <w:color w:val="000000" w:themeColor="text1"/>
              </w:rPr>
              <w:t>Misura: DN25</w:t>
            </w:r>
          </w:p>
          <w:p w14:paraId="37BA1F86" w14:textId="77777777" w:rsidR="001D2B03" w:rsidRDefault="001D2B03" w:rsidP="001D2B03">
            <w:pPr>
              <w:pStyle w:val="Testocommento"/>
              <w:numPr>
                <w:ilvl w:val="0"/>
                <w:numId w:val="46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>
              <w:rPr>
                <w:rFonts w:ascii="Poppins" w:hAnsi="Poppins" w:cs="Poppins"/>
                <w:bCs/>
                <w:color w:val="000000" w:themeColor="text1"/>
              </w:rPr>
              <w:t>A</w:t>
            </w:r>
            <w:r w:rsidRPr="00E95775">
              <w:rPr>
                <w:rFonts w:ascii="Poppins" w:hAnsi="Poppins" w:cs="Poppins"/>
                <w:bCs/>
                <w:color w:val="000000" w:themeColor="text1"/>
              </w:rPr>
              <w:t>ttacchi M 1”1/4</w:t>
            </w:r>
          </w:p>
          <w:p w14:paraId="7A5836C3" w14:textId="77777777" w:rsidR="001D2B03" w:rsidRDefault="001D2B03" w:rsidP="001D2B03">
            <w:pPr>
              <w:pStyle w:val="Testocommento"/>
              <w:numPr>
                <w:ilvl w:val="0"/>
                <w:numId w:val="46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>
              <w:rPr>
                <w:rFonts w:ascii="Poppins" w:hAnsi="Poppins" w:cs="Poppins"/>
                <w:bCs/>
                <w:color w:val="000000" w:themeColor="text1"/>
              </w:rPr>
              <w:t>Lunghezza contatore: 260 mm</w:t>
            </w:r>
          </w:p>
          <w:p w14:paraId="2539C3F0" w14:textId="77777777" w:rsidR="001D2B03" w:rsidRDefault="001D2B03" w:rsidP="001D2B03">
            <w:pPr>
              <w:pStyle w:val="Testocommento"/>
              <w:numPr>
                <w:ilvl w:val="0"/>
                <w:numId w:val="46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>
              <w:rPr>
                <w:rFonts w:ascii="Poppins" w:hAnsi="Poppins" w:cs="Poppins"/>
                <w:bCs/>
                <w:color w:val="000000" w:themeColor="text1"/>
              </w:rPr>
              <w:t xml:space="preserve">Installazione </w:t>
            </w:r>
            <w:r w:rsidRPr="00E95775">
              <w:rPr>
                <w:rFonts w:ascii="Poppins" w:hAnsi="Poppins" w:cs="Poppins"/>
                <w:bCs/>
                <w:color w:val="000000" w:themeColor="text1"/>
              </w:rPr>
              <w:t>orizzontale</w:t>
            </w:r>
          </w:p>
          <w:p w14:paraId="341E93A6" w14:textId="2DA9B9CA" w:rsidR="001D2B03" w:rsidRDefault="001D2B03" w:rsidP="001D2B03">
            <w:pPr>
              <w:pStyle w:val="Testocommento"/>
              <w:numPr>
                <w:ilvl w:val="0"/>
                <w:numId w:val="46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>
              <w:rPr>
                <w:rFonts w:ascii="Poppins" w:hAnsi="Poppins" w:cs="Poppins"/>
                <w:bCs/>
                <w:color w:val="000000" w:themeColor="text1"/>
              </w:rPr>
              <w:t xml:space="preserve">Portata minima Q1: </w:t>
            </w:r>
            <w:r w:rsidR="00883018">
              <w:rPr>
                <w:rFonts w:ascii="Poppins" w:hAnsi="Poppins" w:cs="Poppins"/>
                <w:bCs/>
                <w:color w:val="000000" w:themeColor="text1"/>
              </w:rPr>
              <w:t>39,4</w:t>
            </w:r>
            <w:r>
              <w:rPr>
                <w:rFonts w:ascii="Poppins" w:hAnsi="Poppins" w:cs="Poppins"/>
                <w:bCs/>
                <w:color w:val="000000" w:themeColor="text1"/>
              </w:rPr>
              <w:t xml:space="preserve"> l/h</w:t>
            </w:r>
          </w:p>
          <w:p w14:paraId="14130965" w14:textId="77777777" w:rsidR="001D2B03" w:rsidRPr="0015218D" w:rsidRDefault="001D2B03" w:rsidP="001D2B03">
            <w:pPr>
              <w:pStyle w:val="Testocommento"/>
              <w:numPr>
                <w:ilvl w:val="0"/>
                <w:numId w:val="46"/>
              </w:numPr>
              <w:jc w:val="both"/>
              <w:rPr>
                <w:rFonts w:ascii="Poppins" w:hAnsi="Poppins" w:cs="Poppins"/>
                <w:bCs/>
                <w:color w:val="000000" w:themeColor="text1"/>
                <w:lang w:val="pt-BR"/>
              </w:rPr>
            </w:pPr>
            <w:r w:rsidRPr="0015218D">
              <w:rPr>
                <w:rFonts w:ascii="Poppins" w:hAnsi="Poppins" w:cs="Poppins"/>
                <w:bCs/>
                <w:color w:val="000000" w:themeColor="text1"/>
                <w:lang w:val="pt-BR"/>
              </w:rPr>
              <w:t>Portata permanente Q</w:t>
            </w:r>
            <w:r>
              <w:rPr>
                <w:rFonts w:ascii="Poppins" w:hAnsi="Poppins" w:cs="Poppins"/>
                <w:bCs/>
                <w:color w:val="000000" w:themeColor="text1"/>
                <w:lang w:val="pt-BR"/>
              </w:rPr>
              <w:t>3</w:t>
            </w:r>
            <w:r w:rsidRPr="0015218D">
              <w:rPr>
                <w:rFonts w:ascii="Poppins" w:hAnsi="Poppins" w:cs="Poppins"/>
                <w:bCs/>
                <w:color w:val="000000" w:themeColor="text1"/>
                <w:lang w:val="pt-BR"/>
              </w:rPr>
              <w:t xml:space="preserve">: </w:t>
            </w:r>
            <w:r>
              <w:rPr>
                <w:rFonts w:ascii="Poppins" w:hAnsi="Poppins" w:cs="Poppins"/>
                <w:bCs/>
                <w:color w:val="000000" w:themeColor="text1"/>
                <w:lang w:val="pt-BR"/>
              </w:rPr>
              <w:t>6,3</w:t>
            </w:r>
            <w:r w:rsidRPr="0015218D">
              <w:rPr>
                <w:rFonts w:ascii="Poppins" w:hAnsi="Poppins" w:cs="Poppins"/>
                <w:bCs/>
                <w:color w:val="000000" w:themeColor="text1"/>
                <w:lang w:val="pt-BR"/>
              </w:rPr>
              <w:t xml:space="preserve"> m</w:t>
            </w:r>
            <w:r>
              <w:rPr>
                <w:rFonts w:ascii="Poppins" w:hAnsi="Poppins" w:cs="Poppins"/>
                <w:bCs/>
                <w:color w:val="000000" w:themeColor="text1"/>
                <w:lang w:val="pt-BR"/>
              </w:rPr>
              <w:t>3</w:t>
            </w:r>
            <w:r w:rsidRPr="0015218D">
              <w:rPr>
                <w:rFonts w:ascii="Poppins" w:hAnsi="Poppins" w:cs="Poppins"/>
                <w:bCs/>
                <w:color w:val="000000" w:themeColor="text1"/>
                <w:lang w:val="pt-BR"/>
              </w:rPr>
              <w:t>/h</w:t>
            </w:r>
          </w:p>
          <w:p w14:paraId="395C231C" w14:textId="77777777" w:rsidR="001D2B03" w:rsidRPr="00292B46" w:rsidRDefault="001D2B03" w:rsidP="001D2B03">
            <w:pPr>
              <w:pStyle w:val="Testocommento"/>
              <w:numPr>
                <w:ilvl w:val="0"/>
                <w:numId w:val="46"/>
              </w:numPr>
              <w:jc w:val="both"/>
              <w:rPr>
                <w:rFonts w:ascii="Poppins" w:hAnsi="Poppins" w:cs="Poppins"/>
                <w:bCs/>
                <w:color w:val="000000" w:themeColor="text1"/>
                <w:lang w:val="pt-BR"/>
              </w:rPr>
            </w:pPr>
            <w:r w:rsidRPr="0015218D">
              <w:rPr>
                <w:rFonts w:ascii="Poppins" w:hAnsi="Poppins" w:cs="Poppins"/>
                <w:bCs/>
                <w:color w:val="000000" w:themeColor="text1"/>
                <w:lang w:val="pt-BR"/>
              </w:rPr>
              <w:t xml:space="preserve">Portata massima Q4: </w:t>
            </w:r>
            <w:r>
              <w:rPr>
                <w:rFonts w:ascii="Poppins" w:hAnsi="Poppins" w:cs="Poppins"/>
                <w:bCs/>
                <w:color w:val="000000" w:themeColor="text1"/>
                <w:lang w:val="pt-BR"/>
              </w:rPr>
              <w:t>7,9</w:t>
            </w:r>
            <w:r w:rsidRPr="0015218D">
              <w:rPr>
                <w:rFonts w:ascii="Poppins" w:hAnsi="Poppins" w:cs="Poppins"/>
                <w:bCs/>
                <w:color w:val="000000" w:themeColor="text1"/>
                <w:lang w:val="pt-BR"/>
              </w:rPr>
              <w:t xml:space="preserve"> m</w:t>
            </w:r>
            <w:r>
              <w:rPr>
                <w:rFonts w:ascii="Poppins" w:hAnsi="Poppins" w:cs="Poppins"/>
                <w:bCs/>
                <w:color w:val="000000" w:themeColor="text1"/>
                <w:lang w:val="pt-BR"/>
              </w:rPr>
              <w:t>3</w:t>
            </w:r>
            <w:r w:rsidRPr="0015218D">
              <w:rPr>
                <w:rFonts w:ascii="Poppins" w:hAnsi="Poppins" w:cs="Poppins"/>
                <w:bCs/>
                <w:color w:val="000000" w:themeColor="text1"/>
                <w:lang w:val="pt-BR"/>
              </w:rPr>
              <w:t>/h</w:t>
            </w:r>
          </w:p>
          <w:p w14:paraId="1EBBC496" w14:textId="15FEEDAB" w:rsidR="001D2B03" w:rsidRPr="00E95775" w:rsidRDefault="001D2B03" w:rsidP="001D2B03">
            <w:pPr>
              <w:pStyle w:val="Testocommento"/>
              <w:numPr>
                <w:ilvl w:val="0"/>
                <w:numId w:val="46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E95775">
              <w:rPr>
                <w:rFonts w:ascii="Poppins" w:hAnsi="Poppins" w:cs="Poppins"/>
                <w:bCs/>
                <w:color w:val="000000" w:themeColor="text1"/>
              </w:rPr>
              <w:t xml:space="preserve">Classe metrologica MID: R (Q3/Q1) = </w:t>
            </w:r>
            <w:r w:rsidR="001C2D2D">
              <w:rPr>
                <w:rFonts w:ascii="Poppins" w:hAnsi="Poppins" w:cs="Poppins"/>
                <w:bCs/>
                <w:color w:val="000000" w:themeColor="text1"/>
              </w:rPr>
              <w:t>160</w:t>
            </w:r>
            <w:r w:rsidRPr="00E95775">
              <w:rPr>
                <w:rFonts w:ascii="Poppins" w:hAnsi="Poppins" w:cs="Poppins"/>
                <w:bCs/>
                <w:color w:val="000000" w:themeColor="text1"/>
              </w:rPr>
              <w:t xml:space="preserve"> H (installazione orizzontale)</w:t>
            </w:r>
          </w:p>
          <w:p w14:paraId="2471790C" w14:textId="58972593" w:rsidR="001D2B03" w:rsidRDefault="001D2B03" w:rsidP="001D2B03">
            <w:pPr>
              <w:pStyle w:val="Testocommento"/>
              <w:numPr>
                <w:ilvl w:val="0"/>
                <w:numId w:val="46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E95775">
              <w:rPr>
                <w:rFonts w:ascii="Poppins" w:hAnsi="Poppins" w:cs="Poppins"/>
                <w:bCs/>
                <w:color w:val="000000" w:themeColor="text1"/>
              </w:rPr>
              <w:t xml:space="preserve">Temperatura massima di esercizio: </w:t>
            </w:r>
            <w:r w:rsidR="001C2D2D">
              <w:rPr>
                <w:rFonts w:ascii="Poppins" w:hAnsi="Poppins" w:cs="Poppins"/>
                <w:bCs/>
                <w:color w:val="000000" w:themeColor="text1"/>
              </w:rPr>
              <w:t>5</w:t>
            </w:r>
            <w:r w:rsidRPr="00E95775">
              <w:rPr>
                <w:rFonts w:ascii="Poppins" w:hAnsi="Poppins" w:cs="Poppins"/>
                <w:bCs/>
                <w:color w:val="000000" w:themeColor="text1"/>
              </w:rPr>
              <w:t>0 °C</w:t>
            </w:r>
          </w:p>
          <w:p w14:paraId="303D90EF" w14:textId="77777777" w:rsidR="001D2B03" w:rsidRDefault="001D2B03" w:rsidP="001D2B03">
            <w:pPr>
              <w:pStyle w:val="Testocommento"/>
              <w:numPr>
                <w:ilvl w:val="0"/>
                <w:numId w:val="46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E95775">
              <w:rPr>
                <w:rFonts w:ascii="Poppins" w:hAnsi="Poppins" w:cs="Poppins"/>
                <w:bCs/>
                <w:color w:val="000000" w:themeColor="text1"/>
              </w:rPr>
              <w:t>Pressione di esercizio PN: 16 bar</w:t>
            </w:r>
          </w:p>
          <w:p w14:paraId="44EDF6EB" w14:textId="3D4E3C35" w:rsidR="001D2B03" w:rsidRPr="00E95775" w:rsidRDefault="001D2B03" w:rsidP="001D2B03">
            <w:pPr>
              <w:pStyle w:val="Testocommento"/>
              <w:numPr>
                <w:ilvl w:val="0"/>
                <w:numId w:val="46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>
              <w:rPr>
                <w:rFonts w:ascii="Poppins" w:hAnsi="Poppins" w:cs="Poppins"/>
                <w:bCs/>
                <w:color w:val="000000" w:themeColor="text1"/>
              </w:rPr>
              <w:t xml:space="preserve">kv: </w:t>
            </w:r>
            <w:r w:rsidR="007C0458">
              <w:rPr>
                <w:rFonts w:ascii="Poppins" w:hAnsi="Poppins" w:cs="Poppins"/>
                <w:bCs/>
                <w:color w:val="000000" w:themeColor="text1"/>
              </w:rPr>
              <w:t>7,9</w:t>
            </w:r>
          </w:p>
          <w:p w14:paraId="782663E5" w14:textId="77777777" w:rsidR="001D2B03" w:rsidRDefault="001D2B03" w:rsidP="001D2B03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</w:p>
          <w:p w14:paraId="73D32FD0" w14:textId="25DCFFDD" w:rsidR="001D2B03" w:rsidRDefault="001D2B03" w:rsidP="001D2B03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E95775">
              <w:rPr>
                <w:rFonts w:ascii="Poppins" w:hAnsi="Poppins" w:cs="Poppins"/>
                <w:bCs/>
                <w:color w:val="000000" w:themeColor="text1"/>
              </w:rPr>
              <w:t>Fornito completo di emettitore di impulsi reed</w:t>
            </w:r>
            <w:r w:rsidR="00856252">
              <w:rPr>
                <w:rFonts w:ascii="Poppins" w:hAnsi="Poppins" w:cs="Poppins"/>
                <w:bCs/>
                <w:color w:val="000000" w:themeColor="text1"/>
              </w:rPr>
              <w:t>-</w:t>
            </w:r>
            <w:r w:rsidRPr="00E95775">
              <w:rPr>
                <w:rFonts w:ascii="Poppins" w:hAnsi="Poppins" w:cs="Poppins"/>
                <w:bCs/>
                <w:color w:val="000000" w:themeColor="text1"/>
              </w:rPr>
              <w:t>switch, 1 impulso/10 litri</w:t>
            </w:r>
            <w:r>
              <w:rPr>
                <w:rFonts w:ascii="Poppins" w:hAnsi="Poppins" w:cs="Poppins"/>
                <w:bCs/>
                <w:color w:val="000000" w:themeColor="text1"/>
              </w:rPr>
              <w:t>.</w:t>
            </w:r>
          </w:p>
          <w:p w14:paraId="07DE46DC" w14:textId="77777777" w:rsidR="001D2B03" w:rsidRPr="00E95775" w:rsidRDefault="001D2B03" w:rsidP="001D2B03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</w:p>
          <w:p w14:paraId="0C6D6E55" w14:textId="0543FA08" w:rsidR="001D2B03" w:rsidRPr="00F049B5" w:rsidRDefault="001D2B03" w:rsidP="001D2B03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CD213D">
              <w:rPr>
                <w:rFonts w:ascii="Poppins" w:hAnsi="Poppins" w:cs="Poppins"/>
                <w:b/>
                <w:color w:val="000000" w:themeColor="text1"/>
              </w:rPr>
              <w:t xml:space="preserve">Marca Emmeti – Modello Contatore volumetrico lanciampulsi acqua </w:t>
            </w:r>
            <w:r w:rsidR="004C11A1">
              <w:rPr>
                <w:rFonts w:ascii="Poppins" w:hAnsi="Poppins" w:cs="Poppins"/>
                <w:b/>
                <w:color w:val="000000" w:themeColor="text1"/>
              </w:rPr>
              <w:t>fredda</w:t>
            </w:r>
            <w:r w:rsidRPr="00CD213D">
              <w:rPr>
                <w:rFonts w:ascii="Poppins" w:hAnsi="Poppins" w:cs="Poppins"/>
                <w:b/>
                <w:color w:val="000000" w:themeColor="text1"/>
              </w:rPr>
              <w:t xml:space="preserve"> per alte portate DN25 M 1”1/4 o equivalente.</w:t>
            </w:r>
          </w:p>
        </w:tc>
      </w:tr>
      <w:tr w:rsidR="001D2B03" w:rsidRPr="00013A5B" w14:paraId="76CCE9A3" w14:textId="77777777" w:rsidTr="00A16FCA">
        <w:tc>
          <w:tcPr>
            <w:tcW w:w="1398" w:type="dxa"/>
          </w:tcPr>
          <w:p w14:paraId="0B09A48C" w14:textId="61876EEE" w:rsidR="001D2B03" w:rsidRPr="00F049B5" w:rsidRDefault="001D2B03" w:rsidP="001D2B03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>
              <w:rPr>
                <w:rFonts w:ascii="Poppins" w:hAnsi="Poppins" w:cs="Poppins"/>
                <w:bCs/>
                <w:color w:val="000000" w:themeColor="text1"/>
                <w:sz w:val="20"/>
              </w:rPr>
              <w:lastRenderedPageBreak/>
              <w:t>02709176</w:t>
            </w:r>
          </w:p>
        </w:tc>
        <w:tc>
          <w:tcPr>
            <w:tcW w:w="2297" w:type="dxa"/>
          </w:tcPr>
          <w:p w14:paraId="0BFA560B" w14:textId="1DAD9DFF" w:rsidR="001D2B03" w:rsidRPr="00F049B5" w:rsidRDefault="001D2B03" w:rsidP="001D2B03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>
              <w:rPr>
                <w:rFonts w:ascii="Poppins" w:hAnsi="Poppins" w:cs="Poppins"/>
                <w:bCs/>
                <w:color w:val="000000" w:themeColor="text1"/>
                <w:sz w:val="20"/>
              </w:rPr>
              <w:t xml:space="preserve">Contatore volumetrico lanciampulsi acqua </w:t>
            </w:r>
            <w:r w:rsidR="00385731">
              <w:rPr>
                <w:rFonts w:ascii="Poppins" w:hAnsi="Poppins" w:cs="Poppins"/>
                <w:bCs/>
                <w:color w:val="000000" w:themeColor="text1"/>
                <w:sz w:val="20"/>
              </w:rPr>
              <w:t>fredda</w:t>
            </w:r>
            <w:r>
              <w:rPr>
                <w:rFonts w:ascii="Poppins" w:hAnsi="Poppins" w:cs="Poppins"/>
                <w:bCs/>
                <w:color w:val="000000" w:themeColor="text1"/>
                <w:sz w:val="20"/>
              </w:rPr>
              <w:t xml:space="preserve"> per alte portate DN32 M 1”1/2</w:t>
            </w:r>
          </w:p>
        </w:tc>
        <w:tc>
          <w:tcPr>
            <w:tcW w:w="5803" w:type="dxa"/>
          </w:tcPr>
          <w:p w14:paraId="312869AD" w14:textId="77777777" w:rsidR="00385731" w:rsidRDefault="00385731" w:rsidP="00385731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E95775">
              <w:rPr>
                <w:rFonts w:ascii="Poppins" w:hAnsi="Poppins" w:cs="Poppins"/>
                <w:bCs/>
                <w:color w:val="000000" w:themeColor="text1"/>
              </w:rPr>
              <w:t xml:space="preserve">Contatore a getto multiplo a </w:t>
            </w:r>
            <w:r>
              <w:rPr>
                <w:rFonts w:ascii="Poppins" w:hAnsi="Poppins" w:cs="Poppins"/>
                <w:bCs/>
                <w:color w:val="000000" w:themeColor="text1"/>
              </w:rPr>
              <w:t>rulli protetti</w:t>
            </w:r>
            <w:r w:rsidRPr="00E95775">
              <w:rPr>
                <w:rFonts w:ascii="Poppins" w:hAnsi="Poppins" w:cs="Poppins"/>
                <w:bCs/>
                <w:color w:val="000000" w:themeColor="text1"/>
              </w:rPr>
              <w:t>,</w:t>
            </w:r>
            <w:r>
              <w:rPr>
                <w:rFonts w:ascii="Poppins" w:hAnsi="Poppins" w:cs="Poppins"/>
                <w:bCs/>
                <w:color w:val="000000" w:themeColor="text1"/>
              </w:rPr>
              <w:t xml:space="preserve"> </w:t>
            </w:r>
            <w:r w:rsidRPr="00E95775">
              <w:rPr>
                <w:rFonts w:ascii="Poppins" w:hAnsi="Poppins" w:cs="Poppins"/>
                <w:bCs/>
                <w:color w:val="000000" w:themeColor="text1"/>
              </w:rPr>
              <w:t>per installazione</w:t>
            </w:r>
            <w:r>
              <w:rPr>
                <w:rFonts w:ascii="Poppins" w:hAnsi="Poppins" w:cs="Poppins"/>
                <w:bCs/>
                <w:color w:val="000000" w:themeColor="text1"/>
              </w:rPr>
              <w:t xml:space="preserve"> </w:t>
            </w:r>
            <w:r w:rsidRPr="00E95775">
              <w:rPr>
                <w:rFonts w:ascii="Poppins" w:hAnsi="Poppins" w:cs="Poppins"/>
                <w:bCs/>
                <w:color w:val="000000" w:themeColor="text1"/>
              </w:rPr>
              <w:t>orizzontale.</w:t>
            </w:r>
          </w:p>
          <w:p w14:paraId="55949670" w14:textId="77777777" w:rsidR="00221645" w:rsidRPr="00221645" w:rsidRDefault="00221645" w:rsidP="00221645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221645">
              <w:rPr>
                <w:rFonts w:ascii="Poppins" w:hAnsi="Poppins" w:cs="Poppins"/>
                <w:bCs/>
                <w:color w:val="000000" w:themeColor="text1"/>
              </w:rPr>
              <w:t>Trasmissione meccanica non influenzabile da campi magnetici esterni.</w:t>
            </w:r>
          </w:p>
          <w:p w14:paraId="03D75DEB" w14:textId="3EE1702B" w:rsidR="00221645" w:rsidRDefault="00221645" w:rsidP="00385731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221645">
              <w:rPr>
                <w:rFonts w:ascii="Poppins" w:hAnsi="Poppins" w:cs="Poppins"/>
                <w:bCs/>
                <w:color w:val="000000" w:themeColor="text1"/>
              </w:rPr>
              <w:t>I rulli numerati, le iscrizioni caratteristiche e la matricola si trovano nella parte protetta.</w:t>
            </w:r>
          </w:p>
          <w:p w14:paraId="7F04A48B" w14:textId="77777777" w:rsidR="001D2B03" w:rsidRDefault="001D2B03" w:rsidP="001D2B03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</w:p>
          <w:p w14:paraId="70295C08" w14:textId="77777777" w:rsidR="001D2B03" w:rsidRPr="00E95775" w:rsidRDefault="001D2B03" w:rsidP="001D2B03">
            <w:pPr>
              <w:pStyle w:val="Testocommento"/>
              <w:jc w:val="both"/>
              <w:rPr>
                <w:rFonts w:ascii="Poppins" w:hAnsi="Poppins" w:cs="Poppins"/>
                <w:b/>
                <w:color w:val="000000" w:themeColor="text1"/>
              </w:rPr>
            </w:pPr>
            <w:r w:rsidRPr="00E95775">
              <w:rPr>
                <w:rFonts w:ascii="Poppins" w:hAnsi="Poppins" w:cs="Poppins"/>
                <w:b/>
                <w:color w:val="000000" w:themeColor="text1"/>
              </w:rPr>
              <w:t>Dati tecnici:</w:t>
            </w:r>
          </w:p>
          <w:p w14:paraId="7DBCA2B4" w14:textId="77777777" w:rsidR="001D2B03" w:rsidRDefault="001D2B03" w:rsidP="001D2B03">
            <w:pPr>
              <w:pStyle w:val="Testocommento"/>
              <w:numPr>
                <w:ilvl w:val="0"/>
                <w:numId w:val="46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E95775">
              <w:rPr>
                <w:rFonts w:ascii="Poppins" w:hAnsi="Poppins" w:cs="Poppins"/>
                <w:bCs/>
                <w:color w:val="000000" w:themeColor="text1"/>
              </w:rPr>
              <w:t>Misura: DN</w:t>
            </w:r>
            <w:r>
              <w:rPr>
                <w:rFonts w:ascii="Poppins" w:hAnsi="Poppins" w:cs="Poppins"/>
                <w:bCs/>
                <w:color w:val="000000" w:themeColor="text1"/>
              </w:rPr>
              <w:t>32</w:t>
            </w:r>
          </w:p>
          <w:p w14:paraId="48BAC0B6" w14:textId="77777777" w:rsidR="001D2B03" w:rsidRDefault="001D2B03" w:rsidP="001D2B03">
            <w:pPr>
              <w:pStyle w:val="Testocommento"/>
              <w:numPr>
                <w:ilvl w:val="0"/>
                <w:numId w:val="46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>
              <w:rPr>
                <w:rFonts w:ascii="Poppins" w:hAnsi="Poppins" w:cs="Poppins"/>
                <w:bCs/>
                <w:color w:val="000000" w:themeColor="text1"/>
              </w:rPr>
              <w:t>A</w:t>
            </w:r>
            <w:r w:rsidRPr="00E95775">
              <w:rPr>
                <w:rFonts w:ascii="Poppins" w:hAnsi="Poppins" w:cs="Poppins"/>
                <w:bCs/>
                <w:color w:val="000000" w:themeColor="text1"/>
              </w:rPr>
              <w:t>ttacchi M 1”1/</w:t>
            </w:r>
            <w:r>
              <w:rPr>
                <w:rFonts w:ascii="Poppins" w:hAnsi="Poppins" w:cs="Poppins"/>
                <w:bCs/>
                <w:color w:val="000000" w:themeColor="text1"/>
              </w:rPr>
              <w:t>2</w:t>
            </w:r>
          </w:p>
          <w:p w14:paraId="3F7FE08E" w14:textId="77777777" w:rsidR="001D2B03" w:rsidRDefault="001D2B03" w:rsidP="001D2B03">
            <w:pPr>
              <w:pStyle w:val="Testocommento"/>
              <w:numPr>
                <w:ilvl w:val="0"/>
                <w:numId w:val="46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>
              <w:rPr>
                <w:rFonts w:ascii="Poppins" w:hAnsi="Poppins" w:cs="Poppins"/>
                <w:bCs/>
                <w:color w:val="000000" w:themeColor="text1"/>
              </w:rPr>
              <w:t>Lunghezza contatore: 260 mm</w:t>
            </w:r>
          </w:p>
          <w:p w14:paraId="27D68AA5" w14:textId="77777777" w:rsidR="001D2B03" w:rsidRDefault="001D2B03" w:rsidP="001D2B03">
            <w:pPr>
              <w:pStyle w:val="Testocommento"/>
              <w:numPr>
                <w:ilvl w:val="0"/>
                <w:numId w:val="46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>
              <w:rPr>
                <w:rFonts w:ascii="Poppins" w:hAnsi="Poppins" w:cs="Poppins"/>
                <w:bCs/>
                <w:color w:val="000000" w:themeColor="text1"/>
              </w:rPr>
              <w:t xml:space="preserve">Installazione </w:t>
            </w:r>
            <w:r w:rsidRPr="00E95775">
              <w:rPr>
                <w:rFonts w:ascii="Poppins" w:hAnsi="Poppins" w:cs="Poppins"/>
                <w:bCs/>
                <w:color w:val="000000" w:themeColor="text1"/>
              </w:rPr>
              <w:t>orizzontale</w:t>
            </w:r>
          </w:p>
          <w:p w14:paraId="6C91945C" w14:textId="0530A650" w:rsidR="001D2B03" w:rsidRDefault="001D2B03" w:rsidP="001D2B03">
            <w:pPr>
              <w:pStyle w:val="Testocommento"/>
              <w:numPr>
                <w:ilvl w:val="0"/>
                <w:numId w:val="46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>
              <w:rPr>
                <w:rFonts w:ascii="Poppins" w:hAnsi="Poppins" w:cs="Poppins"/>
                <w:bCs/>
                <w:color w:val="000000" w:themeColor="text1"/>
              </w:rPr>
              <w:t xml:space="preserve">Portata minima Q1: </w:t>
            </w:r>
            <w:r w:rsidR="007C0458">
              <w:rPr>
                <w:rFonts w:ascii="Poppins" w:hAnsi="Poppins" w:cs="Poppins"/>
                <w:bCs/>
                <w:color w:val="000000" w:themeColor="text1"/>
              </w:rPr>
              <w:t>62,5</w:t>
            </w:r>
            <w:r>
              <w:rPr>
                <w:rFonts w:ascii="Poppins" w:hAnsi="Poppins" w:cs="Poppins"/>
                <w:bCs/>
                <w:color w:val="000000" w:themeColor="text1"/>
              </w:rPr>
              <w:t xml:space="preserve"> l/h</w:t>
            </w:r>
          </w:p>
          <w:p w14:paraId="27F58502" w14:textId="77777777" w:rsidR="001D2B03" w:rsidRPr="0015218D" w:rsidRDefault="001D2B03" w:rsidP="001D2B03">
            <w:pPr>
              <w:pStyle w:val="Testocommento"/>
              <w:numPr>
                <w:ilvl w:val="0"/>
                <w:numId w:val="46"/>
              </w:numPr>
              <w:jc w:val="both"/>
              <w:rPr>
                <w:rFonts w:ascii="Poppins" w:hAnsi="Poppins" w:cs="Poppins"/>
                <w:bCs/>
                <w:color w:val="000000" w:themeColor="text1"/>
                <w:lang w:val="pt-BR"/>
              </w:rPr>
            </w:pPr>
            <w:r w:rsidRPr="0015218D">
              <w:rPr>
                <w:rFonts w:ascii="Poppins" w:hAnsi="Poppins" w:cs="Poppins"/>
                <w:bCs/>
                <w:color w:val="000000" w:themeColor="text1"/>
                <w:lang w:val="pt-BR"/>
              </w:rPr>
              <w:t>Portata permanente Q</w:t>
            </w:r>
            <w:r>
              <w:rPr>
                <w:rFonts w:ascii="Poppins" w:hAnsi="Poppins" w:cs="Poppins"/>
                <w:bCs/>
                <w:color w:val="000000" w:themeColor="text1"/>
                <w:lang w:val="pt-BR"/>
              </w:rPr>
              <w:t>3</w:t>
            </w:r>
            <w:r w:rsidRPr="0015218D">
              <w:rPr>
                <w:rFonts w:ascii="Poppins" w:hAnsi="Poppins" w:cs="Poppins"/>
                <w:bCs/>
                <w:color w:val="000000" w:themeColor="text1"/>
                <w:lang w:val="pt-BR"/>
              </w:rPr>
              <w:t xml:space="preserve">: </w:t>
            </w:r>
            <w:r>
              <w:rPr>
                <w:rFonts w:ascii="Poppins" w:hAnsi="Poppins" w:cs="Poppins"/>
                <w:bCs/>
                <w:color w:val="000000" w:themeColor="text1"/>
                <w:lang w:val="pt-BR"/>
              </w:rPr>
              <w:t>10</w:t>
            </w:r>
            <w:r w:rsidRPr="0015218D">
              <w:rPr>
                <w:rFonts w:ascii="Poppins" w:hAnsi="Poppins" w:cs="Poppins"/>
                <w:bCs/>
                <w:color w:val="000000" w:themeColor="text1"/>
                <w:lang w:val="pt-BR"/>
              </w:rPr>
              <w:t xml:space="preserve"> m</w:t>
            </w:r>
            <w:r>
              <w:rPr>
                <w:rFonts w:ascii="Poppins" w:hAnsi="Poppins" w:cs="Poppins"/>
                <w:bCs/>
                <w:color w:val="000000" w:themeColor="text1"/>
                <w:lang w:val="pt-BR"/>
              </w:rPr>
              <w:t>3</w:t>
            </w:r>
            <w:r w:rsidRPr="0015218D">
              <w:rPr>
                <w:rFonts w:ascii="Poppins" w:hAnsi="Poppins" w:cs="Poppins"/>
                <w:bCs/>
                <w:color w:val="000000" w:themeColor="text1"/>
                <w:lang w:val="pt-BR"/>
              </w:rPr>
              <w:t>/h</w:t>
            </w:r>
          </w:p>
          <w:p w14:paraId="10FC73AC" w14:textId="77777777" w:rsidR="001D2B03" w:rsidRPr="00292B46" w:rsidRDefault="001D2B03" w:rsidP="001D2B03">
            <w:pPr>
              <w:pStyle w:val="Testocommento"/>
              <w:numPr>
                <w:ilvl w:val="0"/>
                <w:numId w:val="46"/>
              </w:numPr>
              <w:jc w:val="both"/>
              <w:rPr>
                <w:rFonts w:ascii="Poppins" w:hAnsi="Poppins" w:cs="Poppins"/>
                <w:bCs/>
                <w:color w:val="000000" w:themeColor="text1"/>
                <w:lang w:val="pt-BR"/>
              </w:rPr>
            </w:pPr>
            <w:r w:rsidRPr="0015218D">
              <w:rPr>
                <w:rFonts w:ascii="Poppins" w:hAnsi="Poppins" w:cs="Poppins"/>
                <w:bCs/>
                <w:color w:val="000000" w:themeColor="text1"/>
                <w:lang w:val="pt-BR"/>
              </w:rPr>
              <w:t xml:space="preserve">Portata massima Q4: </w:t>
            </w:r>
            <w:r>
              <w:rPr>
                <w:rFonts w:ascii="Poppins" w:hAnsi="Poppins" w:cs="Poppins"/>
                <w:bCs/>
                <w:color w:val="000000" w:themeColor="text1"/>
                <w:lang w:val="pt-BR"/>
              </w:rPr>
              <w:t>12,5</w:t>
            </w:r>
            <w:r w:rsidRPr="0015218D">
              <w:rPr>
                <w:rFonts w:ascii="Poppins" w:hAnsi="Poppins" w:cs="Poppins"/>
                <w:bCs/>
                <w:color w:val="000000" w:themeColor="text1"/>
                <w:lang w:val="pt-BR"/>
              </w:rPr>
              <w:t xml:space="preserve"> m</w:t>
            </w:r>
            <w:r>
              <w:rPr>
                <w:rFonts w:ascii="Poppins" w:hAnsi="Poppins" w:cs="Poppins"/>
                <w:bCs/>
                <w:color w:val="000000" w:themeColor="text1"/>
                <w:lang w:val="pt-BR"/>
              </w:rPr>
              <w:t>3</w:t>
            </w:r>
            <w:r w:rsidRPr="0015218D">
              <w:rPr>
                <w:rFonts w:ascii="Poppins" w:hAnsi="Poppins" w:cs="Poppins"/>
                <w:bCs/>
                <w:color w:val="000000" w:themeColor="text1"/>
                <w:lang w:val="pt-BR"/>
              </w:rPr>
              <w:t>/h</w:t>
            </w:r>
          </w:p>
          <w:p w14:paraId="3FEE4E13" w14:textId="30B42797" w:rsidR="001D2B03" w:rsidRPr="00E95775" w:rsidRDefault="001D2B03" w:rsidP="001D2B03">
            <w:pPr>
              <w:pStyle w:val="Testocommento"/>
              <w:numPr>
                <w:ilvl w:val="0"/>
                <w:numId w:val="46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E95775">
              <w:rPr>
                <w:rFonts w:ascii="Poppins" w:hAnsi="Poppins" w:cs="Poppins"/>
                <w:bCs/>
                <w:color w:val="000000" w:themeColor="text1"/>
              </w:rPr>
              <w:t xml:space="preserve">Classe metrologica MID: R (Q3/Q1) = </w:t>
            </w:r>
            <w:r w:rsidR="001C2D2D">
              <w:rPr>
                <w:rFonts w:ascii="Poppins" w:hAnsi="Poppins" w:cs="Poppins"/>
                <w:bCs/>
                <w:color w:val="000000" w:themeColor="text1"/>
              </w:rPr>
              <w:t>16</w:t>
            </w:r>
            <w:r w:rsidRPr="00E95775">
              <w:rPr>
                <w:rFonts w:ascii="Poppins" w:hAnsi="Poppins" w:cs="Poppins"/>
                <w:bCs/>
                <w:color w:val="000000" w:themeColor="text1"/>
              </w:rPr>
              <w:t>0 H (installazione orizzontale)</w:t>
            </w:r>
          </w:p>
          <w:p w14:paraId="3435F868" w14:textId="1E2AF418" w:rsidR="001D2B03" w:rsidRDefault="001D2B03" w:rsidP="001D2B03">
            <w:pPr>
              <w:pStyle w:val="Testocommento"/>
              <w:numPr>
                <w:ilvl w:val="0"/>
                <w:numId w:val="46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E95775">
              <w:rPr>
                <w:rFonts w:ascii="Poppins" w:hAnsi="Poppins" w:cs="Poppins"/>
                <w:bCs/>
                <w:color w:val="000000" w:themeColor="text1"/>
              </w:rPr>
              <w:t xml:space="preserve">Temperatura massima di esercizio: </w:t>
            </w:r>
            <w:r w:rsidR="00FE3732">
              <w:rPr>
                <w:rFonts w:ascii="Poppins" w:hAnsi="Poppins" w:cs="Poppins"/>
                <w:bCs/>
                <w:color w:val="000000" w:themeColor="text1"/>
              </w:rPr>
              <w:t>5</w:t>
            </w:r>
            <w:r w:rsidRPr="00E95775">
              <w:rPr>
                <w:rFonts w:ascii="Poppins" w:hAnsi="Poppins" w:cs="Poppins"/>
                <w:bCs/>
                <w:color w:val="000000" w:themeColor="text1"/>
              </w:rPr>
              <w:t>0 °C</w:t>
            </w:r>
          </w:p>
          <w:p w14:paraId="15878EE4" w14:textId="77777777" w:rsidR="001D2B03" w:rsidRDefault="001D2B03" w:rsidP="001D2B03">
            <w:pPr>
              <w:pStyle w:val="Testocommento"/>
              <w:numPr>
                <w:ilvl w:val="0"/>
                <w:numId w:val="46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E95775">
              <w:rPr>
                <w:rFonts w:ascii="Poppins" w:hAnsi="Poppins" w:cs="Poppins"/>
                <w:bCs/>
                <w:color w:val="000000" w:themeColor="text1"/>
              </w:rPr>
              <w:t>Pressione di esercizio PN: 16 bar</w:t>
            </w:r>
          </w:p>
          <w:p w14:paraId="0C8183E4" w14:textId="158A85AC" w:rsidR="001D2B03" w:rsidRPr="00E95775" w:rsidRDefault="001D2B03" w:rsidP="001D2B03">
            <w:pPr>
              <w:pStyle w:val="Testocommento"/>
              <w:numPr>
                <w:ilvl w:val="0"/>
                <w:numId w:val="46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>
              <w:rPr>
                <w:rFonts w:ascii="Poppins" w:hAnsi="Poppins" w:cs="Poppins"/>
                <w:bCs/>
                <w:color w:val="000000" w:themeColor="text1"/>
              </w:rPr>
              <w:t>kv: 12</w:t>
            </w:r>
            <w:r w:rsidR="007C0458">
              <w:rPr>
                <w:rFonts w:ascii="Poppins" w:hAnsi="Poppins" w:cs="Poppins"/>
                <w:bCs/>
                <w:color w:val="000000" w:themeColor="text1"/>
              </w:rPr>
              <w:t>,6</w:t>
            </w:r>
          </w:p>
          <w:p w14:paraId="5FAD8B1B" w14:textId="77777777" w:rsidR="001D2B03" w:rsidRDefault="001D2B03" w:rsidP="001D2B03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</w:p>
          <w:p w14:paraId="1FBE7D60" w14:textId="714D8CF1" w:rsidR="001D2B03" w:rsidRDefault="001D2B03" w:rsidP="001D2B03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E95775">
              <w:rPr>
                <w:rFonts w:ascii="Poppins" w:hAnsi="Poppins" w:cs="Poppins"/>
                <w:bCs/>
                <w:color w:val="000000" w:themeColor="text1"/>
              </w:rPr>
              <w:lastRenderedPageBreak/>
              <w:t>Fornito completo di emettitore di impulsi reed</w:t>
            </w:r>
            <w:r w:rsidR="00856252">
              <w:rPr>
                <w:rFonts w:ascii="Poppins" w:hAnsi="Poppins" w:cs="Poppins"/>
                <w:bCs/>
                <w:color w:val="000000" w:themeColor="text1"/>
              </w:rPr>
              <w:t>-</w:t>
            </w:r>
            <w:r w:rsidRPr="00E95775">
              <w:rPr>
                <w:rFonts w:ascii="Poppins" w:hAnsi="Poppins" w:cs="Poppins"/>
                <w:bCs/>
                <w:color w:val="000000" w:themeColor="text1"/>
              </w:rPr>
              <w:t>switch, 1 impulso/10 litri</w:t>
            </w:r>
            <w:r>
              <w:rPr>
                <w:rFonts w:ascii="Poppins" w:hAnsi="Poppins" w:cs="Poppins"/>
                <w:bCs/>
                <w:color w:val="000000" w:themeColor="text1"/>
              </w:rPr>
              <w:t>.</w:t>
            </w:r>
          </w:p>
          <w:p w14:paraId="69DC9B4C" w14:textId="77777777" w:rsidR="001D2B03" w:rsidRPr="00E95775" w:rsidRDefault="001D2B03" w:rsidP="001D2B03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</w:p>
          <w:p w14:paraId="1DC3ACE7" w14:textId="33CAC3F4" w:rsidR="001D2B03" w:rsidRPr="00F049B5" w:rsidRDefault="001D2B03" w:rsidP="001D2B03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CD213D">
              <w:rPr>
                <w:rFonts w:ascii="Poppins" w:hAnsi="Poppins" w:cs="Poppins"/>
                <w:b/>
                <w:color w:val="000000" w:themeColor="text1"/>
              </w:rPr>
              <w:t xml:space="preserve">Marca Emmeti – Modello Contatore volumetrico lanciampulsi acqua </w:t>
            </w:r>
            <w:r w:rsidR="004C11A1">
              <w:rPr>
                <w:rFonts w:ascii="Poppins" w:hAnsi="Poppins" w:cs="Poppins"/>
                <w:b/>
                <w:color w:val="000000" w:themeColor="text1"/>
              </w:rPr>
              <w:t>fredda</w:t>
            </w:r>
            <w:r w:rsidRPr="00CD213D">
              <w:rPr>
                <w:rFonts w:ascii="Poppins" w:hAnsi="Poppins" w:cs="Poppins"/>
                <w:b/>
                <w:color w:val="000000" w:themeColor="text1"/>
              </w:rPr>
              <w:t xml:space="preserve"> per alte portate DN</w:t>
            </w:r>
            <w:r>
              <w:rPr>
                <w:rFonts w:ascii="Poppins" w:hAnsi="Poppins" w:cs="Poppins"/>
                <w:b/>
                <w:color w:val="000000" w:themeColor="text1"/>
              </w:rPr>
              <w:t>32</w:t>
            </w:r>
            <w:r w:rsidRPr="00CD213D">
              <w:rPr>
                <w:rFonts w:ascii="Poppins" w:hAnsi="Poppins" w:cs="Poppins"/>
                <w:b/>
                <w:color w:val="000000" w:themeColor="text1"/>
              </w:rPr>
              <w:t xml:space="preserve"> M 1”1/</w:t>
            </w:r>
            <w:r>
              <w:rPr>
                <w:rFonts w:ascii="Poppins" w:hAnsi="Poppins" w:cs="Poppins"/>
                <w:b/>
                <w:color w:val="000000" w:themeColor="text1"/>
              </w:rPr>
              <w:t>2</w:t>
            </w:r>
            <w:r w:rsidRPr="00CD213D">
              <w:rPr>
                <w:rFonts w:ascii="Poppins" w:hAnsi="Poppins" w:cs="Poppins"/>
                <w:b/>
                <w:color w:val="000000" w:themeColor="text1"/>
              </w:rPr>
              <w:t xml:space="preserve"> o equivalente.</w:t>
            </w:r>
          </w:p>
        </w:tc>
      </w:tr>
      <w:tr w:rsidR="001D2B03" w:rsidRPr="00013A5B" w14:paraId="6F7C27B8" w14:textId="77777777" w:rsidTr="00A16FCA">
        <w:tc>
          <w:tcPr>
            <w:tcW w:w="1398" w:type="dxa"/>
          </w:tcPr>
          <w:p w14:paraId="21F9298E" w14:textId="357DCCF9" w:rsidR="001D2B03" w:rsidRDefault="001D2B03" w:rsidP="001D2B03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>
              <w:rPr>
                <w:rFonts w:ascii="Poppins" w:hAnsi="Poppins" w:cs="Poppins"/>
                <w:bCs/>
                <w:color w:val="000000" w:themeColor="text1"/>
                <w:sz w:val="20"/>
              </w:rPr>
              <w:lastRenderedPageBreak/>
              <w:t>02709188</w:t>
            </w:r>
          </w:p>
        </w:tc>
        <w:tc>
          <w:tcPr>
            <w:tcW w:w="2297" w:type="dxa"/>
          </w:tcPr>
          <w:p w14:paraId="6EBBED9F" w14:textId="09C46646" w:rsidR="001D2B03" w:rsidRPr="00F049B5" w:rsidRDefault="001D2B03" w:rsidP="001D2B03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>
              <w:rPr>
                <w:rFonts w:ascii="Poppins" w:hAnsi="Poppins" w:cs="Poppins"/>
                <w:bCs/>
                <w:color w:val="000000" w:themeColor="text1"/>
                <w:sz w:val="20"/>
              </w:rPr>
              <w:t xml:space="preserve">Contatore volumetrico lanciampulsi acqua </w:t>
            </w:r>
            <w:r w:rsidR="00385731">
              <w:rPr>
                <w:rFonts w:ascii="Poppins" w:hAnsi="Poppins" w:cs="Poppins"/>
                <w:bCs/>
                <w:color w:val="000000" w:themeColor="text1"/>
                <w:sz w:val="20"/>
              </w:rPr>
              <w:t>fredda</w:t>
            </w:r>
            <w:r>
              <w:rPr>
                <w:rFonts w:ascii="Poppins" w:hAnsi="Poppins" w:cs="Poppins"/>
                <w:bCs/>
                <w:color w:val="000000" w:themeColor="text1"/>
                <w:sz w:val="20"/>
              </w:rPr>
              <w:t xml:space="preserve"> per alte portate DN40 M 2”</w:t>
            </w:r>
          </w:p>
        </w:tc>
        <w:tc>
          <w:tcPr>
            <w:tcW w:w="5803" w:type="dxa"/>
          </w:tcPr>
          <w:p w14:paraId="711F955C" w14:textId="77777777" w:rsidR="00385731" w:rsidRDefault="00385731" w:rsidP="00385731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E95775">
              <w:rPr>
                <w:rFonts w:ascii="Poppins" w:hAnsi="Poppins" w:cs="Poppins"/>
                <w:bCs/>
                <w:color w:val="000000" w:themeColor="text1"/>
              </w:rPr>
              <w:t xml:space="preserve">Contatore a getto multiplo a </w:t>
            </w:r>
            <w:r>
              <w:rPr>
                <w:rFonts w:ascii="Poppins" w:hAnsi="Poppins" w:cs="Poppins"/>
                <w:bCs/>
                <w:color w:val="000000" w:themeColor="text1"/>
              </w:rPr>
              <w:t>rulli protetti</w:t>
            </w:r>
            <w:r w:rsidRPr="00E95775">
              <w:rPr>
                <w:rFonts w:ascii="Poppins" w:hAnsi="Poppins" w:cs="Poppins"/>
                <w:bCs/>
                <w:color w:val="000000" w:themeColor="text1"/>
              </w:rPr>
              <w:t>,</w:t>
            </w:r>
            <w:r>
              <w:rPr>
                <w:rFonts w:ascii="Poppins" w:hAnsi="Poppins" w:cs="Poppins"/>
                <w:bCs/>
                <w:color w:val="000000" w:themeColor="text1"/>
              </w:rPr>
              <w:t xml:space="preserve"> </w:t>
            </w:r>
            <w:r w:rsidRPr="00E95775">
              <w:rPr>
                <w:rFonts w:ascii="Poppins" w:hAnsi="Poppins" w:cs="Poppins"/>
                <w:bCs/>
                <w:color w:val="000000" w:themeColor="text1"/>
              </w:rPr>
              <w:t>per installazione</w:t>
            </w:r>
            <w:r>
              <w:rPr>
                <w:rFonts w:ascii="Poppins" w:hAnsi="Poppins" w:cs="Poppins"/>
                <w:bCs/>
                <w:color w:val="000000" w:themeColor="text1"/>
              </w:rPr>
              <w:t xml:space="preserve"> </w:t>
            </w:r>
            <w:r w:rsidRPr="00E95775">
              <w:rPr>
                <w:rFonts w:ascii="Poppins" w:hAnsi="Poppins" w:cs="Poppins"/>
                <w:bCs/>
                <w:color w:val="000000" w:themeColor="text1"/>
              </w:rPr>
              <w:t>orizzontale.</w:t>
            </w:r>
          </w:p>
          <w:p w14:paraId="66DBF24C" w14:textId="77777777" w:rsidR="00221645" w:rsidRPr="00221645" w:rsidRDefault="00221645" w:rsidP="00221645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221645">
              <w:rPr>
                <w:rFonts w:ascii="Poppins" w:hAnsi="Poppins" w:cs="Poppins"/>
                <w:bCs/>
                <w:color w:val="000000" w:themeColor="text1"/>
              </w:rPr>
              <w:t>Trasmissione meccanica non influenzabile da campi magnetici esterni.</w:t>
            </w:r>
          </w:p>
          <w:p w14:paraId="1EEB31CA" w14:textId="77777777" w:rsidR="00221645" w:rsidRDefault="00221645" w:rsidP="00221645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221645">
              <w:rPr>
                <w:rFonts w:ascii="Poppins" w:hAnsi="Poppins" w:cs="Poppins"/>
                <w:bCs/>
                <w:color w:val="000000" w:themeColor="text1"/>
              </w:rPr>
              <w:t>I rulli numerati, le iscrizioni caratteristiche e la matricola si trovano nella parte protetta.</w:t>
            </w:r>
          </w:p>
          <w:p w14:paraId="61A6479B" w14:textId="77777777" w:rsidR="001D2B03" w:rsidRDefault="001D2B03" w:rsidP="001D2B03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</w:p>
          <w:p w14:paraId="4315E4B1" w14:textId="77777777" w:rsidR="001D2B03" w:rsidRPr="00E95775" w:rsidRDefault="001D2B03" w:rsidP="001D2B03">
            <w:pPr>
              <w:pStyle w:val="Testocommento"/>
              <w:jc w:val="both"/>
              <w:rPr>
                <w:rFonts w:ascii="Poppins" w:hAnsi="Poppins" w:cs="Poppins"/>
                <w:b/>
                <w:color w:val="000000" w:themeColor="text1"/>
              </w:rPr>
            </w:pPr>
            <w:r w:rsidRPr="00E95775">
              <w:rPr>
                <w:rFonts w:ascii="Poppins" w:hAnsi="Poppins" w:cs="Poppins"/>
                <w:b/>
                <w:color w:val="000000" w:themeColor="text1"/>
              </w:rPr>
              <w:t>Dati tecnici:</w:t>
            </w:r>
          </w:p>
          <w:p w14:paraId="39F33CE8" w14:textId="77777777" w:rsidR="001D2B03" w:rsidRDefault="001D2B03" w:rsidP="001D2B03">
            <w:pPr>
              <w:pStyle w:val="Testocommento"/>
              <w:numPr>
                <w:ilvl w:val="0"/>
                <w:numId w:val="46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E95775">
              <w:rPr>
                <w:rFonts w:ascii="Poppins" w:hAnsi="Poppins" w:cs="Poppins"/>
                <w:bCs/>
                <w:color w:val="000000" w:themeColor="text1"/>
              </w:rPr>
              <w:t>Misura: DN</w:t>
            </w:r>
            <w:r>
              <w:rPr>
                <w:rFonts w:ascii="Poppins" w:hAnsi="Poppins" w:cs="Poppins"/>
                <w:bCs/>
                <w:color w:val="000000" w:themeColor="text1"/>
              </w:rPr>
              <w:t>40</w:t>
            </w:r>
          </w:p>
          <w:p w14:paraId="43746B9E" w14:textId="77777777" w:rsidR="001D2B03" w:rsidRDefault="001D2B03" w:rsidP="001D2B03">
            <w:pPr>
              <w:pStyle w:val="Testocommento"/>
              <w:numPr>
                <w:ilvl w:val="0"/>
                <w:numId w:val="46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>
              <w:rPr>
                <w:rFonts w:ascii="Poppins" w:hAnsi="Poppins" w:cs="Poppins"/>
                <w:bCs/>
                <w:color w:val="000000" w:themeColor="text1"/>
              </w:rPr>
              <w:t>A</w:t>
            </w:r>
            <w:r w:rsidRPr="00E95775">
              <w:rPr>
                <w:rFonts w:ascii="Poppins" w:hAnsi="Poppins" w:cs="Poppins"/>
                <w:bCs/>
                <w:color w:val="000000" w:themeColor="text1"/>
              </w:rPr>
              <w:t xml:space="preserve">ttacchi M </w:t>
            </w:r>
            <w:r>
              <w:rPr>
                <w:rFonts w:ascii="Poppins" w:hAnsi="Poppins" w:cs="Poppins"/>
                <w:bCs/>
                <w:color w:val="000000" w:themeColor="text1"/>
              </w:rPr>
              <w:t>2</w:t>
            </w:r>
            <w:r w:rsidRPr="00E95775">
              <w:rPr>
                <w:rFonts w:ascii="Poppins" w:hAnsi="Poppins" w:cs="Poppins"/>
                <w:bCs/>
                <w:color w:val="000000" w:themeColor="text1"/>
              </w:rPr>
              <w:t>”</w:t>
            </w:r>
          </w:p>
          <w:p w14:paraId="64517658" w14:textId="77777777" w:rsidR="001D2B03" w:rsidRDefault="001D2B03" w:rsidP="001D2B03">
            <w:pPr>
              <w:pStyle w:val="Testocommento"/>
              <w:numPr>
                <w:ilvl w:val="0"/>
                <w:numId w:val="46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>
              <w:rPr>
                <w:rFonts w:ascii="Poppins" w:hAnsi="Poppins" w:cs="Poppins"/>
                <w:bCs/>
                <w:color w:val="000000" w:themeColor="text1"/>
              </w:rPr>
              <w:t>Lunghezza contatore: 300 mm</w:t>
            </w:r>
          </w:p>
          <w:p w14:paraId="24360807" w14:textId="77777777" w:rsidR="001D2B03" w:rsidRDefault="001D2B03" w:rsidP="001D2B03">
            <w:pPr>
              <w:pStyle w:val="Testocommento"/>
              <w:numPr>
                <w:ilvl w:val="0"/>
                <w:numId w:val="46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>
              <w:rPr>
                <w:rFonts w:ascii="Poppins" w:hAnsi="Poppins" w:cs="Poppins"/>
                <w:bCs/>
                <w:color w:val="000000" w:themeColor="text1"/>
              </w:rPr>
              <w:t xml:space="preserve">Installazione </w:t>
            </w:r>
            <w:r w:rsidRPr="00E95775">
              <w:rPr>
                <w:rFonts w:ascii="Poppins" w:hAnsi="Poppins" w:cs="Poppins"/>
                <w:bCs/>
                <w:color w:val="000000" w:themeColor="text1"/>
              </w:rPr>
              <w:t>orizzontale</w:t>
            </w:r>
          </w:p>
          <w:p w14:paraId="47DECA43" w14:textId="5623633C" w:rsidR="001D2B03" w:rsidRDefault="001D2B03" w:rsidP="001D2B03">
            <w:pPr>
              <w:pStyle w:val="Testocommento"/>
              <w:numPr>
                <w:ilvl w:val="0"/>
                <w:numId w:val="46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>
              <w:rPr>
                <w:rFonts w:ascii="Poppins" w:hAnsi="Poppins" w:cs="Poppins"/>
                <w:bCs/>
                <w:color w:val="000000" w:themeColor="text1"/>
              </w:rPr>
              <w:t xml:space="preserve">Portata minima Q1: </w:t>
            </w:r>
            <w:r w:rsidR="004C11A1">
              <w:rPr>
                <w:rFonts w:ascii="Poppins" w:hAnsi="Poppins" w:cs="Poppins"/>
                <w:bCs/>
                <w:color w:val="000000" w:themeColor="text1"/>
              </w:rPr>
              <w:t>100</w:t>
            </w:r>
            <w:r>
              <w:rPr>
                <w:rFonts w:ascii="Poppins" w:hAnsi="Poppins" w:cs="Poppins"/>
                <w:bCs/>
                <w:color w:val="000000" w:themeColor="text1"/>
              </w:rPr>
              <w:t xml:space="preserve"> l/h</w:t>
            </w:r>
          </w:p>
          <w:p w14:paraId="49023E63" w14:textId="77777777" w:rsidR="001D2B03" w:rsidRPr="0015218D" w:rsidRDefault="001D2B03" w:rsidP="001D2B03">
            <w:pPr>
              <w:pStyle w:val="Testocommento"/>
              <w:numPr>
                <w:ilvl w:val="0"/>
                <w:numId w:val="46"/>
              </w:numPr>
              <w:jc w:val="both"/>
              <w:rPr>
                <w:rFonts w:ascii="Poppins" w:hAnsi="Poppins" w:cs="Poppins"/>
                <w:bCs/>
                <w:color w:val="000000" w:themeColor="text1"/>
                <w:lang w:val="pt-BR"/>
              </w:rPr>
            </w:pPr>
            <w:r w:rsidRPr="0015218D">
              <w:rPr>
                <w:rFonts w:ascii="Poppins" w:hAnsi="Poppins" w:cs="Poppins"/>
                <w:bCs/>
                <w:color w:val="000000" w:themeColor="text1"/>
                <w:lang w:val="pt-BR"/>
              </w:rPr>
              <w:t>Portata permanente Q</w:t>
            </w:r>
            <w:r>
              <w:rPr>
                <w:rFonts w:ascii="Poppins" w:hAnsi="Poppins" w:cs="Poppins"/>
                <w:bCs/>
                <w:color w:val="000000" w:themeColor="text1"/>
                <w:lang w:val="pt-BR"/>
              </w:rPr>
              <w:t>3</w:t>
            </w:r>
            <w:r w:rsidRPr="0015218D">
              <w:rPr>
                <w:rFonts w:ascii="Poppins" w:hAnsi="Poppins" w:cs="Poppins"/>
                <w:bCs/>
                <w:color w:val="000000" w:themeColor="text1"/>
                <w:lang w:val="pt-BR"/>
              </w:rPr>
              <w:t xml:space="preserve">: </w:t>
            </w:r>
            <w:r>
              <w:rPr>
                <w:rFonts w:ascii="Poppins" w:hAnsi="Poppins" w:cs="Poppins"/>
                <w:bCs/>
                <w:color w:val="000000" w:themeColor="text1"/>
                <w:lang w:val="pt-BR"/>
              </w:rPr>
              <w:t>16</w:t>
            </w:r>
            <w:r w:rsidRPr="0015218D">
              <w:rPr>
                <w:rFonts w:ascii="Poppins" w:hAnsi="Poppins" w:cs="Poppins"/>
                <w:bCs/>
                <w:color w:val="000000" w:themeColor="text1"/>
                <w:lang w:val="pt-BR"/>
              </w:rPr>
              <w:t xml:space="preserve"> m</w:t>
            </w:r>
            <w:r>
              <w:rPr>
                <w:rFonts w:ascii="Poppins" w:hAnsi="Poppins" w:cs="Poppins"/>
                <w:bCs/>
                <w:color w:val="000000" w:themeColor="text1"/>
                <w:lang w:val="pt-BR"/>
              </w:rPr>
              <w:t>3</w:t>
            </w:r>
            <w:r w:rsidRPr="0015218D">
              <w:rPr>
                <w:rFonts w:ascii="Poppins" w:hAnsi="Poppins" w:cs="Poppins"/>
                <w:bCs/>
                <w:color w:val="000000" w:themeColor="text1"/>
                <w:lang w:val="pt-BR"/>
              </w:rPr>
              <w:t>/h</w:t>
            </w:r>
          </w:p>
          <w:p w14:paraId="762031D4" w14:textId="77777777" w:rsidR="001D2B03" w:rsidRPr="00292B46" w:rsidRDefault="001D2B03" w:rsidP="001D2B03">
            <w:pPr>
              <w:pStyle w:val="Testocommento"/>
              <w:numPr>
                <w:ilvl w:val="0"/>
                <w:numId w:val="46"/>
              </w:numPr>
              <w:jc w:val="both"/>
              <w:rPr>
                <w:rFonts w:ascii="Poppins" w:hAnsi="Poppins" w:cs="Poppins"/>
                <w:bCs/>
                <w:color w:val="000000" w:themeColor="text1"/>
                <w:lang w:val="pt-BR"/>
              </w:rPr>
            </w:pPr>
            <w:r w:rsidRPr="0015218D">
              <w:rPr>
                <w:rFonts w:ascii="Poppins" w:hAnsi="Poppins" w:cs="Poppins"/>
                <w:bCs/>
                <w:color w:val="000000" w:themeColor="text1"/>
                <w:lang w:val="pt-BR"/>
              </w:rPr>
              <w:t xml:space="preserve">Portata massima Q4: </w:t>
            </w:r>
            <w:r>
              <w:rPr>
                <w:rFonts w:ascii="Poppins" w:hAnsi="Poppins" w:cs="Poppins"/>
                <w:bCs/>
                <w:color w:val="000000" w:themeColor="text1"/>
                <w:lang w:val="pt-BR"/>
              </w:rPr>
              <w:t>20</w:t>
            </w:r>
            <w:r w:rsidRPr="0015218D">
              <w:rPr>
                <w:rFonts w:ascii="Poppins" w:hAnsi="Poppins" w:cs="Poppins"/>
                <w:bCs/>
                <w:color w:val="000000" w:themeColor="text1"/>
                <w:lang w:val="pt-BR"/>
              </w:rPr>
              <w:t xml:space="preserve"> m</w:t>
            </w:r>
            <w:r>
              <w:rPr>
                <w:rFonts w:ascii="Poppins" w:hAnsi="Poppins" w:cs="Poppins"/>
                <w:bCs/>
                <w:color w:val="000000" w:themeColor="text1"/>
                <w:lang w:val="pt-BR"/>
              </w:rPr>
              <w:t>3</w:t>
            </w:r>
            <w:r w:rsidRPr="0015218D">
              <w:rPr>
                <w:rFonts w:ascii="Poppins" w:hAnsi="Poppins" w:cs="Poppins"/>
                <w:bCs/>
                <w:color w:val="000000" w:themeColor="text1"/>
                <w:lang w:val="pt-BR"/>
              </w:rPr>
              <w:t>/h</w:t>
            </w:r>
          </w:p>
          <w:p w14:paraId="4C24985D" w14:textId="26C97EAA" w:rsidR="001D2B03" w:rsidRPr="00E95775" w:rsidRDefault="001D2B03" w:rsidP="001D2B03">
            <w:pPr>
              <w:pStyle w:val="Testocommento"/>
              <w:numPr>
                <w:ilvl w:val="0"/>
                <w:numId w:val="46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E95775">
              <w:rPr>
                <w:rFonts w:ascii="Poppins" w:hAnsi="Poppins" w:cs="Poppins"/>
                <w:bCs/>
                <w:color w:val="000000" w:themeColor="text1"/>
              </w:rPr>
              <w:t xml:space="preserve">Classe metrologica MID: R (Q3/Q1) = </w:t>
            </w:r>
            <w:r w:rsidR="001C2D2D">
              <w:rPr>
                <w:rFonts w:ascii="Poppins" w:hAnsi="Poppins" w:cs="Poppins"/>
                <w:bCs/>
                <w:color w:val="000000" w:themeColor="text1"/>
              </w:rPr>
              <w:t>16</w:t>
            </w:r>
            <w:r w:rsidRPr="00E95775">
              <w:rPr>
                <w:rFonts w:ascii="Poppins" w:hAnsi="Poppins" w:cs="Poppins"/>
                <w:bCs/>
                <w:color w:val="000000" w:themeColor="text1"/>
              </w:rPr>
              <w:t>0 H (installazione orizzontale)</w:t>
            </w:r>
          </w:p>
          <w:p w14:paraId="32F5F57D" w14:textId="6A0AFC8C" w:rsidR="001D2B03" w:rsidRDefault="001D2B03" w:rsidP="001D2B03">
            <w:pPr>
              <w:pStyle w:val="Testocommento"/>
              <w:numPr>
                <w:ilvl w:val="0"/>
                <w:numId w:val="46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E95775">
              <w:rPr>
                <w:rFonts w:ascii="Poppins" w:hAnsi="Poppins" w:cs="Poppins"/>
                <w:bCs/>
                <w:color w:val="000000" w:themeColor="text1"/>
              </w:rPr>
              <w:t xml:space="preserve">Temperatura massima di esercizio: </w:t>
            </w:r>
            <w:r w:rsidR="00FE3732">
              <w:rPr>
                <w:rFonts w:ascii="Poppins" w:hAnsi="Poppins" w:cs="Poppins"/>
                <w:bCs/>
                <w:color w:val="000000" w:themeColor="text1"/>
              </w:rPr>
              <w:t>5</w:t>
            </w:r>
            <w:r w:rsidRPr="00E95775">
              <w:rPr>
                <w:rFonts w:ascii="Poppins" w:hAnsi="Poppins" w:cs="Poppins"/>
                <w:bCs/>
                <w:color w:val="000000" w:themeColor="text1"/>
              </w:rPr>
              <w:t>0 °C</w:t>
            </w:r>
          </w:p>
          <w:p w14:paraId="20D77DC0" w14:textId="77777777" w:rsidR="001D2B03" w:rsidRDefault="001D2B03" w:rsidP="001D2B03">
            <w:pPr>
              <w:pStyle w:val="Testocommento"/>
              <w:numPr>
                <w:ilvl w:val="0"/>
                <w:numId w:val="46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E95775">
              <w:rPr>
                <w:rFonts w:ascii="Poppins" w:hAnsi="Poppins" w:cs="Poppins"/>
                <w:bCs/>
                <w:color w:val="000000" w:themeColor="text1"/>
              </w:rPr>
              <w:t>Pressione di esercizio PN: 16 bar</w:t>
            </w:r>
          </w:p>
          <w:p w14:paraId="05FFF137" w14:textId="46F91FBA" w:rsidR="001D2B03" w:rsidRPr="00E95775" w:rsidRDefault="001D2B03" w:rsidP="001D2B03">
            <w:pPr>
              <w:pStyle w:val="Testocommento"/>
              <w:numPr>
                <w:ilvl w:val="0"/>
                <w:numId w:val="46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>
              <w:rPr>
                <w:rFonts w:ascii="Poppins" w:hAnsi="Poppins" w:cs="Poppins"/>
                <w:bCs/>
                <w:color w:val="000000" w:themeColor="text1"/>
              </w:rPr>
              <w:t xml:space="preserve">kv: </w:t>
            </w:r>
            <w:r w:rsidR="007C0458">
              <w:rPr>
                <w:rFonts w:ascii="Poppins" w:hAnsi="Poppins" w:cs="Poppins"/>
                <w:bCs/>
                <w:color w:val="000000" w:themeColor="text1"/>
              </w:rPr>
              <w:t>20,2</w:t>
            </w:r>
          </w:p>
          <w:p w14:paraId="46D582E0" w14:textId="77777777" w:rsidR="001D2B03" w:rsidRDefault="001D2B03" w:rsidP="001D2B03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</w:p>
          <w:p w14:paraId="080AB88D" w14:textId="6DD3B235" w:rsidR="001D2B03" w:rsidRDefault="001D2B03" w:rsidP="001D2B03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E95775">
              <w:rPr>
                <w:rFonts w:ascii="Poppins" w:hAnsi="Poppins" w:cs="Poppins"/>
                <w:bCs/>
                <w:color w:val="000000" w:themeColor="text1"/>
              </w:rPr>
              <w:t>Fornito completo di emettitore di impulsi reed</w:t>
            </w:r>
            <w:r w:rsidR="00856252">
              <w:rPr>
                <w:rFonts w:ascii="Poppins" w:hAnsi="Poppins" w:cs="Poppins"/>
                <w:bCs/>
                <w:color w:val="000000" w:themeColor="text1"/>
              </w:rPr>
              <w:t>-</w:t>
            </w:r>
            <w:r w:rsidRPr="00E95775">
              <w:rPr>
                <w:rFonts w:ascii="Poppins" w:hAnsi="Poppins" w:cs="Poppins"/>
                <w:bCs/>
                <w:color w:val="000000" w:themeColor="text1"/>
              </w:rPr>
              <w:t>switch, 1 impulso/10 litri</w:t>
            </w:r>
            <w:r>
              <w:rPr>
                <w:rFonts w:ascii="Poppins" w:hAnsi="Poppins" w:cs="Poppins"/>
                <w:bCs/>
                <w:color w:val="000000" w:themeColor="text1"/>
              </w:rPr>
              <w:t>.</w:t>
            </w:r>
          </w:p>
          <w:p w14:paraId="1E569F4A" w14:textId="77777777" w:rsidR="001D2B03" w:rsidRPr="00E95775" w:rsidRDefault="001D2B03" w:rsidP="001D2B03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</w:p>
          <w:p w14:paraId="3A97E014" w14:textId="552E52BF" w:rsidR="001D2B03" w:rsidRPr="00F049B5" w:rsidRDefault="001D2B03" w:rsidP="001D2B03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CD213D">
              <w:rPr>
                <w:rFonts w:ascii="Poppins" w:hAnsi="Poppins" w:cs="Poppins"/>
                <w:b/>
                <w:color w:val="000000" w:themeColor="text1"/>
              </w:rPr>
              <w:t xml:space="preserve">Marca Emmeti – Modello Contatore volumetrico lanciampulsi acqua </w:t>
            </w:r>
            <w:r w:rsidR="004C11A1">
              <w:rPr>
                <w:rFonts w:ascii="Poppins" w:hAnsi="Poppins" w:cs="Poppins"/>
                <w:b/>
                <w:color w:val="000000" w:themeColor="text1"/>
              </w:rPr>
              <w:t>fredda</w:t>
            </w:r>
            <w:r w:rsidRPr="00CD213D">
              <w:rPr>
                <w:rFonts w:ascii="Poppins" w:hAnsi="Poppins" w:cs="Poppins"/>
                <w:b/>
                <w:color w:val="000000" w:themeColor="text1"/>
              </w:rPr>
              <w:t xml:space="preserve"> per alte portate DN</w:t>
            </w:r>
            <w:r>
              <w:rPr>
                <w:rFonts w:ascii="Poppins" w:hAnsi="Poppins" w:cs="Poppins"/>
                <w:b/>
                <w:color w:val="000000" w:themeColor="text1"/>
              </w:rPr>
              <w:t>40</w:t>
            </w:r>
            <w:r w:rsidRPr="00CD213D">
              <w:rPr>
                <w:rFonts w:ascii="Poppins" w:hAnsi="Poppins" w:cs="Poppins"/>
                <w:b/>
                <w:color w:val="000000" w:themeColor="text1"/>
              </w:rPr>
              <w:t xml:space="preserve"> M </w:t>
            </w:r>
            <w:r>
              <w:rPr>
                <w:rFonts w:ascii="Poppins" w:hAnsi="Poppins" w:cs="Poppins"/>
                <w:b/>
                <w:color w:val="000000" w:themeColor="text1"/>
              </w:rPr>
              <w:t xml:space="preserve">2” </w:t>
            </w:r>
            <w:r w:rsidRPr="00CD213D">
              <w:rPr>
                <w:rFonts w:ascii="Poppins" w:hAnsi="Poppins" w:cs="Poppins"/>
                <w:b/>
                <w:color w:val="000000" w:themeColor="text1"/>
              </w:rPr>
              <w:t>o equivalente.</w:t>
            </w:r>
          </w:p>
        </w:tc>
      </w:tr>
      <w:tr w:rsidR="000A3748" w:rsidRPr="00013A5B" w14:paraId="31B643DE" w14:textId="77777777" w:rsidTr="00A16FCA">
        <w:tc>
          <w:tcPr>
            <w:tcW w:w="1398" w:type="dxa"/>
          </w:tcPr>
          <w:p w14:paraId="10B8A2CC" w14:textId="38566920" w:rsidR="000A3748" w:rsidRPr="00F049B5" w:rsidRDefault="000A3748" w:rsidP="000A3748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>02709664</w:t>
            </w:r>
          </w:p>
        </w:tc>
        <w:tc>
          <w:tcPr>
            <w:tcW w:w="2297" w:type="dxa"/>
          </w:tcPr>
          <w:p w14:paraId="660BC36B" w14:textId="7F4F7032" w:rsidR="000A3748" w:rsidRPr="00F049B5" w:rsidRDefault="003A147D" w:rsidP="000A3748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 xml:space="preserve">Misuratore di energia EVO </w:t>
            </w:r>
          </w:p>
          <w:p w14:paraId="6C54D50E" w14:textId="77777777" w:rsidR="000A3748" w:rsidRPr="00F049B5" w:rsidRDefault="000A3748" w:rsidP="000A3748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>caldo/freddo</w:t>
            </w:r>
          </w:p>
          <w:p w14:paraId="0D7E7D97" w14:textId="77777777" w:rsidR="000A3748" w:rsidRPr="00F049B5" w:rsidRDefault="000A3748" w:rsidP="000A3748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>per alte portare</w:t>
            </w:r>
          </w:p>
          <w:p w14:paraId="48A4B4F0" w14:textId="77777777" w:rsidR="000A3748" w:rsidRPr="00F049B5" w:rsidRDefault="000A3748" w:rsidP="000A3748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>con attacco</w:t>
            </w:r>
          </w:p>
          <w:p w14:paraId="71BE4608" w14:textId="77777777" w:rsidR="000A3748" w:rsidRPr="00F049B5" w:rsidRDefault="000A3748" w:rsidP="000A3748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>filettato</w:t>
            </w:r>
          </w:p>
          <w:p w14:paraId="2B91A1DC" w14:textId="77777777" w:rsidR="000A3748" w:rsidRPr="00F049B5" w:rsidRDefault="000A3748" w:rsidP="000A3748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>e trasmissione dati</w:t>
            </w:r>
          </w:p>
          <w:p w14:paraId="0CFB3FA1" w14:textId="77777777" w:rsidR="000A3748" w:rsidRPr="00F049B5" w:rsidRDefault="000A3748" w:rsidP="000A3748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 xml:space="preserve">DN 25 </w:t>
            </w:r>
          </w:p>
          <w:p w14:paraId="164A1F70" w14:textId="1DC4BAA3" w:rsidR="000A3748" w:rsidRPr="00F049B5" w:rsidRDefault="000A3748" w:rsidP="000A3748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lastRenderedPageBreak/>
              <w:t>orizzontale</w:t>
            </w:r>
          </w:p>
        </w:tc>
        <w:tc>
          <w:tcPr>
            <w:tcW w:w="5803" w:type="dxa"/>
          </w:tcPr>
          <w:p w14:paraId="1F38CD11" w14:textId="58D54E2E" w:rsidR="000A3748" w:rsidRPr="00F049B5" w:rsidRDefault="003A147D" w:rsidP="000A3748">
            <w:pPr>
              <w:pStyle w:val="Testocommento"/>
              <w:jc w:val="both"/>
              <w:rPr>
                <w:rFonts w:ascii="Poppins" w:hAnsi="Poppins" w:cs="Poppins"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lastRenderedPageBreak/>
              <w:t xml:space="preserve">Misuratore di energia EVO </w:t>
            </w:r>
            <w:r w:rsidR="000A3748" w:rsidRPr="00F049B5">
              <w:rPr>
                <w:rFonts w:ascii="Poppins" w:hAnsi="Poppins" w:cs="Poppins"/>
                <w:bCs/>
                <w:color w:val="000000" w:themeColor="text1"/>
              </w:rPr>
              <w:t>con contatore a getto multiplo a trasmissione magnetica, certificato in conformità al Dlgs n° 84 del 19/05/2016 (attuazione della direttiva europea MID 2014/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="000A3748" w:rsidRPr="00F049B5">
              <w:rPr>
                <w:rFonts w:ascii="Poppins" w:hAnsi="Poppins" w:cs="Poppins"/>
                <w:bCs/>
                <w:color w:val="000000" w:themeColor="text1"/>
              </w:rPr>
              <w:t xml:space="preserve">2/EU) costituito da contatore volumetrico a getto multiplo a quadrante asciutto per acqua a 90 °C e da 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>unità elettronica EVO:</w:t>
            </w:r>
            <w:r w:rsidR="000A3748" w:rsidRPr="00F049B5">
              <w:rPr>
                <w:rFonts w:ascii="Poppins" w:hAnsi="Poppins" w:cs="Poppins"/>
                <w:bCs/>
                <w:color w:val="000000" w:themeColor="text1"/>
              </w:rPr>
              <w:t xml:space="preserve"> completa di sonde di temperatura</w:t>
            </w:r>
            <w:r w:rsidR="000A3748" w:rsidRPr="00F049B5">
              <w:rPr>
                <w:rFonts w:ascii="Poppins" w:hAnsi="Poppins" w:cs="Poppins"/>
                <w:color w:val="000000" w:themeColor="text1"/>
              </w:rPr>
              <w:t xml:space="preserve">, per il calcolo dei consumi di </w:t>
            </w:r>
            <w:r w:rsidR="000A3748" w:rsidRPr="00F049B5">
              <w:rPr>
                <w:rFonts w:ascii="Poppins" w:hAnsi="Poppins" w:cs="Poppins"/>
                <w:color w:val="000000" w:themeColor="text1"/>
              </w:rPr>
              <w:lastRenderedPageBreak/>
              <w:t>energia termica in regime di riscaldamento e raffrescamento.</w:t>
            </w:r>
          </w:p>
          <w:p w14:paraId="611FD473" w14:textId="0955E772" w:rsidR="000A3748" w:rsidRPr="00F049B5" w:rsidRDefault="000A3748" w:rsidP="000A3748">
            <w:pPr>
              <w:pStyle w:val="Testocommento"/>
              <w:jc w:val="both"/>
              <w:rPr>
                <w:rFonts w:ascii="Poppins" w:hAnsi="Poppins" w:cs="Poppins"/>
                <w:color w:val="000000" w:themeColor="text1"/>
              </w:rPr>
            </w:pPr>
            <w:r w:rsidRPr="00F049B5">
              <w:rPr>
                <w:rFonts w:ascii="Poppins" w:hAnsi="Poppins" w:cs="Poppins"/>
                <w:color w:val="000000" w:themeColor="text1"/>
              </w:rPr>
              <w:t>Configurato per installazione</w:t>
            </w:r>
            <w:r w:rsidR="0055149E" w:rsidRPr="00F049B5">
              <w:rPr>
                <w:rFonts w:ascii="Poppins" w:hAnsi="Poppins" w:cs="Poppins"/>
                <w:color w:val="000000" w:themeColor="text1"/>
              </w:rPr>
              <w:t xml:space="preserve"> orizzontale</w:t>
            </w:r>
            <w:r w:rsidRPr="00F049B5">
              <w:rPr>
                <w:rFonts w:ascii="Poppins" w:hAnsi="Poppins" w:cs="Poppins"/>
                <w:color w:val="000000" w:themeColor="text1"/>
              </w:rPr>
              <w:t xml:space="preserve"> sul ritorno con possibilità di installazione sulla mandata.</w:t>
            </w:r>
          </w:p>
          <w:p w14:paraId="1D26205D" w14:textId="61A7C33F" w:rsidR="000A3748" w:rsidRPr="00F049B5" w:rsidRDefault="000A3748" w:rsidP="000A3748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color w:val="000000" w:themeColor="text1"/>
              </w:rPr>
              <w:t>Trasmissione dati tramite protocollo M</w:t>
            </w:r>
            <w:r w:rsidR="00856252">
              <w:rPr>
                <w:rFonts w:ascii="Poppins" w:hAnsi="Poppins" w:cs="Poppins"/>
                <w:color w:val="000000" w:themeColor="text1"/>
              </w:rPr>
              <w:t>-</w:t>
            </w:r>
            <w:r w:rsidRPr="00F049B5">
              <w:rPr>
                <w:rFonts w:ascii="Poppins" w:hAnsi="Poppins" w:cs="Poppins"/>
                <w:color w:val="000000" w:themeColor="text1"/>
              </w:rPr>
              <w:t>Bus.</w:t>
            </w:r>
          </w:p>
          <w:p w14:paraId="5AB4486E" w14:textId="77777777" w:rsidR="000A3748" w:rsidRPr="00F049B5" w:rsidRDefault="000A3748" w:rsidP="000A3748">
            <w:pPr>
              <w:pStyle w:val="Testocommento"/>
              <w:jc w:val="both"/>
              <w:rPr>
                <w:rFonts w:ascii="Poppins" w:hAnsi="Poppins" w:cs="Poppins"/>
                <w:b/>
                <w:bCs/>
                <w:color w:val="000000" w:themeColor="text1"/>
              </w:rPr>
            </w:pPr>
          </w:p>
          <w:p w14:paraId="514B8A16" w14:textId="77777777" w:rsidR="000A3748" w:rsidRPr="00F049B5" w:rsidRDefault="000A3748" w:rsidP="000A3748">
            <w:pPr>
              <w:pStyle w:val="Testocommento"/>
              <w:jc w:val="both"/>
              <w:rPr>
                <w:rFonts w:ascii="Poppins" w:hAnsi="Poppins" w:cs="Poppins"/>
                <w:b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/>
                <w:bCs/>
                <w:color w:val="000000" w:themeColor="text1"/>
              </w:rPr>
              <w:t>Dati tecnici misuratore di portata:</w:t>
            </w:r>
          </w:p>
          <w:p w14:paraId="59FD5DEF" w14:textId="5D93BF09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 xml:space="preserve">Portata nominale: 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>,5 m</w:t>
            </w:r>
            <w:r w:rsidR="00EE2606" w:rsidRPr="008F6103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>/h</w:t>
            </w:r>
          </w:p>
          <w:p w14:paraId="680981E6" w14:textId="77777777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>Portata minima: 70 l/h</w:t>
            </w:r>
          </w:p>
          <w:p w14:paraId="4FC939DB" w14:textId="1A5C3000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>Portata massima: 7 m</w:t>
            </w:r>
            <w:r w:rsidR="00EE2606" w:rsidRPr="008F6103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>/h</w:t>
            </w:r>
          </w:p>
          <w:p w14:paraId="75BD7693" w14:textId="77777777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>Temperatura massima di esercizio: 90 °C</w:t>
            </w:r>
          </w:p>
          <w:p w14:paraId="007AD473" w14:textId="77777777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>Pressione di esercizio: 16 bar</w:t>
            </w:r>
          </w:p>
          <w:p w14:paraId="0334FAC0" w14:textId="77777777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>Lunghezza senza bocchettoni: 260 mm</w:t>
            </w:r>
          </w:p>
          <w:p w14:paraId="2284495B" w14:textId="77777777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>Impulsi: 10 l/imp</w:t>
            </w:r>
          </w:p>
          <w:p w14:paraId="47FEF079" w14:textId="29B79B14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>Attacchi: 1”1/</w:t>
            </w:r>
            <w:r w:rsidR="00BF7134" w:rsidRPr="00F049B5">
              <w:rPr>
                <w:rFonts w:ascii="Poppins" w:hAnsi="Poppins" w:cs="Poppins"/>
                <w:bCs/>
                <w:color w:val="000000" w:themeColor="text1"/>
              </w:rPr>
              <w:t>4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 xml:space="preserve"> maschio</w:t>
            </w:r>
          </w:p>
          <w:p w14:paraId="1A5C3D4B" w14:textId="77777777" w:rsidR="000A3748" w:rsidRPr="00F049B5" w:rsidRDefault="000A3748" w:rsidP="000A3748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</w:p>
          <w:p w14:paraId="5FA8349F" w14:textId="686BAC50" w:rsidR="000A3748" w:rsidRPr="00F049B5" w:rsidRDefault="000A3748" w:rsidP="000A3748">
            <w:pPr>
              <w:pStyle w:val="Testocommento"/>
              <w:jc w:val="both"/>
              <w:rPr>
                <w:rFonts w:ascii="Poppins" w:hAnsi="Poppins" w:cs="Poppins"/>
                <w:b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/>
                <w:bCs/>
                <w:color w:val="000000" w:themeColor="text1"/>
              </w:rPr>
              <w:t xml:space="preserve">Dati tecnici </w:t>
            </w:r>
            <w:r w:rsidR="003A147D" w:rsidRPr="00F049B5">
              <w:rPr>
                <w:rFonts w:ascii="Poppins" w:hAnsi="Poppins" w:cs="Poppins"/>
                <w:b/>
                <w:bCs/>
                <w:color w:val="000000" w:themeColor="text1"/>
              </w:rPr>
              <w:t>unità elettronica EVO:</w:t>
            </w:r>
          </w:p>
          <w:p w14:paraId="52F79173" w14:textId="77777777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>Range di temperatura: 1÷150 °C</w:t>
            </w:r>
          </w:p>
          <w:p w14:paraId="7E93D2DF" w14:textId="64114620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 xml:space="preserve">Range differenza di temperatura in riscaldamento: 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sym w:font="Symbol" w:char="F0B8"/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>100 K</w:t>
            </w:r>
          </w:p>
          <w:p w14:paraId="080DBD03" w14:textId="333DD39B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 xml:space="preserve">Range differenza di temperatura in raffrescamento: </w:t>
            </w:r>
            <w:r w:rsidR="00856252">
              <w:rPr>
                <w:rFonts w:ascii="Poppins" w:hAnsi="Poppins" w:cs="Poppins"/>
                <w:bCs/>
                <w:color w:val="000000" w:themeColor="text1"/>
              </w:rPr>
              <w:t>-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sym w:font="Symbol" w:char="F0B8"/>
            </w:r>
            <w:r w:rsidR="00856252">
              <w:rPr>
                <w:rFonts w:ascii="Poppins" w:hAnsi="Poppins" w:cs="Poppins"/>
                <w:bCs/>
                <w:color w:val="000000" w:themeColor="text1"/>
              </w:rPr>
              <w:t>-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>50 K</w:t>
            </w:r>
          </w:p>
          <w:p w14:paraId="1218C348" w14:textId="77777777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>Temperatura ambiente: 0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sym w:font="Symbol" w:char="F0B8"/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>55 °C</w:t>
            </w:r>
          </w:p>
          <w:p w14:paraId="5B08548E" w14:textId="77777777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>Impulsi: 10 l/imp</w:t>
            </w:r>
          </w:p>
          <w:p w14:paraId="69A0BCA7" w14:textId="20072C03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>Interfacce: ottica, M</w:t>
            </w:r>
            <w:r w:rsidR="00856252">
              <w:rPr>
                <w:rFonts w:ascii="Poppins" w:hAnsi="Poppins" w:cs="Poppins"/>
                <w:bCs/>
                <w:color w:val="000000" w:themeColor="text1"/>
              </w:rPr>
              <w:t>-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>Bus</w:t>
            </w:r>
          </w:p>
          <w:p w14:paraId="5672302D" w14:textId="77777777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>Display: LCD a 8 cifre + caratteri speciali</w:t>
            </w:r>
          </w:p>
          <w:p w14:paraId="75AF228F" w14:textId="5E665917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 xml:space="preserve">Alimentazione: batteria 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>,6 V al litio, durata massima stimata, non garantita, 6 anni (la durata della batteria è influenzata dalle condizioni di installazione e di utilizzo). La batteria è garantita 2 anni dalla data di vendita. Batteria  sostituibile</w:t>
            </w:r>
          </w:p>
          <w:p w14:paraId="5ACDBD96" w14:textId="7F1F2F41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>Dimensioni: 150 x 1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 xml:space="preserve">0 x 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>5 mm</w:t>
            </w:r>
          </w:p>
          <w:p w14:paraId="21EF043A" w14:textId="77777777" w:rsidR="000A3748" w:rsidRPr="00F049B5" w:rsidRDefault="000A3748" w:rsidP="000A3748">
            <w:pPr>
              <w:pStyle w:val="Testocommento"/>
              <w:ind w:left="420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</w:p>
          <w:p w14:paraId="34A4CF6C" w14:textId="3B4FB91F" w:rsidR="000A3748" w:rsidRPr="00F049B5" w:rsidRDefault="000A3748" w:rsidP="000A3748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/>
                <w:bCs/>
                <w:color w:val="000000" w:themeColor="text1"/>
              </w:rPr>
              <w:t xml:space="preserve">Marca </w:t>
            </w:r>
            <w:r w:rsidR="00C04156">
              <w:rPr>
                <w:rFonts w:ascii="Poppins" w:hAnsi="Poppins" w:cs="Poppins"/>
                <w:b/>
                <w:bCs/>
                <w:color w:val="000000" w:themeColor="text1"/>
              </w:rPr>
              <w:t>Emmeti</w:t>
            </w:r>
            <w:r w:rsidRPr="00F049B5">
              <w:rPr>
                <w:rFonts w:ascii="Poppins" w:hAnsi="Poppins" w:cs="Poppins"/>
                <w:b/>
                <w:bCs/>
                <w:color w:val="000000" w:themeColor="text1"/>
              </w:rPr>
              <w:t xml:space="preserve"> – Modello </w:t>
            </w:r>
            <w:r w:rsidR="003A147D" w:rsidRPr="00F049B5">
              <w:rPr>
                <w:rFonts w:ascii="Poppins" w:hAnsi="Poppins" w:cs="Poppins"/>
                <w:b/>
                <w:bCs/>
                <w:color w:val="000000" w:themeColor="text1"/>
              </w:rPr>
              <w:t xml:space="preserve">Misuratore di energia EVO </w:t>
            </w:r>
            <w:r w:rsidRPr="00F049B5">
              <w:rPr>
                <w:rFonts w:ascii="Poppins" w:hAnsi="Poppins" w:cs="Poppins"/>
                <w:b/>
                <w:bCs/>
                <w:color w:val="000000" w:themeColor="text1"/>
              </w:rPr>
              <w:t>caldo/freddo per alte portare con attacco filettato e trasmissione dati DN 25 orizzontale o equivalente.</w:t>
            </w:r>
          </w:p>
        </w:tc>
      </w:tr>
      <w:tr w:rsidR="000A3748" w:rsidRPr="00013A5B" w14:paraId="0A076449" w14:textId="77777777" w:rsidTr="00A16FCA">
        <w:tc>
          <w:tcPr>
            <w:tcW w:w="1398" w:type="dxa"/>
          </w:tcPr>
          <w:p w14:paraId="132CF417" w14:textId="589EFAEB" w:rsidR="000A3748" w:rsidRPr="00F049B5" w:rsidRDefault="000A3748" w:rsidP="000A3748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>02709666</w:t>
            </w:r>
          </w:p>
        </w:tc>
        <w:tc>
          <w:tcPr>
            <w:tcW w:w="2297" w:type="dxa"/>
          </w:tcPr>
          <w:p w14:paraId="660CDE43" w14:textId="2DA891D3" w:rsidR="000A3748" w:rsidRPr="00F049B5" w:rsidRDefault="003A147D" w:rsidP="000A3748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 xml:space="preserve">Misuratore di energia EVO </w:t>
            </w:r>
          </w:p>
          <w:p w14:paraId="16B7A8D4" w14:textId="77777777" w:rsidR="000A3748" w:rsidRPr="00F049B5" w:rsidRDefault="000A3748" w:rsidP="000A3748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>caldo/freddo</w:t>
            </w:r>
          </w:p>
          <w:p w14:paraId="1ED4837E" w14:textId="77777777" w:rsidR="000A3748" w:rsidRPr="00F049B5" w:rsidRDefault="000A3748" w:rsidP="000A3748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>per alte portare</w:t>
            </w:r>
          </w:p>
          <w:p w14:paraId="59C52E45" w14:textId="77777777" w:rsidR="000A3748" w:rsidRPr="00F049B5" w:rsidRDefault="000A3748" w:rsidP="000A3748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>con attacco</w:t>
            </w:r>
          </w:p>
          <w:p w14:paraId="7C8D016D" w14:textId="77777777" w:rsidR="000A3748" w:rsidRPr="00F049B5" w:rsidRDefault="000A3748" w:rsidP="000A3748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lastRenderedPageBreak/>
              <w:t>filettato</w:t>
            </w:r>
          </w:p>
          <w:p w14:paraId="487CB62C" w14:textId="77777777" w:rsidR="000A3748" w:rsidRPr="00F049B5" w:rsidRDefault="000A3748" w:rsidP="000A3748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>e trasmissione dati</w:t>
            </w:r>
          </w:p>
          <w:p w14:paraId="73658E52" w14:textId="354D5A79" w:rsidR="000A3748" w:rsidRPr="00F049B5" w:rsidRDefault="000A3748" w:rsidP="000A3748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 xml:space="preserve">DN </w:t>
            </w:r>
            <w:r w:rsidR="00EE2606">
              <w:rPr>
                <w:rFonts w:ascii="Poppins" w:hAnsi="Poppins" w:cs="Poppins"/>
                <w:bCs/>
                <w:color w:val="000000" w:themeColor="text1"/>
                <w:sz w:val="20"/>
              </w:rPr>
              <w:t>3</w:t>
            </w: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 xml:space="preserve">2 </w:t>
            </w:r>
          </w:p>
          <w:p w14:paraId="3E9CE3C2" w14:textId="1A11E5EA" w:rsidR="000A3748" w:rsidRPr="00F049B5" w:rsidRDefault="000A3748" w:rsidP="000A3748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>orizzontale</w:t>
            </w:r>
          </w:p>
        </w:tc>
        <w:tc>
          <w:tcPr>
            <w:tcW w:w="5803" w:type="dxa"/>
          </w:tcPr>
          <w:p w14:paraId="3BADFAE1" w14:textId="266404BF" w:rsidR="000A3748" w:rsidRPr="00F049B5" w:rsidRDefault="003A147D" w:rsidP="000A3748">
            <w:pPr>
              <w:pStyle w:val="Testocommento"/>
              <w:jc w:val="both"/>
              <w:rPr>
                <w:rFonts w:ascii="Poppins" w:hAnsi="Poppins" w:cs="Poppins"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lastRenderedPageBreak/>
              <w:t xml:space="preserve">Misuratore di energia EVO </w:t>
            </w:r>
            <w:r w:rsidR="000A3748" w:rsidRPr="00F049B5">
              <w:rPr>
                <w:rFonts w:ascii="Poppins" w:hAnsi="Poppins" w:cs="Poppins"/>
                <w:bCs/>
                <w:color w:val="000000" w:themeColor="text1"/>
              </w:rPr>
              <w:t>con contatore a getto multiplo a trasmissione magnetica, certificato in conformità al Dlgs n° 84 del 19/05/2016 (attuazione della direttiva europea MID 2014/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="000A3748" w:rsidRPr="00F049B5">
              <w:rPr>
                <w:rFonts w:ascii="Poppins" w:hAnsi="Poppins" w:cs="Poppins"/>
                <w:bCs/>
                <w:color w:val="000000" w:themeColor="text1"/>
              </w:rPr>
              <w:t xml:space="preserve">2/EU) costituito da contatore volumetrico a getto multiplo a quadrante asciutto per </w:t>
            </w:r>
            <w:r w:rsidR="000A3748" w:rsidRPr="00F049B5">
              <w:rPr>
                <w:rFonts w:ascii="Poppins" w:hAnsi="Poppins" w:cs="Poppins"/>
                <w:bCs/>
                <w:color w:val="000000" w:themeColor="text1"/>
              </w:rPr>
              <w:lastRenderedPageBreak/>
              <w:t xml:space="preserve">acqua a 90 °C e da 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>unità elettronica EVO:</w:t>
            </w:r>
            <w:r w:rsidR="000A3748" w:rsidRPr="00F049B5">
              <w:rPr>
                <w:rFonts w:ascii="Poppins" w:hAnsi="Poppins" w:cs="Poppins"/>
                <w:bCs/>
                <w:color w:val="000000" w:themeColor="text1"/>
              </w:rPr>
              <w:t xml:space="preserve"> completa di sonde di temperatura</w:t>
            </w:r>
            <w:r w:rsidR="000A3748" w:rsidRPr="00F049B5">
              <w:rPr>
                <w:rFonts w:ascii="Poppins" w:hAnsi="Poppins" w:cs="Poppins"/>
                <w:color w:val="000000" w:themeColor="text1"/>
              </w:rPr>
              <w:t>, per il calcolo dei consumi di energia termica in regime di riscaldamento e raffrescamento.</w:t>
            </w:r>
          </w:p>
          <w:p w14:paraId="333564B0" w14:textId="77777777" w:rsidR="0055149E" w:rsidRPr="00F049B5" w:rsidRDefault="0055149E" w:rsidP="0055149E">
            <w:pPr>
              <w:pStyle w:val="Testocommento"/>
              <w:jc w:val="both"/>
              <w:rPr>
                <w:rFonts w:ascii="Poppins" w:hAnsi="Poppins" w:cs="Poppins"/>
                <w:color w:val="000000" w:themeColor="text1"/>
              </w:rPr>
            </w:pPr>
            <w:r w:rsidRPr="00F049B5">
              <w:rPr>
                <w:rFonts w:ascii="Poppins" w:hAnsi="Poppins" w:cs="Poppins"/>
                <w:color w:val="000000" w:themeColor="text1"/>
              </w:rPr>
              <w:t>Configurato per installazione orizzontale sul ritorno con possibilità di installazione sulla mandata.</w:t>
            </w:r>
          </w:p>
          <w:p w14:paraId="36F89F5D" w14:textId="2B373D7B" w:rsidR="000A3748" w:rsidRPr="00F049B5" w:rsidRDefault="000A3748" w:rsidP="000A3748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color w:val="000000" w:themeColor="text1"/>
              </w:rPr>
              <w:t>Trasmissione dati tramite protocollo M</w:t>
            </w:r>
            <w:r w:rsidR="00856252">
              <w:rPr>
                <w:rFonts w:ascii="Poppins" w:hAnsi="Poppins" w:cs="Poppins"/>
                <w:color w:val="000000" w:themeColor="text1"/>
              </w:rPr>
              <w:t>-</w:t>
            </w:r>
            <w:r w:rsidRPr="00F049B5">
              <w:rPr>
                <w:rFonts w:ascii="Poppins" w:hAnsi="Poppins" w:cs="Poppins"/>
                <w:color w:val="000000" w:themeColor="text1"/>
              </w:rPr>
              <w:t>Bus.</w:t>
            </w:r>
          </w:p>
          <w:p w14:paraId="7B06759E" w14:textId="77777777" w:rsidR="000A3748" w:rsidRPr="00F049B5" w:rsidRDefault="000A3748" w:rsidP="000A3748">
            <w:pPr>
              <w:pStyle w:val="Testocommento"/>
              <w:jc w:val="both"/>
              <w:rPr>
                <w:rFonts w:ascii="Poppins" w:hAnsi="Poppins" w:cs="Poppins"/>
                <w:b/>
                <w:bCs/>
                <w:color w:val="000000" w:themeColor="text1"/>
              </w:rPr>
            </w:pPr>
          </w:p>
          <w:p w14:paraId="41DB2F80" w14:textId="77777777" w:rsidR="000A3748" w:rsidRPr="00F049B5" w:rsidRDefault="000A3748" w:rsidP="000A3748">
            <w:pPr>
              <w:pStyle w:val="Testocommento"/>
              <w:jc w:val="both"/>
              <w:rPr>
                <w:rFonts w:ascii="Poppins" w:hAnsi="Poppins" w:cs="Poppins"/>
                <w:b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/>
                <w:bCs/>
                <w:color w:val="000000" w:themeColor="text1"/>
              </w:rPr>
              <w:t>Dati tecnici misuratore di portata:</w:t>
            </w:r>
          </w:p>
          <w:p w14:paraId="10BA1A25" w14:textId="13E611CE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>Portata nominale: 6,0 m</w:t>
            </w:r>
            <w:r w:rsidR="00EE2606" w:rsidRPr="00EC0509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>/h</w:t>
            </w:r>
          </w:p>
          <w:p w14:paraId="4E89AC59" w14:textId="77777777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>Portata minima: 120 l/h</w:t>
            </w:r>
          </w:p>
          <w:p w14:paraId="12A5A0EF" w14:textId="1A2838FB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>Portata massima: 12 m</w:t>
            </w:r>
            <w:r w:rsidR="00EE2606" w:rsidRPr="00EC0509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>/h</w:t>
            </w:r>
          </w:p>
          <w:p w14:paraId="771BB90D" w14:textId="77777777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>Temperatura massima di esercizio: 90 °C</w:t>
            </w:r>
          </w:p>
          <w:p w14:paraId="7D972BD1" w14:textId="77777777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>Pressione di esercizio: 16 bar</w:t>
            </w:r>
          </w:p>
          <w:p w14:paraId="2B78FA1F" w14:textId="77777777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>Lunghezza senza bocchettoni: 260 mm</w:t>
            </w:r>
          </w:p>
          <w:p w14:paraId="5B204137" w14:textId="77777777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>Impulsi: 10 l/imp</w:t>
            </w:r>
          </w:p>
          <w:p w14:paraId="7F72BF88" w14:textId="77777777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>Attacchi: 1”1/2 maschio</w:t>
            </w:r>
          </w:p>
          <w:p w14:paraId="702ABB77" w14:textId="77777777" w:rsidR="000A3748" w:rsidRPr="00F049B5" w:rsidRDefault="000A3748" w:rsidP="000A3748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</w:p>
          <w:p w14:paraId="3266B633" w14:textId="71E3D510" w:rsidR="000A3748" w:rsidRPr="00F049B5" w:rsidRDefault="000A3748" w:rsidP="000A3748">
            <w:pPr>
              <w:pStyle w:val="Testocommento"/>
              <w:jc w:val="both"/>
              <w:rPr>
                <w:rFonts w:ascii="Poppins" w:hAnsi="Poppins" w:cs="Poppins"/>
                <w:b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/>
                <w:bCs/>
                <w:color w:val="000000" w:themeColor="text1"/>
              </w:rPr>
              <w:t xml:space="preserve">Dati tecnici </w:t>
            </w:r>
            <w:r w:rsidR="003A147D" w:rsidRPr="00F049B5">
              <w:rPr>
                <w:rFonts w:ascii="Poppins" w:hAnsi="Poppins" w:cs="Poppins"/>
                <w:b/>
                <w:bCs/>
                <w:color w:val="000000" w:themeColor="text1"/>
              </w:rPr>
              <w:t>unità elettronica EVO:</w:t>
            </w:r>
          </w:p>
          <w:p w14:paraId="296880A5" w14:textId="77777777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>Range di temperatura: 1÷150 °C</w:t>
            </w:r>
          </w:p>
          <w:p w14:paraId="291C03AC" w14:textId="7744AC8C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 xml:space="preserve">Range differenza di temperatura in riscaldamento: 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sym w:font="Symbol" w:char="F0B8"/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>100 K</w:t>
            </w:r>
          </w:p>
          <w:p w14:paraId="32C5AD22" w14:textId="47171324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 xml:space="preserve">Range differenza di temperatura in raffrescamento: </w:t>
            </w:r>
            <w:r w:rsidR="00856252">
              <w:rPr>
                <w:rFonts w:ascii="Poppins" w:hAnsi="Poppins" w:cs="Poppins"/>
                <w:bCs/>
                <w:color w:val="000000" w:themeColor="text1"/>
              </w:rPr>
              <w:t>-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sym w:font="Symbol" w:char="F0B8"/>
            </w:r>
            <w:r w:rsidR="00856252">
              <w:rPr>
                <w:rFonts w:ascii="Poppins" w:hAnsi="Poppins" w:cs="Poppins"/>
                <w:bCs/>
                <w:color w:val="000000" w:themeColor="text1"/>
              </w:rPr>
              <w:t>-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>50 K</w:t>
            </w:r>
          </w:p>
          <w:p w14:paraId="648FCE69" w14:textId="77777777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>Temperatura ambiente: 0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sym w:font="Symbol" w:char="F0B8"/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>55 °C</w:t>
            </w:r>
          </w:p>
          <w:p w14:paraId="7BEE82E9" w14:textId="77777777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>Impulsi: 10 l/imp</w:t>
            </w:r>
          </w:p>
          <w:p w14:paraId="08210CA6" w14:textId="2F7C7F46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>Interfacce: ottica, M</w:t>
            </w:r>
            <w:r w:rsidR="00856252">
              <w:rPr>
                <w:rFonts w:ascii="Poppins" w:hAnsi="Poppins" w:cs="Poppins"/>
                <w:bCs/>
                <w:color w:val="000000" w:themeColor="text1"/>
              </w:rPr>
              <w:t>-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>Bus</w:t>
            </w:r>
          </w:p>
          <w:p w14:paraId="76EEF446" w14:textId="77777777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>Display: LCD a 8 cifre + caratteri speciali</w:t>
            </w:r>
          </w:p>
          <w:p w14:paraId="481E1592" w14:textId="1D57AAFB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 xml:space="preserve">Alimentazione: batteria 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>,6 V al litio, durata massima stimata, non garantita, 6 anni (la durata della batteria è influenzata dalle condizioni di installazione e di utilizzo). La batteria è garantita 2 anni dalla data di vendita. Batteria  sostituibile</w:t>
            </w:r>
          </w:p>
          <w:p w14:paraId="452E4A7F" w14:textId="1EC1F941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>Dimensioni: 150 x 1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 xml:space="preserve">0 x 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>5 mm</w:t>
            </w:r>
          </w:p>
          <w:p w14:paraId="1BECB66B" w14:textId="77777777" w:rsidR="000A3748" w:rsidRPr="00F049B5" w:rsidRDefault="000A3748" w:rsidP="000A3748">
            <w:pPr>
              <w:pStyle w:val="Testocommento"/>
              <w:ind w:left="420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</w:p>
          <w:p w14:paraId="23DA554E" w14:textId="6B3859D7" w:rsidR="000A3748" w:rsidRPr="00F049B5" w:rsidRDefault="000A3748" w:rsidP="000A3748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/>
                <w:bCs/>
                <w:color w:val="000000" w:themeColor="text1"/>
              </w:rPr>
              <w:t xml:space="preserve">Marca </w:t>
            </w:r>
            <w:r w:rsidR="00C04156">
              <w:rPr>
                <w:rFonts w:ascii="Poppins" w:hAnsi="Poppins" w:cs="Poppins"/>
                <w:b/>
                <w:bCs/>
                <w:color w:val="000000" w:themeColor="text1"/>
              </w:rPr>
              <w:t>Emmeti</w:t>
            </w:r>
            <w:r w:rsidRPr="00F049B5">
              <w:rPr>
                <w:rFonts w:ascii="Poppins" w:hAnsi="Poppins" w:cs="Poppins"/>
                <w:b/>
                <w:bCs/>
                <w:color w:val="000000" w:themeColor="text1"/>
              </w:rPr>
              <w:t xml:space="preserve"> – Modello </w:t>
            </w:r>
            <w:r w:rsidR="003A147D" w:rsidRPr="00F049B5">
              <w:rPr>
                <w:rFonts w:ascii="Poppins" w:hAnsi="Poppins" w:cs="Poppins"/>
                <w:b/>
                <w:bCs/>
                <w:color w:val="000000" w:themeColor="text1"/>
              </w:rPr>
              <w:t xml:space="preserve">Misuratore di energia EVO </w:t>
            </w:r>
            <w:r w:rsidRPr="00F049B5">
              <w:rPr>
                <w:rFonts w:ascii="Poppins" w:hAnsi="Poppins" w:cs="Poppins"/>
                <w:b/>
                <w:bCs/>
                <w:color w:val="000000" w:themeColor="text1"/>
              </w:rPr>
              <w:t xml:space="preserve">caldo/freddo per alte portare con attacco filettato e trasmissione dati DN </w:t>
            </w:r>
            <w:r w:rsidR="00EE2606">
              <w:rPr>
                <w:rFonts w:ascii="Poppins" w:hAnsi="Poppins" w:cs="Poppins"/>
                <w:b/>
                <w:bCs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b/>
                <w:bCs/>
                <w:color w:val="000000" w:themeColor="text1"/>
              </w:rPr>
              <w:t>2 orizzontale o equivalente.</w:t>
            </w:r>
          </w:p>
        </w:tc>
      </w:tr>
      <w:tr w:rsidR="000A3748" w:rsidRPr="00013A5B" w14:paraId="5FCEE522" w14:textId="77777777" w:rsidTr="00A16FCA">
        <w:tc>
          <w:tcPr>
            <w:tcW w:w="1398" w:type="dxa"/>
          </w:tcPr>
          <w:p w14:paraId="1517AD63" w14:textId="1F3933E7" w:rsidR="000A3748" w:rsidRPr="00F049B5" w:rsidRDefault="000A3748" w:rsidP="000A3748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>02709668</w:t>
            </w:r>
          </w:p>
        </w:tc>
        <w:tc>
          <w:tcPr>
            <w:tcW w:w="2297" w:type="dxa"/>
          </w:tcPr>
          <w:p w14:paraId="7088E3A1" w14:textId="5F06F754" w:rsidR="000A3748" w:rsidRPr="00F049B5" w:rsidRDefault="003A147D" w:rsidP="000A3748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 xml:space="preserve">Misuratore di energia EVO </w:t>
            </w:r>
          </w:p>
          <w:p w14:paraId="4E9198F7" w14:textId="77777777" w:rsidR="000A3748" w:rsidRPr="00F049B5" w:rsidRDefault="000A3748" w:rsidP="000A3748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>caldo/freddo</w:t>
            </w:r>
          </w:p>
          <w:p w14:paraId="42A610C6" w14:textId="77777777" w:rsidR="000A3748" w:rsidRPr="00F049B5" w:rsidRDefault="000A3748" w:rsidP="000A3748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lastRenderedPageBreak/>
              <w:t>per alte portare</w:t>
            </w:r>
          </w:p>
          <w:p w14:paraId="77DE5BFC" w14:textId="77777777" w:rsidR="000A3748" w:rsidRPr="00F049B5" w:rsidRDefault="000A3748" w:rsidP="000A3748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>con attacco</w:t>
            </w:r>
          </w:p>
          <w:p w14:paraId="287BCD82" w14:textId="77777777" w:rsidR="000A3748" w:rsidRPr="00F049B5" w:rsidRDefault="000A3748" w:rsidP="000A3748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>filettato</w:t>
            </w:r>
          </w:p>
          <w:p w14:paraId="3087AA8D" w14:textId="77777777" w:rsidR="000A3748" w:rsidRPr="00F049B5" w:rsidRDefault="000A3748" w:rsidP="000A3748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>e trasmissione dati</w:t>
            </w:r>
          </w:p>
          <w:p w14:paraId="5FA6B125" w14:textId="77777777" w:rsidR="000A3748" w:rsidRPr="00F049B5" w:rsidRDefault="000A3748" w:rsidP="000A3748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 xml:space="preserve">DN 40 </w:t>
            </w:r>
          </w:p>
          <w:p w14:paraId="48636FC7" w14:textId="18E6D50D" w:rsidR="000A3748" w:rsidRPr="00F049B5" w:rsidRDefault="000A3748" w:rsidP="000A3748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>orizzontale</w:t>
            </w:r>
          </w:p>
        </w:tc>
        <w:tc>
          <w:tcPr>
            <w:tcW w:w="5803" w:type="dxa"/>
          </w:tcPr>
          <w:p w14:paraId="6A8809D2" w14:textId="603647F7" w:rsidR="000A3748" w:rsidRPr="00F049B5" w:rsidRDefault="003A147D" w:rsidP="000A3748">
            <w:pPr>
              <w:pStyle w:val="Testocommento"/>
              <w:jc w:val="both"/>
              <w:rPr>
                <w:rFonts w:ascii="Poppins" w:hAnsi="Poppins" w:cs="Poppins"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lastRenderedPageBreak/>
              <w:t xml:space="preserve">Misuratore di energia EVO </w:t>
            </w:r>
            <w:r w:rsidR="000A3748" w:rsidRPr="00F049B5">
              <w:rPr>
                <w:rFonts w:ascii="Poppins" w:hAnsi="Poppins" w:cs="Poppins"/>
                <w:bCs/>
                <w:color w:val="000000" w:themeColor="text1"/>
              </w:rPr>
              <w:t xml:space="preserve">con contatore a getto multiplo a trasmissione magnetica, certificato in conformità al Dlgs n° 84 del 19/05/2016 (attuazione della direttiva </w:t>
            </w:r>
            <w:r w:rsidR="000A3748" w:rsidRPr="00F049B5">
              <w:rPr>
                <w:rFonts w:ascii="Poppins" w:hAnsi="Poppins" w:cs="Poppins"/>
                <w:bCs/>
                <w:color w:val="000000" w:themeColor="text1"/>
              </w:rPr>
              <w:lastRenderedPageBreak/>
              <w:t>europea MID 2014/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="000A3748" w:rsidRPr="00F049B5">
              <w:rPr>
                <w:rFonts w:ascii="Poppins" w:hAnsi="Poppins" w:cs="Poppins"/>
                <w:bCs/>
                <w:color w:val="000000" w:themeColor="text1"/>
              </w:rPr>
              <w:t xml:space="preserve">2/EU) costituito da contatore volumetrico a getto multiplo a quadrante asciutto per acqua a 90 °C e da 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>unità elettronica EVO:</w:t>
            </w:r>
            <w:r w:rsidR="000A3748" w:rsidRPr="00F049B5">
              <w:rPr>
                <w:rFonts w:ascii="Poppins" w:hAnsi="Poppins" w:cs="Poppins"/>
                <w:bCs/>
                <w:color w:val="000000" w:themeColor="text1"/>
              </w:rPr>
              <w:t xml:space="preserve"> completa di sonde di temperatura</w:t>
            </w:r>
            <w:r w:rsidR="000A3748" w:rsidRPr="00F049B5">
              <w:rPr>
                <w:rFonts w:ascii="Poppins" w:hAnsi="Poppins" w:cs="Poppins"/>
                <w:color w:val="000000" w:themeColor="text1"/>
              </w:rPr>
              <w:t>, per il calcolo dei consumi di energia termica in regime di riscaldamento e raffrescamento.</w:t>
            </w:r>
          </w:p>
          <w:p w14:paraId="5BB29808" w14:textId="77777777" w:rsidR="0055149E" w:rsidRPr="00F049B5" w:rsidRDefault="0055149E" w:rsidP="0055149E">
            <w:pPr>
              <w:pStyle w:val="Testocommento"/>
              <w:jc w:val="both"/>
              <w:rPr>
                <w:rFonts w:ascii="Poppins" w:hAnsi="Poppins" w:cs="Poppins"/>
                <w:color w:val="000000" w:themeColor="text1"/>
              </w:rPr>
            </w:pPr>
            <w:r w:rsidRPr="00F049B5">
              <w:rPr>
                <w:rFonts w:ascii="Poppins" w:hAnsi="Poppins" w:cs="Poppins"/>
                <w:color w:val="000000" w:themeColor="text1"/>
              </w:rPr>
              <w:t>Configurato per installazione orizzontale sul ritorno con possibilità di installazione sulla mandata.</w:t>
            </w:r>
          </w:p>
          <w:p w14:paraId="59A05517" w14:textId="5B916B29" w:rsidR="000A3748" w:rsidRPr="00F049B5" w:rsidRDefault="000A3748" w:rsidP="000A3748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color w:val="000000" w:themeColor="text1"/>
              </w:rPr>
              <w:t>Trasmissione dati tramite protocollo M</w:t>
            </w:r>
            <w:r w:rsidR="00856252">
              <w:rPr>
                <w:rFonts w:ascii="Poppins" w:hAnsi="Poppins" w:cs="Poppins"/>
                <w:color w:val="000000" w:themeColor="text1"/>
              </w:rPr>
              <w:t>-</w:t>
            </w:r>
            <w:r w:rsidRPr="00F049B5">
              <w:rPr>
                <w:rFonts w:ascii="Poppins" w:hAnsi="Poppins" w:cs="Poppins"/>
                <w:color w:val="000000" w:themeColor="text1"/>
              </w:rPr>
              <w:t>Bus.</w:t>
            </w:r>
          </w:p>
          <w:p w14:paraId="76ED2EB1" w14:textId="77777777" w:rsidR="000A3748" w:rsidRPr="00F049B5" w:rsidRDefault="000A3748" w:rsidP="000A3748">
            <w:pPr>
              <w:pStyle w:val="Testocommento"/>
              <w:jc w:val="both"/>
              <w:rPr>
                <w:rFonts w:ascii="Poppins" w:hAnsi="Poppins" w:cs="Poppins"/>
                <w:b/>
                <w:bCs/>
                <w:color w:val="000000" w:themeColor="text1"/>
              </w:rPr>
            </w:pPr>
          </w:p>
          <w:p w14:paraId="04252641" w14:textId="77777777" w:rsidR="000A3748" w:rsidRPr="00F049B5" w:rsidRDefault="000A3748" w:rsidP="000A3748">
            <w:pPr>
              <w:pStyle w:val="Testocommento"/>
              <w:jc w:val="both"/>
              <w:rPr>
                <w:rFonts w:ascii="Poppins" w:hAnsi="Poppins" w:cs="Poppins"/>
                <w:b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/>
                <w:bCs/>
                <w:color w:val="000000" w:themeColor="text1"/>
              </w:rPr>
              <w:t>Dati tecnici misuratore di portata:</w:t>
            </w:r>
          </w:p>
          <w:p w14:paraId="20393919" w14:textId="7BC89BAB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>Portata nominale: 10,0 m</w:t>
            </w:r>
            <w:r w:rsidR="00EE2606" w:rsidRPr="00EC0509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>/h</w:t>
            </w:r>
          </w:p>
          <w:p w14:paraId="4E50315F" w14:textId="77777777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>Portata minima: 200 l/h</w:t>
            </w:r>
          </w:p>
          <w:p w14:paraId="7582F9AD" w14:textId="2502C731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>Portata massima: 20 m</w:t>
            </w:r>
            <w:r w:rsidR="00EE2606" w:rsidRPr="00EC0509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>/h</w:t>
            </w:r>
          </w:p>
          <w:p w14:paraId="3CB15ED4" w14:textId="77777777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>Temperatura massima di esercizio: 90 °C</w:t>
            </w:r>
          </w:p>
          <w:p w14:paraId="7B8FC3F4" w14:textId="77777777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>Pressione di esercizio: 16 bar</w:t>
            </w:r>
          </w:p>
          <w:p w14:paraId="555D58C8" w14:textId="049B5F9C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 xml:space="preserve">Lunghezza senza bocchettoni: 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>00 mm</w:t>
            </w:r>
          </w:p>
          <w:p w14:paraId="7923D548" w14:textId="77777777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>Impulsi: 10 l/imp</w:t>
            </w:r>
          </w:p>
          <w:p w14:paraId="6EBA292F" w14:textId="77777777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>Attacchi: 2” maschio</w:t>
            </w:r>
          </w:p>
          <w:p w14:paraId="76CADDFE" w14:textId="77777777" w:rsidR="000A3748" w:rsidRPr="00F049B5" w:rsidRDefault="000A3748" w:rsidP="000A3748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</w:p>
          <w:p w14:paraId="5FB34518" w14:textId="3F7D4936" w:rsidR="000A3748" w:rsidRPr="00F049B5" w:rsidRDefault="000A3748" w:rsidP="000A3748">
            <w:pPr>
              <w:pStyle w:val="Testocommento"/>
              <w:jc w:val="both"/>
              <w:rPr>
                <w:rFonts w:ascii="Poppins" w:hAnsi="Poppins" w:cs="Poppins"/>
                <w:b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/>
                <w:bCs/>
                <w:color w:val="000000" w:themeColor="text1"/>
              </w:rPr>
              <w:t xml:space="preserve">Dati tecnici </w:t>
            </w:r>
            <w:r w:rsidR="003A147D" w:rsidRPr="00F049B5">
              <w:rPr>
                <w:rFonts w:ascii="Poppins" w:hAnsi="Poppins" w:cs="Poppins"/>
                <w:b/>
                <w:bCs/>
                <w:color w:val="000000" w:themeColor="text1"/>
              </w:rPr>
              <w:t>unità elettronica EVO:</w:t>
            </w:r>
          </w:p>
          <w:p w14:paraId="7B6E923E" w14:textId="77777777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>Range di temperatura: 1÷150 °C</w:t>
            </w:r>
          </w:p>
          <w:p w14:paraId="5BED3D46" w14:textId="05C7E42C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 xml:space="preserve">Range differenza di temperatura in riscaldamento: 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sym w:font="Symbol" w:char="F0B8"/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>100 K</w:t>
            </w:r>
          </w:p>
          <w:p w14:paraId="37547DDF" w14:textId="469481A3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 xml:space="preserve">Range differenza di temperatura in raffrescamento: </w:t>
            </w:r>
            <w:r w:rsidR="00856252">
              <w:rPr>
                <w:rFonts w:ascii="Poppins" w:hAnsi="Poppins" w:cs="Poppins"/>
                <w:bCs/>
                <w:color w:val="000000" w:themeColor="text1"/>
              </w:rPr>
              <w:t>-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sym w:font="Symbol" w:char="F0B8"/>
            </w:r>
            <w:r w:rsidR="00856252">
              <w:rPr>
                <w:rFonts w:ascii="Poppins" w:hAnsi="Poppins" w:cs="Poppins"/>
                <w:bCs/>
                <w:color w:val="000000" w:themeColor="text1"/>
              </w:rPr>
              <w:t>-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>50 K</w:t>
            </w:r>
          </w:p>
          <w:p w14:paraId="3F6DACE1" w14:textId="77777777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>Temperatura ambiente: 0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sym w:font="Symbol" w:char="F0B8"/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>55 °C</w:t>
            </w:r>
          </w:p>
          <w:p w14:paraId="6D8DF78C" w14:textId="77777777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>Impulsi: 10 l/imp</w:t>
            </w:r>
          </w:p>
          <w:p w14:paraId="7A5E9E75" w14:textId="4C420709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>Interfacce: ottica, M</w:t>
            </w:r>
            <w:r w:rsidR="00856252">
              <w:rPr>
                <w:rFonts w:ascii="Poppins" w:hAnsi="Poppins" w:cs="Poppins"/>
                <w:bCs/>
                <w:color w:val="000000" w:themeColor="text1"/>
              </w:rPr>
              <w:t>-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>Bus</w:t>
            </w:r>
          </w:p>
          <w:p w14:paraId="1AF1DE39" w14:textId="77777777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>Display: LCD a 8 cifre + caratteri speciali</w:t>
            </w:r>
          </w:p>
          <w:p w14:paraId="4BE703F4" w14:textId="6E2B4B4C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 xml:space="preserve">Alimentazione: batteria 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>,6 V al litio, durata massima stimata, non garantita, 6 anni (la durata della batteria è influenzata dalle condizioni di installazione e di utilizzo). La batteria è garantita 2 anni dalla data di vendita. Batteria sostituibile</w:t>
            </w:r>
            <w:r w:rsidR="00AC3B66" w:rsidRPr="00F049B5">
              <w:rPr>
                <w:rFonts w:ascii="Poppins" w:hAnsi="Poppins" w:cs="Poppins"/>
                <w:bCs/>
                <w:color w:val="000000" w:themeColor="text1"/>
              </w:rPr>
              <w:t>.</w:t>
            </w:r>
          </w:p>
          <w:p w14:paraId="788F79E9" w14:textId="563AF734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>Dimensioni: 150 x 1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 xml:space="preserve">0 x 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>5 mm</w:t>
            </w:r>
          </w:p>
          <w:p w14:paraId="3344CA6B" w14:textId="77777777" w:rsidR="000A3748" w:rsidRPr="00F049B5" w:rsidRDefault="000A3748" w:rsidP="000A3748">
            <w:pPr>
              <w:pStyle w:val="Testocommento"/>
              <w:ind w:left="420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</w:p>
          <w:p w14:paraId="29C403B4" w14:textId="3D2C518C" w:rsidR="000A3748" w:rsidRPr="00F049B5" w:rsidRDefault="000A3748" w:rsidP="000A3748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/>
                <w:bCs/>
                <w:color w:val="000000" w:themeColor="text1"/>
              </w:rPr>
              <w:t xml:space="preserve">Marca </w:t>
            </w:r>
            <w:r w:rsidR="00C04156">
              <w:rPr>
                <w:rFonts w:ascii="Poppins" w:hAnsi="Poppins" w:cs="Poppins"/>
                <w:b/>
                <w:bCs/>
                <w:color w:val="000000" w:themeColor="text1"/>
              </w:rPr>
              <w:t>Emmeti</w:t>
            </w:r>
            <w:r w:rsidRPr="00F049B5">
              <w:rPr>
                <w:rFonts w:ascii="Poppins" w:hAnsi="Poppins" w:cs="Poppins"/>
                <w:b/>
                <w:bCs/>
                <w:color w:val="000000" w:themeColor="text1"/>
              </w:rPr>
              <w:t xml:space="preserve"> – Modello </w:t>
            </w:r>
            <w:r w:rsidR="003A147D" w:rsidRPr="00F049B5">
              <w:rPr>
                <w:rFonts w:ascii="Poppins" w:hAnsi="Poppins" w:cs="Poppins"/>
                <w:b/>
                <w:bCs/>
                <w:color w:val="000000" w:themeColor="text1"/>
              </w:rPr>
              <w:t xml:space="preserve">Misuratore di energia EVO </w:t>
            </w:r>
            <w:r w:rsidRPr="00F049B5">
              <w:rPr>
                <w:rFonts w:ascii="Poppins" w:hAnsi="Poppins" w:cs="Poppins"/>
                <w:b/>
                <w:bCs/>
                <w:color w:val="000000" w:themeColor="text1"/>
              </w:rPr>
              <w:t>caldo/freddo per alte portare con attacco filettato e trasmissione dati DN 40 orizzontale o equivalente.</w:t>
            </w:r>
          </w:p>
        </w:tc>
      </w:tr>
      <w:tr w:rsidR="000A3748" w:rsidRPr="00013A5B" w14:paraId="7C936E02" w14:textId="77777777" w:rsidTr="00A16FCA">
        <w:tc>
          <w:tcPr>
            <w:tcW w:w="1398" w:type="dxa"/>
          </w:tcPr>
          <w:p w14:paraId="4B6584E5" w14:textId="3EF0325F" w:rsidR="000A3748" w:rsidRPr="00F049B5" w:rsidRDefault="000A3748" w:rsidP="000A3748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lastRenderedPageBreak/>
              <w:t>02709670</w:t>
            </w:r>
          </w:p>
        </w:tc>
        <w:tc>
          <w:tcPr>
            <w:tcW w:w="2297" w:type="dxa"/>
          </w:tcPr>
          <w:p w14:paraId="1FC932DE" w14:textId="5DD2B28C" w:rsidR="000A3748" w:rsidRPr="00F049B5" w:rsidRDefault="003A147D" w:rsidP="000A3748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 xml:space="preserve">Misuratore di energia EVO </w:t>
            </w:r>
          </w:p>
          <w:p w14:paraId="04B125A6" w14:textId="77777777" w:rsidR="000A3748" w:rsidRPr="00F049B5" w:rsidRDefault="000A3748" w:rsidP="000A3748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>caldo/freddo</w:t>
            </w:r>
          </w:p>
          <w:p w14:paraId="1AFE1139" w14:textId="77777777" w:rsidR="000A3748" w:rsidRPr="00F049B5" w:rsidRDefault="000A3748" w:rsidP="000A3748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>per alte portate</w:t>
            </w:r>
          </w:p>
          <w:p w14:paraId="1FE768DD" w14:textId="77777777" w:rsidR="000A3748" w:rsidRPr="00F049B5" w:rsidRDefault="000A3748" w:rsidP="000A3748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>con attacco</w:t>
            </w:r>
          </w:p>
          <w:p w14:paraId="0BAE9FC2" w14:textId="77777777" w:rsidR="000A3748" w:rsidRPr="00F049B5" w:rsidRDefault="000A3748" w:rsidP="000A3748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>filettato</w:t>
            </w:r>
          </w:p>
          <w:p w14:paraId="4533952A" w14:textId="77777777" w:rsidR="000A3748" w:rsidRPr="00F049B5" w:rsidRDefault="000A3748" w:rsidP="000A3748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>e trasmissione dati</w:t>
            </w:r>
          </w:p>
          <w:p w14:paraId="66EE553B" w14:textId="77777777" w:rsidR="000A3748" w:rsidRPr="00F049B5" w:rsidRDefault="000A3748" w:rsidP="000A3748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 xml:space="preserve">DN 25 </w:t>
            </w:r>
          </w:p>
          <w:p w14:paraId="10A83510" w14:textId="6048A4A1" w:rsidR="000A3748" w:rsidRPr="00F049B5" w:rsidRDefault="000A3748" w:rsidP="000A3748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>verticale ascendente</w:t>
            </w:r>
          </w:p>
        </w:tc>
        <w:tc>
          <w:tcPr>
            <w:tcW w:w="5803" w:type="dxa"/>
          </w:tcPr>
          <w:p w14:paraId="5DE0996A" w14:textId="0798FB41" w:rsidR="000A3748" w:rsidRPr="00F049B5" w:rsidRDefault="003A147D" w:rsidP="000A3748">
            <w:pPr>
              <w:pStyle w:val="Testocommento"/>
              <w:jc w:val="both"/>
              <w:rPr>
                <w:rFonts w:ascii="Poppins" w:hAnsi="Poppins" w:cs="Poppins"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 xml:space="preserve">Misuratore di energia EVO </w:t>
            </w:r>
            <w:r w:rsidR="000A3748" w:rsidRPr="00F049B5">
              <w:rPr>
                <w:rFonts w:ascii="Poppins" w:hAnsi="Poppins" w:cs="Poppins"/>
                <w:bCs/>
                <w:color w:val="000000" w:themeColor="text1"/>
              </w:rPr>
              <w:t>con contatore a getto multiplo a trasmissione magnetica, certificato in conformità al Dlgs n° 84 del 19/05/2016 (attuazione della direttiva europea MID 2014/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="000A3748" w:rsidRPr="00F049B5">
              <w:rPr>
                <w:rFonts w:ascii="Poppins" w:hAnsi="Poppins" w:cs="Poppins"/>
                <w:bCs/>
                <w:color w:val="000000" w:themeColor="text1"/>
              </w:rPr>
              <w:t xml:space="preserve">2/EU) costituito da contatore volumetrico a getto multiplo a quadrante asciutto per acqua a 90 °C e da 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>unità elettronica EVO:</w:t>
            </w:r>
            <w:r w:rsidR="000A3748" w:rsidRPr="00F049B5">
              <w:rPr>
                <w:rFonts w:ascii="Poppins" w:hAnsi="Poppins" w:cs="Poppins"/>
                <w:bCs/>
                <w:color w:val="000000" w:themeColor="text1"/>
              </w:rPr>
              <w:t xml:space="preserve"> completa di sonde di temperatura</w:t>
            </w:r>
            <w:r w:rsidR="000A3748" w:rsidRPr="00F049B5">
              <w:rPr>
                <w:rFonts w:ascii="Poppins" w:hAnsi="Poppins" w:cs="Poppins"/>
                <w:color w:val="000000" w:themeColor="text1"/>
              </w:rPr>
              <w:t>, per il calcolo dei consumi di energia termica in regime di riscaldamento e raffrescamento.</w:t>
            </w:r>
          </w:p>
          <w:p w14:paraId="0C6A6B0D" w14:textId="197A3722" w:rsidR="000A3748" w:rsidRPr="00F049B5" w:rsidRDefault="000A3748" w:rsidP="000A3748">
            <w:pPr>
              <w:pStyle w:val="Testocommento"/>
              <w:jc w:val="both"/>
              <w:rPr>
                <w:rFonts w:ascii="Poppins" w:hAnsi="Poppins" w:cs="Poppins"/>
                <w:color w:val="000000" w:themeColor="text1"/>
              </w:rPr>
            </w:pPr>
            <w:r w:rsidRPr="00F049B5">
              <w:rPr>
                <w:rFonts w:ascii="Poppins" w:hAnsi="Poppins" w:cs="Poppins"/>
                <w:color w:val="000000" w:themeColor="text1"/>
              </w:rPr>
              <w:t>Configurato per installazione</w:t>
            </w:r>
            <w:r w:rsidR="00AC3B66" w:rsidRPr="00F049B5">
              <w:rPr>
                <w:rFonts w:ascii="Poppins" w:hAnsi="Poppins" w:cs="Poppins"/>
                <w:color w:val="000000" w:themeColor="text1"/>
              </w:rPr>
              <w:t xml:space="preserve"> verticale ascendente</w:t>
            </w:r>
            <w:r w:rsidRPr="00F049B5">
              <w:rPr>
                <w:rFonts w:ascii="Poppins" w:hAnsi="Poppins" w:cs="Poppins"/>
                <w:color w:val="000000" w:themeColor="text1"/>
              </w:rPr>
              <w:t xml:space="preserve"> sul ritorno con possibilità di installazione sulla mandata.</w:t>
            </w:r>
          </w:p>
          <w:p w14:paraId="699988A5" w14:textId="6204D2E5" w:rsidR="000A3748" w:rsidRPr="00F049B5" w:rsidRDefault="000A3748" w:rsidP="000A3748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color w:val="000000" w:themeColor="text1"/>
              </w:rPr>
              <w:t>Trasmissione dati tramite protocollo M</w:t>
            </w:r>
            <w:r w:rsidR="00856252">
              <w:rPr>
                <w:rFonts w:ascii="Poppins" w:hAnsi="Poppins" w:cs="Poppins"/>
                <w:color w:val="000000" w:themeColor="text1"/>
              </w:rPr>
              <w:t>-</w:t>
            </w:r>
            <w:r w:rsidRPr="00F049B5">
              <w:rPr>
                <w:rFonts w:ascii="Poppins" w:hAnsi="Poppins" w:cs="Poppins"/>
                <w:color w:val="000000" w:themeColor="text1"/>
              </w:rPr>
              <w:t>Bus.</w:t>
            </w:r>
          </w:p>
          <w:p w14:paraId="421C0140" w14:textId="77777777" w:rsidR="000A3748" w:rsidRPr="00F049B5" w:rsidRDefault="000A3748" w:rsidP="000A3748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</w:p>
          <w:p w14:paraId="4768CFE3" w14:textId="77777777" w:rsidR="000A3748" w:rsidRPr="00F049B5" w:rsidRDefault="000A3748" w:rsidP="000A3748">
            <w:pPr>
              <w:pStyle w:val="Testocommento"/>
              <w:jc w:val="both"/>
              <w:rPr>
                <w:rFonts w:ascii="Poppins" w:hAnsi="Poppins" w:cs="Poppins"/>
                <w:b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/>
                <w:bCs/>
                <w:color w:val="000000" w:themeColor="text1"/>
              </w:rPr>
              <w:t>Dati tecnici misuratore di portata:</w:t>
            </w:r>
          </w:p>
          <w:p w14:paraId="1AFC16ED" w14:textId="47FE9ABE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 xml:space="preserve">Portata nominale: 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>,5 m</w:t>
            </w:r>
            <w:r w:rsidR="00EE2606" w:rsidRPr="00EC0509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>/h</w:t>
            </w:r>
          </w:p>
          <w:p w14:paraId="5408454F" w14:textId="77777777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>Portata minima: 70 l/h</w:t>
            </w:r>
          </w:p>
          <w:p w14:paraId="5C57BEEA" w14:textId="01B32FEA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>Portata massima: 7 m</w:t>
            </w:r>
            <w:r w:rsidR="00EE2606" w:rsidRPr="00EC0509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>/h</w:t>
            </w:r>
          </w:p>
          <w:p w14:paraId="2D440155" w14:textId="77777777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>Temperatura massima di esercizio: 90 °C</w:t>
            </w:r>
          </w:p>
          <w:p w14:paraId="24F3EA0E" w14:textId="77777777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>Pressione di esercizio: 16 bar</w:t>
            </w:r>
          </w:p>
          <w:p w14:paraId="3C66DC33" w14:textId="77777777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>Altezza senza bocchettoni:150 mm</w:t>
            </w:r>
          </w:p>
          <w:p w14:paraId="511A6472" w14:textId="77777777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>Impulsi: 10 l/imp</w:t>
            </w:r>
          </w:p>
          <w:p w14:paraId="7C8C5409" w14:textId="62235DA5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>Attacchi: 1”1/</w:t>
            </w:r>
            <w:r w:rsidR="00AC3B66" w:rsidRPr="00F049B5">
              <w:rPr>
                <w:rFonts w:ascii="Poppins" w:hAnsi="Poppins" w:cs="Poppins"/>
                <w:bCs/>
                <w:color w:val="000000" w:themeColor="text1"/>
              </w:rPr>
              <w:t>4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 xml:space="preserve"> maschio</w:t>
            </w:r>
          </w:p>
          <w:p w14:paraId="2E80C951" w14:textId="77777777" w:rsidR="000A3748" w:rsidRPr="00F049B5" w:rsidRDefault="000A3748" w:rsidP="000A3748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</w:p>
          <w:p w14:paraId="1DB7FF92" w14:textId="2461063D" w:rsidR="000A3748" w:rsidRPr="00F049B5" w:rsidRDefault="000A3748" w:rsidP="000A3748">
            <w:pPr>
              <w:pStyle w:val="Testocommento"/>
              <w:jc w:val="both"/>
              <w:rPr>
                <w:rFonts w:ascii="Poppins" w:hAnsi="Poppins" w:cs="Poppins"/>
                <w:b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/>
                <w:bCs/>
                <w:color w:val="000000" w:themeColor="text1"/>
              </w:rPr>
              <w:t xml:space="preserve">Dati tecnici </w:t>
            </w:r>
            <w:r w:rsidR="003A147D" w:rsidRPr="00F049B5">
              <w:rPr>
                <w:rFonts w:ascii="Poppins" w:hAnsi="Poppins" w:cs="Poppins"/>
                <w:b/>
                <w:bCs/>
                <w:color w:val="000000" w:themeColor="text1"/>
              </w:rPr>
              <w:t>unità elettronica EVO:</w:t>
            </w:r>
          </w:p>
          <w:p w14:paraId="36D44108" w14:textId="77777777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>Range di temperatura: 1÷150 °C</w:t>
            </w:r>
          </w:p>
          <w:p w14:paraId="07CFA434" w14:textId="44E5CB59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 xml:space="preserve">Range differenza di temperatura in riscaldamento: 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sym w:font="Symbol" w:char="F0B8"/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>100 K</w:t>
            </w:r>
          </w:p>
          <w:p w14:paraId="43DB1FA1" w14:textId="1F43F938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 xml:space="preserve">Range differenza di temperatura in raffrescamento: </w:t>
            </w:r>
            <w:r w:rsidR="00856252">
              <w:rPr>
                <w:rFonts w:ascii="Poppins" w:hAnsi="Poppins" w:cs="Poppins"/>
                <w:bCs/>
                <w:color w:val="000000" w:themeColor="text1"/>
              </w:rPr>
              <w:t>-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sym w:font="Symbol" w:char="F0B8"/>
            </w:r>
            <w:r w:rsidR="00856252">
              <w:rPr>
                <w:rFonts w:ascii="Poppins" w:hAnsi="Poppins" w:cs="Poppins"/>
                <w:bCs/>
                <w:color w:val="000000" w:themeColor="text1"/>
              </w:rPr>
              <w:t>-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>50 K</w:t>
            </w:r>
          </w:p>
          <w:p w14:paraId="48593AEE" w14:textId="77777777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>Temperatura ambiente: 0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sym w:font="Symbol" w:char="F0B8"/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>55 °C</w:t>
            </w:r>
          </w:p>
          <w:p w14:paraId="22369554" w14:textId="77777777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>Impulsi: 10 l/imp</w:t>
            </w:r>
          </w:p>
          <w:p w14:paraId="230B7B54" w14:textId="189DC17E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>Interfacce: ottica, M</w:t>
            </w:r>
            <w:r w:rsidR="00856252">
              <w:rPr>
                <w:rFonts w:ascii="Poppins" w:hAnsi="Poppins" w:cs="Poppins"/>
                <w:bCs/>
                <w:color w:val="000000" w:themeColor="text1"/>
              </w:rPr>
              <w:t>-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>Bus</w:t>
            </w:r>
          </w:p>
          <w:p w14:paraId="0A8707C1" w14:textId="77777777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>Display: LCD a 8 cifre + caratteri speciali</w:t>
            </w:r>
          </w:p>
          <w:p w14:paraId="79414077" w14:textId="3276E7DE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 xml:space="preserve">Alimentazione: batteria 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 xml:space="preserve">,6 V al litio, durata massima stimata, non garantita, 6 anni (la durata della batteria è influenzata dalle condizioni di installazione e di utilizzo). La batteria è garantita 2 anni dalla data di vendita. Batteria </w:t>
            </w:r>
            <w:r w:rsidR="00AC3B66" w:rsidRPr="00F049B5">
              <w:rPr>
                <w:rFonts w:ascii="Poppins" w:hAnsi="Poppins" w:cs="Poppins"/>
                <w:bCs/>
                <w:color w:val="000000" w:themeColor="text1"/>
              </w:rPr>
              <w:t>s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>ostituibile</w:t>
            </w:r>
            <w:r w:rsidR="00AC3B66" w:rsidRPr="00F049B5">
              <w:rPr>
                <w:rFonts w:ascii="Poppins" w:hAnsi="Poppins" w:cs="Poppins"/>
                <w:bCs/>
                <w:color w:val="000000" w:themeColor="text1"/>
              </w:rPr>
              <w:t>.</w:t>
            </w:r>
          </w:p>
          <w:p w14:paraId="57530EC3" w14:textId="2ADFB9DD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>Dimensioni: 150 x 1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 xml:space="preserve">0 x 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>5 mm</w:t>
            </w:r>
          </w:p>
          <w:p w14:paraId="286A40A8" w14:textId="77777777" w:rsidR="000A3748" w:rsidRPr="00F049B5" w:rsidRDefault="000A3748" w:rsidP="000A3748">
            <w:pPr>
              <w:pStyle w:val="Testocommento"/>
              <w:ind w:left="420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</w:p>
          <w:p w14:paraId="2008618F" w14:textId="29BBEAA0" w:rsidR="000A3748" w:rsidRPr="00F049B5" w:rsidRDefault="000A3748" w:rsidP="000A3748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/>
                <w:bCs/>
                <w:color w:val="000000" w:themeColor="text1"/>
              </w:rPr>
              <w:lastRenderedPageBreak/>
              <w:t xml:space="preserve">Marca </w:t>
            </w:r>
            <w:r w:rsidR="00C04156">
              <w:rPr>
                <w:rFonts w:ascii="Poppins" w:hAnsi="Poppins" w:cs="Poppins"/>
                <w:b/>
                <w:bCs/>
                <w:color w:val="000000" w:themeColor="text1"/>
              </w:rPr>
              <w:t>Emmeti</w:t>
            </w:r>
            <w:r w:rsidRPr="00F049B5">
              <w:rPr>
                <w:rFonts w:ascii="Poppins" w:hAnsi="Poppins" w:cs="Poppins"/>
                <w:b/>
                <w:bCs/>
                <w:color w:val="000000" w:themeColor="text1"/>
              </w:rPr>
              <w:t xml:space="preserve"> – Modello </w:t>
            </w:r>
            <w:r w:rsidR="003A147D" w:rsidRPr="00F049B5">
              <w:rPr>
                <w:rFonts w:ascii="Poppins" w:hAnsi="Poppins" w:cs="Poppins"/>
                <w:b/>
                <w:bCs/>
                <w:color w:val="000000" w:themeColor="text1"/>
              </w:rPr>
              <w:t xml:space="preserve">Misuratore di energia EVO </w:t>
            </w:r>
            <w:r w:rsidRPr="00F049B5">
              <w:rPr>
                <w:rFonts w:ascii="Poppins" w:hAnsi="Poppins" w:cs="Poppins"/>
                <w:b/>
                <w:bCs/>
                <w:color w:val="000000" w:themeColor="text1"/>
              </w:rPr>
              <w:t>caldo/freddo per alte portate con attacco filettato e trasmissione dati DN 25 verticale ascendente o equivalente.</w:t>
            </w:r>
          </w:p>
        </w:tc>
      </w:tr>
      <w:tr w:rsidR="000A3748" w:rsidRPr="00013A5B" w14:paraId="15BE6929" w14:textId="77777777" w:rsidTr="00A16FCA">
        <w:tc>
          <w:tcPr>
            <w:tcW w:w="1398" w:type="dxa"/>
          </w:tcPr>
          <w:p w14:paraId="119B0828" w14:textId="44D519D8" w:rsidR="000A3748" w:rsidRPr="00F049B5" w:rsidRDefault="000A3748" w:rsidP="000A3748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>02709674</w:t>
            </w:r>
          </w:p>
        </w:tc>
        <w:tc>
          <w:tcPr>
            <w:tcW w:w="2297" w:type="dxa"/>
          </w:tcPr>
          <w:p w14:paraId="3E4D460A" w14:textId="30482691" w:rsidR="000A3748" w:rsidRPr="00F049B5" w:rsidRDefault="003A147D" w:rsidP="000A3748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 xml:space="preserve">Misuratore di energia EVO </w:t>
            </w:r>
          </w:p>
          <w:p w14:paraId="3584CDEB" w14:textId="77777777" w:rsidR="000A3748" w:rsidRPr="00F049B5" w:rsidRDefault="000A3748" w:rsidP="000A3748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>caldo/freddo</w:t>
            </w:r>
          </w:p>
          <w:p w14:paraId="42DC7382" w14:textId="77777777" w:rsidR="000A3748" w:rsidRPr="00F049B5" w:rsidRDefault="000A3748" w:rsidP="000A3748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>per alte portate</w:t>
            </w:r>
          </w:p>
          <w:p w14:paraId="1E48127A" w14:textId="77777777" w:rsidR="000A3748" w:rsidRPr="00F049B5" w:rsidRDefault="000A3748" w:rsidP="000A3748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>con attacco</w:t>
            </w:r>
          </w:p>
          <w:p w14:paraId="4DF99A67" w14:textId="77777777" w:rsidR="000A3748" w:rsidRPr="00F049B5" w:rsidRDefault="000A3748" w:rsidP="000A3748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>filettato</w:t>
            </w:r>
          </w:p>
          <w:p w14:paraId="7BA53137" w14:textId="77777777" w:rsidR="000A3748" w:rsidRPr="00F049B5" w:rsidRDefault="000A3748" w:rsidP="000A3748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>e trasmissione dati</w:t>
            </w:r>
          </w:p>
          <w:p w14:paraId="0B5DF5FB" w14:textId="270ED61D" w:rsidR="000A3748" w:rsidRPr="00F049B5" w:rsidRDefault="000A3748" w:rsidP="000A3748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 xml:space="preserve">DN </w:t>
            </w:r>
            <w:r w:rsidR="00EE2606">
              <w:rPr>
                <w:rFonts w:ascii="Poppins" w:hAnsi="Poppins" w:cs="Poppins"/>
                <w:bCs/>
                <w:color w:val="000000" w:themeColor="text1"/>
                <w:sz w:val="20"/>
              </w:rPr>
              <w:t>3</w:t>
            </w: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 xml:space="preserve">2 </w:t>
            </w:r>
          </w:p>
          <w:p w14:paraId="039492AB" w14:textId="2EB26059" w:rsidR="000A3748" w:rsidRPr="00F049B5" w:rsidRDefault="000A3748" w:rsidP="000A3748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>verticale ascendente</w:t>
            </w:r>
          </w:p>
        </w:tc>
        <w:tc>
          <w:tcPr>
            <w:tcW w:w="5803" w:type="dxa"/>
          </w:tcPr>
          <w:p w14:paraId="0C26F8B9" w14:textId="430C0B58" w:rsidR="000A3748" w:rsidRPr="00F049B5" w:rsidRDefault="003A147D" w:rsidP="000A3748">
            <w:pPr>
              <w:pStyle w:val="Testocommento"/>
              <w:jc w:val="both"/>
              <w:rPr>
                <w:rFonts w:ascii="Poppins" w:hAnsi="Poppins" w:cs="Poppins"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 xml:space="preserve">Misuratore di energia EVO </w:t>
            </w:r>
            <w:r w:rsidR="000A3748" w:rsidRPr="00F049B5">
              <w:rPr>
                <w:rFonts w:ascii="Poppins" w:hAnsi="Poppins" w:cs="Poppins"/>
                <w:bCs/>
                <w:color w:val="000000" w:themeColor="text1"/>
              </w:rPr>
              <w:t>con contatore a getto multiplo a trasmissione magnetica, certificato in conformità al Dlgs n° 84 del 19/05/2016 (attuazione della direttiva europea MID 2014/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="000A3748" w:rsidRPr="00F049B5">
              <w:rPr>
                <w:rFonts w:ascii="Poppins" w:hAnsi="Poppins" w:cs="Poppins"/>
                <w:bCs/>
                <w:color w:val="000000" w:themeColor="text1"/>
              </w:rPr>
              <w:t xml:space="preserve">2/EU) costituito da contatore volumetrico a getto multiplo a quadrante asciutto per acqua a 90 °C e da 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>unità elettronica EVO:</w:t>
            </w:r>
            <w:r w:rsidR="000A3748" w:rsidRPr="00F049B5">
              <w:rPr>
                <w:rFonts w:ascii="Poppins" w:hAnsi="Poppins" w:cs="Poppins"/>
                <w:bCs/>
                <w:color w:val="000000" w:themeColor="text1"/>
              </w:rPr>
              <w:t xml:space="preserve"> completa di sonde di temperatura</w:t>
            </w:r>
            <w:r w:rsidR="000A3748" w:rsidRPr="00F049B5">
              <w:rPr>
                <w:rFonts w:ascii="Poppins" w:hAnsi="Poppins" w:cs="Poppins"/>
                <w:color w:val="000000" w:themeColor="text1"/>
              </w:rPr>
              <w:t>, per il calcolo dei consumi di energia termica in regime di riscaldamento e raffrescamento.</w:t>
            </w:r>
          </w:p>
          <w:p w14:paraId="164ADEBF" w14:textId="77777777" w:rsidR="00AC3B66" w:rsidRPr="00F049B5" w:rsidRDefault="00AC3B66" w:rsidP="00AC3B66">
            <w:pPr>
              <w:pStyle w:val="Testocommento"/>
              <w:jc w:val="both"/>
              <w:rPr>
                <w:rFonts w:ascii="Poppins" w:hAnsi="Poppins" w:cs="Poppins"/>
                <w:color w:val="000000" w:themeColor="text1"/>
              </w:rPr>
            </w:pPr>
            <w:r w:rsidRPr="00F049B5">
              <w:rPr>
                <w:rFonts w:ascii="Poppins" w:hAnsi="Poppins" w:cs="Poppins"/>
                <w:color w:val="000000" w:themeColor="text1"/>
              </w:rPr>
              <w:t>Configurato per installazione verticale ascendente sul ritorno con possibilità di installazione sulla mandata.</w:t>
            </w:r>
          </w:p>
          <w:p w14:paraId="502D43A4" w14:textId="740664E1" w:rsidR="000A3748" w:rsidRPr="00F049B5" w:rsidRDefault="000A3748" w:rsidP="000A3748">
            <w:pPr>
              <w:pStyle w:val="Testocommento"/>
              <w:jc w:val="both"/>
              <w:rPr>
                <w:rFonts w:ascii="Poppins" w:hAnsi="Poppins" w:cs="Poppins"/>
                <w:color w:val="000000" w:themeColor="text1"/>
              </w:rPr>
            </w:pPr>
            <w:r w:rsidRPr="00F049B5">
              <w:rPr>
                <w:rFonts w:ascii="Poppins" w:hAnsi="Poppins" w:cs="Poppins"/>
                <w:color w:val="000000" w:themeColor="text1"/>
              </w:rPr>
              <w:t>Trasmissione dati tramite protocollo M</w:t>
            </w:r>
            <w:r w:rsidR="00856252">
              <w:rPr>
                <w:rFonts w:ascii="Poppins" w:hAnsi="Poppins" w:cs="Poppins"/>
                <w:color w:val="000000" w:themeColor="text1"/>
              </w:rPr>
              <w:t>-</w:t>
            </w:r>
            <w:r w:rsidRPr="00F049B5">
              <w:rPr>
                <w:rFonts w:ascii="Poppins" w:hAnsi="Poppins" w:cs="Poppins"/>
                <w:color w:val="000000" w:themeColor="text1"/>
              </w:rPr>
              <w:t>Bus.</w:t>
            </w:r>
          </w:p>
          <w:p w14:paraId="7388DCFE" w14:textId="77777777" w:rsidR="000A3748" w:rsidRPr="00F049B5" w:rsidRDefault="000A3748" w:rsidP="000A3748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</w:p>
          <w:p w14:paraId="6492E41F" w14:textId="77777777" w:rsidR="000A3748" w:rsidRPr="00F049B5" w:rsidRDefault="000A3748" w:rsidP="000A3748">
            <w:pPr>
              <w:pStyle w:val="Testocommento"/>
              <w:jc w:val="both"/>
              <w:rPr>
                <w:rFonts w:ascii="Poppins" w:hAnsi="Poppins" w:cs="Poppins"/>
                <w:b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/>
                <w:bCs/>
                <w:color w:val="000000" w:themeColor="text1"/>
              </w:rPr>
              <w:t>Dati tecnici misuratore di portata:</w:t>
            </w:r>
          </w:p>
          <w:p w14:paraId="7246702C" w14:textId="0FCCB064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>Portata nominale: 6,0 m</w:t>
            </w:r>
            <w:r w:rsidR="00EE2606" w:rsidRPr="00EC0509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>/h</w:t>
            </w:r>
          </w:p>
          <w:p w14:paraId="134A2BF1" w14:textId="77777777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>Portata minima: 120 l/h</w:t>
            </w:r>
          </w:p>
          <w:p w14:paraId="1F847C04" w14:textId="659B365A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>Portata massima: 12 m</w:t>
            </w:r>
            <w:r w:rsidR="00EE2606" w:rsidRPr="00EC0509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>/h</w:t>
            </w:r>
          </w:p>
          <w:p w14:paraId="38967986" w14:textId="77777777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>Temperatura massima di esercizio: 90 °C</w:t>
            </w:r>
          </w:p>
          <w:p w14:paraId="7FC0DBDF" w14:textId="77777777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>Pressione di esercizio: 16 bar</w:t>
            </w:r>
          </w:p>
          <w:p w14:paraId="24C0042E" w14:textId="77777777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>Altezza senza bocchettoni: 150 mm</w:t>
            </w:r>
          </w:p>
          <w:p w14:paraId="756D3073" w14:textId="77777777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>Impulsi: 10 l/imp</w:t>
            </w:r>
          </w:p>
          <w:p w14:paraId="78E8A083" w14:textId="77777777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>Attacchi: 1”1/2 maschio</w:t>
            </w:r>
          </w:p>
          <w:p w14:paraId="0F62C1CC" w14:textId="77777777" w:rsidR="000A3748" w:rsidRPr="00F049B5" w:rsidRDefault="000A3748" w:rsidP="000A3748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</w:p>
          <w:p w14:paraId="5AB15A7E" w14:textId="5EE16A1F" w:rsidR="000A3748" w:rsidRPr="00F049B5" w:rsidRDefault="000A3748" w:rsidP="000A3748">
            <w:pPr>
              <w:pStyle w:val="Testocommento"/>
              <w:jc w:val="both"/>
              <w:rPr>
                <w:rFonts w:ascii="Poppins" w:hAnsi="Poppins" w:cs="Poppins"/>
                <w:b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/>
                <w:bCs/>
                <w:color w:val="000000" w:themeColor="text1"/>
              </w:rPr>
              <w:t xml:space="preserve">Dati tecnici </w:t>
            </w:r>
            <w:r w:rsidR="003A147D" w:rsidRPr="00F049B5">
              <w:rPr>
                <w:rFonts w:ascii="Poppins" w:hAnsi="Poppins" w:cs="Poppins"/>
                <w:b/>
                <w:bCs/>
                <w:color w:val="000000" w:themeColor="text1"/>
              </w:rPr>
              <w:t>unità elettronica EVO:</w:t>
            </w:r>
          </w:p>
          <w:p w14:paraId="60E97421" w14:textId="77777777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>Range di temperatura: 1÷150 °C</w:t>
            </w:r>
          </w:p>
          <w:p w14:paraId="77190674" w14:textId="0637662B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 xml:space="preserve">Range differenza di temperatura in riscaldamento: 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sym w:font="Symbol" w:char="F0B8"/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>100 K</w:t>
            </w:r>
          </w:p>
          <w:p w14:paraId="161982A2" w14:textId="59000F3E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 xml:space="preserve">Range differenza di temperatura in raffrescamento: </w:t>
            </w:r>
            <w:r w:rsidR="00856252">
              <w:rPr>
                <w:rFonts w:ascii="Poppins" w:hAnsi="Poppins" w:cs="Poppins"/>
                <w:bCs/>
                <w:color w:val="000000" w:themeColor="text1"/>
              </w:rPr>
              <w:t>-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sym w:font="Symbol" w:char="F0B8"/>
            </w:r>
            <w:r w:rsidR="00856252">
              <w:rPr>
                <w:rFonts w:ascii="Poppins" w:hAnsi="Poppins" w:cs="Poppins"/>
                <w:bCs/>
                <w:color w:val="000000" w:themeColor="text1"/>
              </w:rPr>
              <w:t>-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>50 K</w:t>
            </w:r>
          </w:p>
          <w:p w14:paraId="6BB5494E" w14:textId="77777777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>Temperatura ambiente: 0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sym w:font="Symbol" w:char="F0B8"/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>55 °C</w:t>
            </w:r>
          </w:p>
          <w:p w14:paraId="24CA27FA" w14:textId="77777777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>Impulsi: 10 l/imp</w:t>
            </w:r>
          </w:p>
          <w:p w14:paraId="7A6C785C" w14:textId="5ADE6276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>Interfacce: ottica, M</w:t>
            </w:r>
            <w:r w:rsidR="00856252">
              <w:rPr>
                <w:rFonts w:ascii="Poppins" w:hAnsi="Poppins" w:cs="Poppins"/>
                <w:bCs/>
                <w:color w:val="000000" w:themeColor="text1"/>
              </w:rPr>
              <w:t>-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>Bus</w:t>
            </w:r>
          </w:p>
          <w:p w14:paraId="2E5259C2" w14:textId="77777777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>Display: LCD a 8 cifre + caratteri speciali</w:t>
            </w:r>
          </w:p>
          <w:p w14:paraId="284A3687" w14:textId="6457FEFE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 xml:space="preserve">Alimentazione: batteria 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 xml:space="preserve">,6 V al litio, durata massima stimata, non garantita, 6 anni (la durata della batteria è influenzata dalle condizioni di 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lastRenderedPageBreak/>
              <w:t>installazione e di utilizzo). La batteria è garantita 2 anni dalla data di vendita. Batteria sostituibile</w:t>
            </w:r>
          </w:p>
          <w:p w14:paraId="421AA4B9" w14:textId="7475D924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>Dimensioni: 150 x 1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 xml:space="preserve">0 x 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>5 mm</w:t>
            </w:r>
          </w:p>
          <w:p w14:paraId="132E1238" w14:textId="77777777" w:rsidR="000A3748" w:rsidRPr="00F049B5" w:rsidRDefault="000A3748" w:rsidP="000A3748">
            <w:pPr>
              <w:pStyle w:val="Testocommento"/>
              <w:ind w:left="420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</w:p>
          <w:p w14:paraId="75CB5D12" w14:textId="0407F357" w:rsidR="000A3748" w:rsidRPr="00F049B5" w:rsidRDefault="000A3748" w:rsidP="000A3748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/>
                <w:bCs/>
                <w:color w:val="000000" w:themeColor="text1"/>
              </w:rPr>
              <w:t xml:space="preserve">Marca </w:t>
            </w:r>
            <w:r w:rsidR="00C04156">
              <w:rPr>
                <w:rFonts w:ascii="Poppins" w:hAnsi="Poppins" w:cs="Poppins"/>
                <w:b/>
                <w:bCs/>
                <w:color w:val="000000" w:themeColor="text1"/>
              </w:rPr>
              <w:t>Emmeti</w:t>
            </w:r>
            <w:r w:rsidRPr="00F049B5">
              <w:rPr>
                <w:rFonts w:ascii="Poppins" w:hAnsi="Poppins" w:cs="Poppins"/>
                <w:b/>
                <w:bCs/>
                <w:color w:val="000000" w:themeColor="text1"/>
              </w:rPr>
              <w:t xml:space="preserve"> – Modello </w:t>
            </w:r>
            <w:r w:rsidR="003A147D" w:rsidRPr="00F049B5">
              <w:rPr>
                <w:rFonts w:ascii="Poppins" w:hAnsi="Poppins" w:cs="Poppins"/>
                <w:b/>
                <w:bCs/>
                <w:color w:val="000000" w:themeColor="text1"/>
              </w:rPr>
              <w:t xml:space="preserve">Misuratore di energia EVO </w:t>
            </w:r>
            <w:r w:rsidRPr="00F049B5">
              <w:rPr>
                <w:rFonts w:ascii="Poppins" w:hAnsi="Poppins" w:cs="Poppins"/>
                <w:b/>
                <w:bCs/>
                <w:color w:val="000000" w:themeColor="text1"/>
              </w:rPr>
              <w:t xml:space="preserve">caldo/freddo per alte portate con attacco filettato e trasmissione dati DN </w:t>
            </w:r>
            <w:r w:rsidR="00EE2606">
              <w:rPr>
                <w:rFonts w:ascii="Poppins" w:hAnsi="Poppins" w:cs="Poppins"/>
                <w:b/>
                <w:bCs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b/>
                <w:bCs/>
                <w:color w:val="000000" w:themeColor="text1"/>
              </w:rPr>
              <w:t>2 verticale ascendente o equivalente.</w:t>
            </w:r>
          </w:p>
        </w:tc>
      </w:tr>
      <w:tr w:rsidR="000A3748" w:rsidRPr="00013A5B" w14:paraId="049A3762" w14:textId="77777777" w:rsidTr="00A16FCA">
        <w:tc>
          <w:tcPr>
            <w:tcW w:w="1398" w:type="dxa"/>
          </w:tcPr>
          <w:p w14:paraId="7ADE4332" w14:textId="2B4B50BE" w:rsidR="000A3748" w:rsidRPr="00F049B5" w:rsidRDefault="000A3748" w:rsidP="000A3748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>02709678</w:t>
            </w:r>
          </w:p>
        </w:tc>
        <w:tc>
          <w:tcPr>
            <w:tcW w:w="2297" w:type="dxa"/>
          </w:tcPr>
          <w:p w14:paraId="03654DF6" w14:textId="723A98E1" w:rsidR="000A3748" w:rsidRPr="00F049B5" w:rsidRDefault="003A147D" w:rsidP="000A3748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 xml:space="preserve">Misuratore di energia EVO </w:t>
            </w:r>
          </w:p>
          <w:p w14:paraId="606C8E0A" w14:textId="77777777" w:rsidR="000A3748" w:rsidRPr="00F049B5" w:rsidRDefault="000A3748" w:rsidP="000A3748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>caldo/freddo</w:t>
            </w:r>
          </w:p>
          <w:p w14:paraId="3F91EDE6" w14:textId="77777777" w:rsidR="000A3748" w:rsidRPr="00F049B5" w:rsidRDefault="000A3748" w:rsidP="000A3748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>per alte portate</w:t>
            </w:r>
          </w:p>
          <w:p w14:paraId="5C606958" w14:textId="77777777" w:rsidR="000A3748" w:rsidRPr="00F049B5" w:rsidRDefault="000A3748" w:rsidP="000A3748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>con attacco</w:t>
            </w:r>
          </w:p>
          <w:p w14:paraId="79B6382C" w14:textId="77777777" w:rsidR="000A3748" w:rsidRPr="00F049B5" w:rsidRDefault="000A3748" w:rsidP="000A3748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>filettato</w:t>
            </w:r>
          </w:p>
          <w:p w14:paraId="5E95DCB4" w14:textId="77777777" w:rsidR="000A3748" w:rsidRPr="00F049B5" w:rsidRDefault="000A3748" w:rsidP="000A3748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>e trasmissione dati</w:t>
            </w:r>
          </w:p>
          <w:p w14:paraId="3640D4CF" w14:textId="77777777" w:rsidR="000A3748" w:rsidRPr="00F049B5" w:rsidRDefault="000A3748" w:rsidP="000A3748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 xml:space="preserve">DN 40 </w:t>
            </w:r>
          </w:p>
          <w:p w14:paraId="3BC4CD5A" w14:textId="7030E6DB" w:rsidR="000A3748" w:rsidRPr="00F049B5" w:rsidRDefault="000A3748" w:rsidP="000A3748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>verticale ascendente</w:t>
            </w:r>
          </w:p>
        </w:tc>
        <w:tc>
          <w:tcPr>
            <w:tcW w:w="5803" w:type="dxa"/>
          </w:tcPr>
          <w:p w14:paraId="1F1561B6" w14:textId="1947E062" w:rsidR="000A3748" w:rsidRPr="00F049B5" w:rsidRDefault="003A147D" w:rsidP="000A3748">
            <w:pPr>
              <w:pStyle w:val="Testocommento"/>
              <w:jc w:val="both"/>
              <w:rPr>
                <w:rFonts w:ascii="Poppins" w:hAnsi="Poppins" w:cs="Poppins"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 xml:space="preserve">Misuratore di energia EVO </w:t>
            </w:r>
            <w:r w:rsidR="000A3748" w:rsidRPr="00F049B5">
              <w:rPr>
                <w:rFonts w:ascii="Poppins" w:hAnsi="Poppins" w:cs="Poppins"/>
                <w:bCs/>
                <w:color w:val="000000" w:themeColor="text1"/>
              </w:rPr>
              <w:t>con contatore a getto multiplo a trasmissione magnetica, certificato in conformità al Dlgs n° 84 del 19/05/2016 (attuazione della direttiva europea MID 2014/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="000A3748" w:rsidRPr="00F049B5">
              <w:rPr>
                <w:rFonts w:ascii="Poppins" w:hAnsi="Poppins" w:cs="Poppins"/>
                <w:bCs/>
                <w:color w:val="000000" w:themeColor="text1"/>
              </w:rPr>
              <w:t xml:space="preserve">2/EU) costituito da contatore volumetrico a getto multiplo a quadrante asciutto per acqua a 90 °C e da 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>unità elettronica EVO:</w:t>
            </w:r>
            <w:r w:rsidR="000A3748" w:rsidRPr="00F049B5">
              <w:rPr>
                <w:rFonts w:ascii="Poppins" w:hAnsi="Poppins" w:cs="Poppins"/>
                <w:bCs/>
                <w:color w:val="000000" w:themeColor="text1"/>
              </w:rPr>
              <w:t xml:space="preserve"> completa di sonde di temperatura</w:t>
            </w:r>
            <w:r w:rsidR="000A3748" w:rsidRPr="00F049B5">
              <w:rPr>
                <w:rFonts w:ascii="Poppins" w:hAnsi="Poppins" w:cs="Poppins"/>
                <w:color w:val="000000" w:themeColor="text1"/>
              </w:rPr>
              <w:t>, per il calcolo dei consumi di energia termica in regime di riscaldamento e raffrescamento.</w:t>
            </w:r>
          </w:p>
          <w:p w14:paraId="12524A3A" w14:textId="77777777" w:rsidR="000A3748" w:rsidRPr="00F049B5" w:rsidRDefault="000A3748" w:rsidP="000A3748">
            <w:pPr>
              <w:pStyle w:val="Testocommento"/>
              <w:jc w:val="both"/>
              <w:rPr>
                <w:rFonts w:ascii="Poppins" w:hAnsi="Poppins" w:cs="Poppins"/>
                <w:color w:val="000000" w:themeColor="text1"/>
              </w:rPr>
            </w:pPr>
            <w:r w:rsidRPr="00F049B5">
              <w:rPr>
                <w:rFonts w:ascii="Poppins" w:hAnsi="Poppins" w:cs="Poppins"/>
                <w:color w:val="000000" w:themeColor="text1"/>
              </w:rPr>
              <w:t>Configurato per installazione sul ritorno con possibilità di installazione sulla mandata.</w:t>
            </w:r>
          </w:p>
          <w:p w14:paraId="79F65501" w14:textId="24AEB10C" w:rsidR="000A3748" w:rsidRPr="00F049B5" w:rsidRDefault="000A3748" w:rsidP="000A3748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color w:val="000000" w:themeColor="text1"/>
              </w:rPr>
              <w:t>Trasmissione dati tramite protocollo M</w:t>
            </w:r>
            <w:r w:rsidR="00856252">
              <w:rPr>
                <w:rFonts w:ascii="Poppins" w:hAnsi="Poppins" w:cs="Poppins"/>
                <w:color w:val="000000" w:themeColor="text1"/>
              </w:rPr>
              <w:t>-</w:t>
            </w:r>
            <w:r w:rsidRPr="00F049B5">
              <w:rPr>
                <w:rFonts w:ascii="Poppins" w:hAnsi="Poppins" w:cs="Poppins"/>
                <w:color w:val="000000" w:themeColor="text1"/>
              </w:rPr>
              <w:t>Bus.</w:t>
            </w:r>
          </w:p>
          <w:p w14:paraId="7A280191" w14:textId="77777777" w:rsidR="000A3748" w:rsidRPr="00F049B5" w:rsidRDefault="000A3748" w:rsidP="000A3748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</w:p>
          <w:p w14:paraId="6BD121C4" w14:textId="77777777" w:rsidR="000A3748" w:rsidRPr="00F049B5" w:rsidRDefault="000A3748" w:rsidP="000A3748">
            <w:pPr>
              <w:pStyle w:val="Testocommento"/>
              <w:jc w:val="both"/>
              <w:rPr>
                <w:rFonts w:ascii="Poppins" w:hAnsi="Poppins" w:cs="Poppins"/>
                <w:b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/>
                <w:bCs/>
                <w:color w:val="000000" w:themeColor="text1"/>
              </w:rPr>
              <w:t>Dati tecnici misuratore di portata:</w:t>
            </w:r>
          </w:p>
          <w:p w14:paraId="5109536A" w14:textId="1160A6F6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>Portata nominale: 10,0 m</w:t>
            </w:r>
            <w:r w:rsidR="00EE2606" w:rsidRPr="00EC0509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>/h</w:t>
            </w:r>
          </w:p>
          <w:p w14:paraId="6DD1E30B" w14:textId="77777777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>Portata minima: 200 l/h</w:t>
            </w:r>
          </w:p>
          <w:p w14:paraId="28001F86" w14:textId="346E6E91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>Portata massima: 20 m</w:t>
            </w:r>
            <w:r w:rsidR="00EE2606" w:rsidRPr="00EC0509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>/h</w:t>
            </w:r>
          </w:p>
          <w:p w14:paraId="27C61B57" w14:textId="77777777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>Temperatura massima di esercizio: 90 °C</w:t>
            </w:r>
          </w:p>
          <w:p w14:paraId="7613B344" w14:textId="77777777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>Pressione di esercizio: 16 bar</w:t>
            </w:r>
          </w:p>
          <w:p w14:paraId="6CD12FA9" w14:textId="77777777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>Altezza senza bocchettoni: 200 mm</w:t>
            </w:r>
          </w:p>
          <w:p w14:paraId="301E5F41" w14:textId="77777777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>Impulsi: 10 l/imp</w:t>
            </w:r>
          </w:p>
          <w:p w14:paraId="18391A01" w14:textId="77777777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>Attacchi: 2” maschio</w:t>
            </w:r>
          </w:p>
          <w:p w14:paraId="61A76696" w14:textId="77777777" w:rsidR="000A3748" w:rsidRPr="00F049B5" w:rsidRDefault="000A3748" w:rsidP="000A3748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</w:p>
          <w:p w14:paraId="6E177A9B" w14:textId="0D162AFF" w:rsidR="000A3748" w:rsidRPr="00F049B5" w:rsidRDefault="000A3748" w:rsidP="000A3748">
            <w:pPr>
              <w:pStyle w:val="Testocommento"/>
              <w:jc w:val="both"/>
              <w:rPr>
                <w:rFonts w:ascii="Poppins" w:hAnsi="Poppins" w:cs="Poppins"/>
                <w:b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/>
                <w:bCs/>
                <w:color w:val="000000" w:themeColor="text1"/>
              </w:rPr>
              <w:t xml:space="preserve">Dati tecnici </w:t>
            </w:r>
            <w:r w:rsidR="003A147D" w:rsidRPr="00F049B5">
              <w:rPr>
                <w:rFonts w:ascii="Poppins" w:hAnsi="Poppins" w:cs="Poppins"/>
                <w:b/>
                <w:bCs/>
                <w:color w:val="000000" w:themeColor="text1"/>
              </w:rPr>
              <w:t>unità elettronica EVO:</w:t>
            </w:r>
          </w:p>
          <w:p w14:paraId="15C77EA7" w14:textId="77777777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>Range di temperatura: 1÷150 °C</w:t>
            </w:r>
          </w:p>
          <w:p w14:paraId="21528757" w14:textId="5D3F33DD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 xml:space="preserve">Range differenza di temperatura in riscaldamento: 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sym w:font="Symbol" w:char="F0B8"/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>100 K</w:t>
            </w:r>
          </w:p>
          <w:p w14:paraId="761ED0B2" w14:textId="6FE0538F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 xml:space="preserve">Range differenza di temperatura in raffrescamento: </w:t>
            </w:r>
            <w:r w:rsidR="00856252">
              <w:rPr>
                <w:rFonts w:ascii="Poppins" w:hAnsi="Poppins" w:cs="Poppins"/>
                <w:bCs/>
                <w:color w:val="000000" w:themeColor="text1"/>
              </w:rPr>
              <w:t>-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sym w:font="Symbol" w:char="F0B8"/>
            </w:r>
            <w:r w:rsidR="00856252">
              <w:rPr>
                <w:rFonts w:ascii="Poppins" w:hAnsi="Poppins" w:cs="Poppins"/>
                <w:bCs/>
                <w:color w:val="000000" w:themeColor="text1"/>
              </w:rPr>
              <w:t>-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>50 K</w:t>
            </w:r>
          </w:p>
          <w:p w14:paraId="1739306E" w14:textId="77777777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>Temperatura ambiente: 0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sym w:font="Symbol" w:char="F0B8"/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>55 °C</w:t>
            </w:r>
          </w:p>
          <w:p w14:paraId="0803B7DE" w14:textId="77777777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>Impulsi: 10 l/imp</w:t>
            </w:r>
          </w:p>
          <w:p w14:paraId="11B17334" w14:textId="7071179B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>Interfacce: ottica, M</w:t>
            </w:r>
            <w:r w:rsidR="00856252">
              <w:rPr>
                <w:rFonts w:ascii="Poppins" w:hAnsi="Poppins" w:cs="Poppins"/>
                <w:bCs/>
                <w:color w:val="000000" w:themeColor="text1"/>
              </w:rPr>
              <w:t>-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>Bus</w:t>
            </w:r>
          </w:p>
          <w:p w14:paraId="5F9D442A" w14:textId="77777777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>Display: LCD a 8 cifre + caratteri speciali</w:t>
            </w:r>
          </w:p>
          <w:p w14:paraId="2F4CFAE4" w14:textId="4D48CF98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lastRenderedPageBreak/>
              <w:t xml:space="preserve">Alimentazione: batteria 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>,6 V al litio, durata massima stimata, non garantita, 6 anni (la durata della batteria è influenzata dalle condizioni di installazione e di utilizzo). La batteria è garantita 2 anni dalla data di vendita. Batteria sostituibile</w:t>
            </w:r>
            <w:r w:rsidR="00AC3B66" w:rsidRPr="00F049B5">
              <w:rPr>
                <w:rFonts w:ascii="Poppins" w:hAnsi="Poppins" w:cs="Poppins"/>
                <w:bCs/>
                <w:color w:val="000000" w:themeColor="text1"/>
              </w:rPr>
              <w:t>.</w:t>
            </w:r>
          </w:p>
          <w:p w14:paraId="3741CB6E" w14:textId="2A1443A8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>Dimensioni: 150 x 1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 xml:space="preserve">0 x 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>5 mm</w:t>
            </w:r>
          </w:p>
          <w:p w14:paraId="72260330" w14:textId="77777777" w:rsidR="000A3748" w:rsidRPr="00F049B5" w:rsidRDefault="000A3748" w:rsidP="000A3748">
            <w:pPr>
              <w:pStyle w:val="Testocommento"/>
              <w:ind w:left="420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</w:p>
          <w:p w14:paraId="0806B6A9" w14:textId="651F332D" w:rsidR="000A3748" w:rsidRPr="00F049B5" w:rsidRDefault="000A3748" w:rsidP="000A3748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/>
                <w:bCs/>
                <w:color w:val="000000" w:themeColor="text1"/>
              </w:rPr>
              <w:t xml:space="preserve">Marca </w:t>
            </w:r>
            <w:r w:rsidR="00C04156">
              <w:rPr>
                <w:rFonts w:ascii="Poppins" w:hAnsi="Poppins" w:cs="Poppins"/>
                <w:b/>
                <w:bCs/>
                <w:color w:val="000000" w:themeColor="text1"/>
              </w:rPr>
              <w:t>Emmeti</w:t>
            </w:r>
            <w:r w:rsidRPr="00F049B5">
              <w:rPr>
                <w:rFonts w:ascii="Poppins" w:hAnsi="Poppins" w:cs="Poppins"/>
                <w:b/>
                <w:bCs/>
                <w:color w:val="000000" w:themeColor="text1"/>
              </w:rPr>
              <w:t xml:space="preserve"> – Modello </w:t>
            </w:r>
            <w:r w:rsidR="003A147D" w:rsidRPr="00F049B5">
              <w:rPr>
                <w:rFonts w:ascii="Poppins" w:hAnsi="Poppins" w:cs="Poppins"/>
                <w:b/>
                <w:bCs/>
                <w:color w:val="000000" w:themeColor="text1"/>
              </w:rPr>
              <w:t xml:space="preserve">Misuratore di energia EVO </w:t>
            </w:r>
            <w:r w:rsidRPr="00F049B5">
              <w:rPr>
                <w:rFonts w:ascii="Poppins" w:hAnsi="Poppins" w:cs="Poppins"/>
                <w:b/>
                <w:bCs/>
                <w:color w:val="000000" w:themeColor="text1"/>
              </w:rPr>
              <w:t>caldo/freddo per alte portate con attacco filettato e trasmissione dati DN 40 verticale ascendente o equivalente.</w:t>
            </w:r>
          </w:p>
        </w:tc>
      </w:tr>
      <w:tr w:rsidR="000A3748" w:rsidRPr="00013A5B" w14:paraId="059D9F2B" w14:textId="77777777" w:rsidTr="00A16FCA">
        <w:tc>
          <w:tcPr>
            <w:tcW w:w="1398" w:type="dxa"/>
          </w:tcPr>
          <w:p w14:paraId="3FA6A7FB" w14:textId="0AEFEDB8" w:rsidR="000A3748" w:rsidRPr="00F049B5" w:rsidRDefault="000A3748" w:rsidP="000A3748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>02709672</w:t>
            </w:r>
          </w:p>
        </w:tc>
        <w:tc>
          <w:tcPr>
            <w:tcW w:w="2297" w:type="dxa"/>
          </w:tcPr>
          <w:p w14:paraId="317F6F0E" w14:textId="783A678F" w:rsidR="000A3748" w:rsidRPr="00F049B5" w:rsidRDefault="003A147D" w:rsidP="000A3748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 xml:space="preserve">Misuratore di energia EVO </w:t>
            </w:r>
          </w:p>
          <w:p w14:paraId="00D4434F" w14:textId="77777777" w:rsidR="000A3748" w:rsidRPr="00F049B5" w:rsidRDefault="000A3748" w:rsidP="000A3748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>caldo/freddo</w:t>
            </w:r>
          </w:p>
          <w:p w14:paraId="6A26CB4B" w14:textId="77777777" w:rsidR="000A3748" w:rsidRPr="00F049B5" w:rsidRDefault="000A3748" w:rsidP="000A3748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>per alte portate</w:t>
            </w:r>
          </w:p>
          <w:p w14:paraId="6D51F2C8" w14:textId="77777777" w:rsidR="000A3748" w:rsidRPr="00F049B5" w:rsidRDefault="000A3748" w:rsidP="000A3748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>con attacco</w:t>
            </w:r>
          </w:p>
          <w:p w14:paraId="7BDBD598" w14:textId="77777777" w:rsidR="000A3748" w:rsidRPr="00F049B5" w:rsidRDefault="000A3748" w:rsidP="000A3748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>filettato</w:t>
            </w:r>
          </w:p>
          <w:p w14:paraId="3B9E1AA3" w14:textId="77777777" w:rsidR="000A3748" w:rsidRPr="00F049B5" w:rsidRDefault="000A3748" w:rsidP="000A3748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>e trasmissione dati</w:t>
            </w:r>
          </w:p>
          <w:p w14:paraId="3B70A0C7" w14:textId="77777777" w:rsidR="000A3748" w:rsidRPr="00F049B5" w:rsidRDefault="000A3748" w:rsidP="000A3748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 xml:space="preserve">DN 25 </w:t>
            </w:r>
          </w:p>
          <w:p w14:paraId="77871355" w14:textId="6AD4C9A8" w:rsidR="000A3748" w:rsidRPr="00F049B5" w:rsidRDefault="000A3748" w:rsidP="000A3748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>verticale discendente</w:t>
            </w:r>
          </w:p>
        </w:tc>
        <w:tc>
          <w:tcPr>
            <w:tcW w:w="5803" w:type="dxa"/>
          </w:tcPr>
          <w:p w14:paraId="00492A4C" w14:textId="15487378" w:rsidR="000A3748" w:rsidRPr="00F049B5" w:rsidRDefault="003A147D" w:rsidP="000A3748">
            <w:pPr>
              <w:pStyle w:val="Testocommento"/>
              <w:jc w:val="both"/>
              <w:rPr>
                <w:rFonts w:ascii="Poppins" w:hAnsi="Poppins" w:cs="Poppins"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 xml:space="preserve">Misuratore di energia EVO </w:t>
            </w:r>
            <w:r w:rsidR="000A3748" w:rsidRPr="00F049B5">
              <w:rPr>
                <w:rFonts w:ascii="Poppins" w:hAnsi="Poppins" w:cs="Poppins"/>
                <w:bCs/>
                <w:color w:val="000000" w:themeColor="text1"/>
              </w:rPr>
              <w:t>con contatore a getto multiplo a trasmissione magnetica, certificato in conformità al Dlgs n° 84 del 19/05/2016 (attuazione della direttiva europea MID 2014/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="000A3748" w:rsidRPr="00F049B5">
              <w:rPr>
                <w:rFonts w:ascii="Poppins" w:hAnsi="Poppins" w:cs="Poppins"/>
                <w:bCs/>
                <w:color w:val="000000" w:themeColor="text1"/>
              </w:rPr>
              <w:t xml:space="preserve">2/EU) costituito da contatore volumetrico a getto multiplo a quadrante asciutto per acqua a 90 °C e da 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>unità elettronica EVO:</w:t>
            </w:r>
            <w:r w:rsidR="000A3748" w:rsidRPr="00F049B5">
              <w:rPr>
                <w:rFonts w:ascii="Poppins" w:hAnsi="Poppins" w:cs="Poppins"/>
                <w:bCs/>
                <w:color w:val="000000" w:themeColor="text1"/>
              </w:rPr>
              <w:t xml:space="preserve"> completa di sonde di temperatura</w:t>
            </w:r>
            <w:r w:rsidR="000A3748" w:rsidRPr="00F049B5">
              <w:rPr>
                <w:rFonts w:ascii="Poppins" w:hAnsi="Poppins" w:cs="Poppins"/>
                <w:color w:val="000000" w:themeColor="text1"/>
              </w:rPr>
              <w:t>, per il calcolo dei consumi di energia termica in regime di riscaldamento e raffrescamento.</w:t>
            </w:r>
          </w:p>
          <w:p w14:paraId="64A4C32A" w14:textId="79B805BD" w:rsidR="00AC3B66" w:rsidRPr="00F049B5" w:rsidRDefault="00AC3B66" w:rsidP="00AC3B66">
            <w:pPr>
              <w:pStyle w:val="Testocommento"/>
              <w:jc w:val="both"/>
              <w:rPr>
                <w:rFonts w:ascii="Poppins" w:hAnsi="Poppins" w:cs="Poppins"/>
                <w:color w:val="000000" w:themeColor="text1"/>
              </w:rPr>
            </w:pPr>
            <w:r w:rsidRPr="00F049B5">
              <w:rPr>
                <w:rFonts w:ascii="Poppins" w:hAnsi="Poppins" w:cs="Poppins"/>
                <w:color w:val="000000" w:themeColor="text1"/>
              </w:rPr>
              <w:t>Configurato per installazione verticale discendente sul ritorno con possibilità di installazione sulla mandata.</w:t>
            </w:r>
          </w:p>
          <w:p w14:paraId="17025173" w14:textId="444A5B57" w:rsidR="000A3748" w:rsidRPr="00F049B5" w:rsidRDefault="000A3748" w:rsidP="000A3748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color w:val="000000" w:themeColor="text1"/>
              </w:rPr>
              <w:t>Trasmissione dati tramite protocollo M</w:t>
            </w:r>
            <w:r w:rsidR="00856252">
              <w:rPr>
                <w:rFonts w:ascii="Poppins" w:hAnsi="Poppins" w:cs="Poppins"/>
                <w:color w:val="000000" w:themeColor="text1"/>
              </w:rPr>
              <w:t>-</w:t>
            </w:r>
            <w:r w:rsidRPr="00F049B5">
              <w:rPr>
                <w:rFonts w:ascii="Poppins" w:hAnsi="Poppins" w:cs="Poppins"/>
                <w:color w:val="000000" w:themeColor="text1"/>
              </w:rPr>
              <w:t>Bus.</w:t>
            </w:r>
          </w:p>
          <w:p w14:paraId="4EFB5989" w14:textId="77777777" w:rsidR="000A3748" w:rsidRPr="00F049B5" w:rsidRDefault="000A3748" w:rsidP="000A3748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</w:p>
          <w:p w14:paraId="1BA6C7FA" w14:textId="77777777" w:rsidR="000A3748" w:rsidRPr="00F049B5" w:rsidRDefault="000A3748" w:rsidP="000A3748">
            <w:pPr>
              <w:pStyle w:val="Testocommento"/>
              <w:jc w:val="both"/>
              <w:rPr>
                <w:rFonts w:ascii="Poppins" w:hAnsi="Poppins" w:cs="Poppins"/>
                <w:b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/>
                <w:bCs/>
                <w:color w:val="000000" w:themeColor="text1"/>
              </w:rPr>
              <w:t>Dati tecnici misuratore di portata:</w:t>
            </w:r>
          </w:p>
          <w:p w14:paraId="68527A64" w14:textId="7B301B93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 xml:space="preserve">Portata nominale: 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>,5 m</w:t>
            </w:r>
            <w:r w:rsidR="00EE2606" w:rsidRPr="00EC0509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>/h</w:t>
            </w:r>
          </w:p>
          <w:p w14:paraId="3F2E2D7D" w14:textId="77777777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>Portata minima: 70 l/h</w:t>
            </w:r>
          </w:p>
          <w:p w14:paraId="6993E21C" w14:textId="08B8D3EC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>Portata massima: 7 m</w:t>
            </w:r>
            <w:r w:rsidR="00EE2606" w:rsidRPr="00EC0509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>/h</w:t>
            </w:r>
          </w:p>
          <w:p w14:paraId="695633DF" w14:textId="77777777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>Temperatura massima di esercizio: 90 °C</w:t>
            </w:r>
          </w:p>
          <w:p w14:paraId="2B10DAD7" w14:textId="77777777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>Pressione di esercizio: 16 bar</w:t>
            </w:r>
          </w:p>
          <w:p w14:paraId="40A82201" w14:textId="77777777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>Altezza senza bocchettoni:150 mm</w:t>
            </w:r>
          </w:p>
          <w:p w14:paraId="0D2D472D" w14:textId="77777777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>Impulsi: 10 l/imp</w:t>
            </w:r>
          </w:p>
          <w:p w14:paraId="1D102F6A" w14:textId="0CA7AEDD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>Attacchi: 1”1/</w:t>
            </w:r>
            <w:r w:rsidR="00AC3B66" w:rsidRPr="00F049B5">
              <w:rPr>
                <w:rFonts w:ascii="Poppins" w:hAnsi="Poppins" w:cs="Poppins"/>
                <w:bCs/>
                <w:color w:val="000000" w:themeColor="text1"/>
              </w:rPr>
              <w:t>4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 xml:space="preserve"> maschio</w:t>
            </w:r>
          </w:p>
          <w:p w14:paraId="10F7B37A" w14:textId="77777777" w:rsidR="000A3748" w:rsidRPr="00F049B5" w:rsidRDefault="000A3748" w:rsidP="000A3748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</w:p>
          <w:p w14:paraId="09AD0B1E" w14:textId="03B83197" w:rsidR="000A3748" w:rsidRPr="00F049B5" w:rsidRDefault="000A3748" w:rsidP="000A3748">
            <w:pPr>
              <w:pStyle w:val="Testocommento"/>
              <w:jc w:val="both"/>
              <w:rPr>
                <w:rFonts w:ascii="Poppins" w:hAnsi="Poppins" w:cs="Poppins"/>
                <w:b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/>
                <w:bCs/>
                <w:color w:val="000000" w:themeColor="text1"/>
              </w:rPr>
              <w:t xml:space="preserve">Dati tecnici </w:t>
            </w:r>
            <w:r w:rsidR="003A147D" w:rsidRPr="00F049B5">
              <w:rPr>
                <w:rFonts w:ascii="Poppins" w:hAnsi="Poppins" w:cs="Poppins"/>
                <w:b/>
                <w:bCs/>
                <w:color w:val="000000" w:themeColor="text1"/>
              </w:rPr>
              <w:t>unità elettronica EVO:</w:t>
            </w:r>
          </w:p>
          <w:p w14:paraId="4E902F6D" w14:textId="77777777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>Range di temperatura: 1÷150 °C</w:t>
            </w:r>
          </w:p>
          <w:p w14:paraId="0C7844EA" w14:textId="5B1A9D14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 xml:space="preserve">Range differenza di temperatura in riscaldamento: 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sym w:font="Symbol" w:char="F0B8"/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>100 K</w:t>
            </w:r>
          </w:p>
          <w:p w14:paraId="7CF87017" w14:textId="5EAB770D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 xml:space="preserve">Range differenza di temperatura in raffrescamento: </w:t>
            </w:r>
            <w:r w:rsidR="00856252">
              <w:rPr>
                <w:rFonts w:ascii="Poppins" w:hAnsi="Poppins" w:cs="Poppins"/>
                <w:bCs/>
                <w:color w:val="000000" w:themeColor="text1"/>
              </w:rPr>
              <w:t>-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sym w:font="Symbol" w:char="F0B8"/>
            </w:r>
            <w:r w:rsidR="00856252">
              <w:rPr>
                <w:rFonts w:ascii="Poppins" w:hAnsi="Poppins" w:cs="Poppins"/>
                <w:bCs/>
                <w:color w:val="000000" w:themeColor="text1"/>
              </w:rPr>
              <w:t>-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>50 K</w:t>
            </w:r>
          </w:p>
          <w:p w14:paraId="61F10D34" w14:textId="77777777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>Temperatura ambiente: 0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sym w:font="Symbol" w:char="F0B8"/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>55 °C</w:t>
            </w:r>
          </w:p>
          <w:p w14:paraId="77945EA0" w14:textId="77777777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lastRenderedPageBreak/>
              <w:t>Impulsi: 10 l/imp</w:t>
            </w:r>
          </w:p>
          <w:p w14:paraId="11FF1F0F" w14:textId="58065CCF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>Interfacce: ottica, M</w:t>
            </w:r>
            <w:r w:rsidR="00856252">
              <w:rPr>
                <w:rFonts w:ascii="Poppins" w:hAnsi="Poppins" w:cs="Poppins"/>
                <w:bCs/>
                <w:color w:val="000000" w:themeColor="text1"/>
              </w:rPr>
              <w:t>-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>Bus</w:t>
            </w:r>
          </w:p>
          <w:p w14:paraId="03572A8A" w14:textId="77777777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>Display: LCD a 8 cifre + caratteri speciali</w:t>
            </w:r>
          </w:p>
          <w:p w14:paraId="4207AA6D" w14:textId="128954CE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 xml:space="preserve">Alimentazione: batteria 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>,6 V al litio, durata massima stimata, non garantita, 6 anni (la durata della batteria è influenzata dalle condizioni di installazione e di utilizzo). La batteria è garantita 2 anni dalla data di vendita. Batteria sostituibile</w:t>
            </w:r>
            <w:r w:rsidR="00AC3B66" w:rsidRPr="00F049B5">
              <w:rPr>
                <w:rFonts w:ascii="Poppins" w:hAnsi="Poppins" w:cs="Poppins"/>
                <w:bCs/>
                <w:color w:val="000000" w:themeColor="text1"/>
              </w:rPr>
              <w:t>.</w:t>
            </w:r>
          </w:p>
          <w:p w14:paraId="3B21FD93" w14:textId="35B89C90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>Dimensioni: 150 x 1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 xml:space="preserve">0 x 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>5 mm</w:t>
            </w:r>
          </w:p>
          <w:p w14:paraId="2209D269" w14:textId="77777777" w:rsidR="000A3748" w:rsidRPr="00F049B5" w:rsidRDefault="000A3748" w:rsidP="000A3748">
            <w:pPr>
              <w:pStyle w:val="Testocommento"/>
              <w:ind w:left="420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</w:p>
          <w:p w14:paraId="13FDAB34" w14:textId="5749AAB1" w:rsidR="000A3748" w:rsidRPr="00F049B5" w:rsidRDefault="000A3748" w:rsidP="000A3748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/>
                <w:bCs/>
                <w:color w:val="000000" w:themeColor="text1"/>
              </w:rPr>
              <w:t xml:space="preserve">Marca </w:t>
            </w:r>
            <w:r w:rsidR="00C04156">
              <w:rPr>
                <w:rFonts w:ascii="Poppins" w:hAnsi="Poppins" w:cs="Poppins"/>
                <w:b/>
                <w:bCs/>
                <w:color w:val="000000" w:themeColor="text1"/>
              </w:rPr>
              <w:t>Emmeti</w:t>
            </w:r>
            <w:r w:rsidRPr="00F049B5">
              <w:rPr>
                <w:rFonts w:ascii="Poppins" w:hAnsi="Poppins" w:cs="Poppins"/>
                <w:b/>
                <w:bCs/>
                <w:color w:val="000000" w:themeColor="text1"/>
              </w:rPr>
              <w:t xml:space="preserve"> – Modello </w:t>
            </w:r>
            <w:r w:rsidR="003A147D" w:rsidRPr="00F049B5">
              <w:rPr>
                <w:rFonts w:ascii="Poppins" w:hAnsi="Poppins" w:cs="Poppins"/>
                <w:b/>
                <w:bCs/>
                <w:color w:val="000000" w:themeColor="text1"/>
              </w:rPr>
              <w:t xml:space="preserve">Misuratore di energia EVO </w:t>
            </w:r>
            <w:r w:rsidRPr="00F049B5">
              <w:rPr>
                <w:rFonts w:ascii="Poppins" w:hAnsi="Poppins" w:cs="Poppins"/>
                <w:b/>
                <w:bCs/>
                <w:color w:val="000000" w:themeColor="text1"/>
              </w:rPr>
              <w:t>caldo/freddo per alte portate con attacco filettato e trasmissione dati DN 25 verticale discendente o equivalente.</w:t>
            </w:r>
          </w:p>
        </w:tc>
      </w:tr>
      <w:tr w:rsidR="000A3748" w:rsidRPr="00013A5B" w14:paraId="5ABFA331" w14:textId="77777777" w:rsidTr="00A16FCA">
        <w:tc>
          <w:tcPr>
            <w:tcW w:w="1398" w:type="dxa"/>
          </w:tcPr>
          <w:p w14:paraId="752D08FC" w14:textId="04E47515" w:rsidR="000A3748" w:rsidRPr="00F049B5" w:rsidRDefault="000A3748" w:rsidP="000A3748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>02709676</w:t>
            </w:r>
          </w:p>
        </w:tc>
        <w:tc>
          <w:tcPr>
            <w:tcW w:w="2297" w:type="dxa"/>
          </w:tcPr>
          <w:p w14:paraId="4B6C57C8" w14:textId="24564B42" w:rsidR="000A3748" w:rsidRPr="00F049B5" w:rsidRDefault="003A147D" w:rsidP="000A3748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 xml:space="preserve">Misuratore di energia EVO </w:t>
            </w:r>
          </w:p>
          <w:p w14:paraId="1670737E" w14:textId="77777777" w:rsidR="000A3748" w:rsidRPr="00F049B5" w:rsidRDefault="000A3748" w:rsidP="000A3748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>caldo/freddo</w:t>
            </w:r>
          </w:p>
          <w:p w14:paraId="730B6876" w14:textId="77777777" w:rsidR="000A3748" w:rsidRPr="00F049B5" w:rsidRDefault="000A3748" w:rsidP="000A3748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>per alte portate</w:t>
            </w:r>
          </w:p>
          <w:p w14:paraId="17B35FD8" w14:textId="77777777" w:rsidR="000A3748" w:rsidRPr="00F049B5" w:rsidRDefault="000A3748" w:rsidP="000A3748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>con attacco</w:t>
            </w:r>
          </w:p>
          <w:p w14:paraId="5770A760" w14:textId="77777777" w:rsidR="000A3748" w:rsidRPr="00F049B5" w:rsidRDefault="000A3748" w:rsidP="000A3748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>filettato</w:t>
            </w:r>
          </w:p>
          <w:p w14:paraId="17D1F9C6" w14:textId="77777777" w:rsidR="000A3748" w:rsidRPr="00F049B5" w:rsidRDefault="000A3748" w:rsidP="000A3748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>e trasmissione dati</w:t>
            </w:r>
          </w:p>
          <w:p w14:paraId="6D67E9FB" w14:textId="716B8BCD" w:rsidR="000A3748" w:rsidRPr="00F049B5" w:rsidRDefault="000A3748" w:rsidP="000A3748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 xml:space="preserve">DN </w:t>
            </w:r>
            <w:r w:rsidR="00EE2606">
              <w:rPr>
                <w:rFonts w:ascii="Poppins" w:hAnsi="Poppins" w:cs="Poppins"/>
                <w:bCs/>
                <w:color w:val="000000" w:themeColor="text1"/>
                <w:sz w:val="20"/>
              </w:rPr>
              <w:t>3</w:t>
            </w: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 xml:space="preserve">2 </w:t>
            </w:r>
          </w:p>
          <w:p w14:paraId="5BBE998A" w14:textId="46884635" w:rsidR="000A3748" w:rsidRPr="00F049B5" w:rsidRDefault="000A3748" w:rsidP="000A3748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>verticale discendente</w:t>
            </w:r>
          </w:p>
        </w:tc>
        <w:tc>
          <w:tcPr>
            <w:tcW w:w="5803" w:type="dxa"/>
          </w:tcPr>
          <w:p w14:paraId="74FA3B30" w14:textId="1D7F0F95" w:rsidR="000A3748" w:rsidRPr="00F049B5" w:rsidRDefault="003A147D" w:rsidP="000A3748">
            <w:pPr>
              <w:pStyle w:val="Testocommento"/>
              <w:jc w:val="both"/>
              <w:rPr>
                <w:rFonts w:ascii="Poppins" w:hAnsi="Poppins" w:cs="Poppins"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 xml:space="preserve">Misuratore di energia EVO </w:t>
            </w:r>
            <w:r w:rsidR="000A3748" w:rsidRPr="00F049B5">
              <w:rPr>
                <w:rFonts w:ascii="Poppins" w:hAnsi="Poppins" w:cs="Poppins"/>
                <w:bCs/>
                <w:color w:val="000000" w:themeColor="text1"/>
              </w:rPr>
              <w:t>con contatore a getto multiplo a trasmissione magnetica, certificato in conformità al Dlgs n° 84 del 19/05/2016 (attuazione della direttiva europea MID 2014/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="000A3748" w:rsidRPr="00F049B5">
              <w:rPr>
                <w:rFonts w:ascii="Poppins" w:hAnsi="Poppins" w:cs="Poppins"/>
                <w:bCs/>
                <w:color w:val="000000" w:themeColor="text1"/>
              </w:rPr>
              <w:t xml:space="preserve">2/EU) costituito da contatore volumetrico a getto multiplo a quadrante asciutto per acqua a 90 °C e da 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>unità elettronica EVO:</w:t>
            </w:r>
            <w:r w:rsidR="000A3748" w:rsidRPr="00F049B5">
              <w:rPr>
                <w:rFonts w:ascii="Poppins" w:hAnsi="Poppins" w:cs="Poppins"/>
                <w:bCs/>
                <w:color w:val="000000" w:themeColor="text1"/>
              </w:rPr>
              <w:t xml:space="preserve"> completa di sonde di temperatura</w:t>
            </w:r>
            <w:r w:rsidR="000A3748" w:rsidRPr="00F049B5">
              <w:rPr>
                <w:rFonts w:ascii="Poppins" w:hAnsi="Poppins" w:cs="Poppins"/>
                <w:color w:val="000000" w:themeColor="text1"/>
              </w:rPr>
              <w:t>, per il calcolo dei consumi di energia termica in regime di riscaldamento e raffrescamento.</w:t>
            </w:r>
          </w:p>
          <w:p w14:paraId="40E57546" w14:textId="77777777" w:rsidR="00AC3B66" w:rsidRPr="00F049B5" w:rsidRDefault="00AC3B66" w:rsidP="00AC3B66">
            <w:pPr>
              <w:pStyle w:val="Testocommento"/>
              <w:jc w:val="both"/>
              <w:rPr>
                <w:rFonts w:ascii="Poppins" w:hAnsi="Poppins" w:cs="Poppins"/>
                <w:color w:val="000000" w:themeColor="text1"/>
              </w:rPr>
            </w:pPr>
            <w:r w:rsidRPr="00F049B5">
              <w:rPr>
                <w:rFonts w:ascii="Poppins" w:hAnsi="Poppins" w:cs="Poppins"/>
                <w:color w:val="000000" w:themeColor="text1"/>
              </w:rPr>
              <w:t>Configurato per installazione verticale discendente sul ritorno con possibilità di installazione sulla mandata.</w:t>
            </w:r>
          </w:p>
          <w:p w14:paraId="0B0DADCF" w14:textId="715B80C8" w:rsidR="000A3748" w:rsidRPr="00F049B5" w:rsidRDefault="000A3748" w:rsidP="000A3748">
            <w:pPr>
              <w:pStyle w:val="Testocommento"/>
              <w:jc w:val="both"/>
              <w:rPr>
                <w:rFonts w:ascii="Poppins" w:hAnsi="Poppins" w:cs="Poppins"/>
                <w:color w:val="000000" w:themeColor="text1"/>
              </w:rPr>
            </w:pPr>
            <w:r w:rsidRPr="00F049B5">
              <w:rPr>
                <w:rFonts w:ascii="Poppins" w:hAnsi="Poppins" w:cs="Poppins"/>
                <w:color w:val="000000" w:themeColor="text1"/>
              </w:rPr>
              <w:t>Trasmissione dati tramite protocollo M</w:t>
            </w:r>
            <w:r w:rsidR="00856252">
              <w:rPr>
                <w:rFonts w:ascii="Poppins" w:hAnsi="Poppins" w:cs="Poppins"/>
                <w:color w:val="000000" w:themeColor="text1"/>
              </w:rPr>
              <w:t>-</w:t>
            </w:r>
            <w:r w:rsidRPr="00F049B5">
              <w:rPr>
                <w:rFonts w:ascii="Poppins" w:hAnsi="Poppins" w:cs="Poppins"/>
                <w:color w:val="000000" w:themeColor="text1"/>
              </w:rPr>
              <w:t>Bus.</w:t>
            </w:r>
          </w:p>
          <w:p w14:paraId="26D19E7D" w14:textId="77777777" w:rsidR="000A3748" w:rsidRPr="00F049B5" w:rsidRDefault="000A3748" w:rsidP="000A3748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</w:p>
          <w:p w14:paraId="52B9F567" w14:textId="77777777" w:rsidR="000A3748" w:rsidRPr="00F049B5" w:rsidRDefault="000A3748" w:rsidP="000A3748">
            <w:pPr>
              <w:pStyle w:val="Testocommento"/>
              <w:jc w:val="both"/>
              <w:rPr>
                <w:rFonts w:ascii="Poppins" w:hAnsi="Poppins" w:cs="Poppins"/>
                <w:b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/>
                <w:bCs/>
                <w:color w:val="000000" w:themeColor="text1"/>
              </w:rPr>
              <w:t>Dati tecnici misuratore di portata:</w:t>
            </w:r>
          </w:p>
          <w:p w14:paraId="43086202" w14:textId="5438A166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>Portata nominale: 6,0 m</w:t>
            </w:r>
            <w:r w:rsidR="00EE2606" w:rsidRPr="00EC0509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>/h</w:t>
            </w:r>
          </w:p>
          <w:p w14:paraId="33A4CEA7" w14:textId="77777777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>Portata minima: 120 l/h</w:t>
            </w:r>
          </w:p>
          <w:p w14:paraId="5498B409" w14:textId="3133F571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>Portata massima: 12 m</w:t>
            </w:r>
            <w:r w:rsidR="00EE2606" w:rsidRPr="00EC0509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>/h</w:t>
            </w:r>
          </w:p>
          <w:p w14:paraId="013F8F2C" w14:textId="77777777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>Temperatura massima di esercizio: 90 °C</w:t>
            </w:r>
          </w:p>
          <w:p w14:paraId="7E642C8C" w14:textId="77777777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>Pressione di esercizio: 16 bar</w:t>
            </w:r>
          </w:p>
          <w:p w14:paraId="640E0572" w14:textId="77777777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>Altezza senza bocchettoni: 150 mm</w:t>
            </w:r>
          </w:p>
          <w:p w14:paraId="08F3E545" w14:textId="77777777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>Impulsi: 10 l/imp</w:t>
            </w:r>
          </w:p>
          <w:p w14:paraId="0FAF4F67" w14:textId="77777777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>Attacchi: 1”1/2 maschio</w:t>
            </w:r>
          </w:p>
          <w:p w14:paraId="5385D2E5" w14:textId="77777777" w:rsidR="000A3748" w:rsidRPr="00F049B5" w:rsidRDefault="000A3748" w:rsidP="000A3748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</w:p>
          <w:p w14:paraId="4FF88909" w14:textId="2EBC2E53" w:rsidR="000A3748" w:rsidRPr="00F049B5" w:rsidRDefault="000A3748" w:rsidP="000A3748">
            <w:pPr>
              <w:pStyle w:val="Testocommento"/>
              <w:jc w:val="both"/>
              <w:rPr>
                <w:rFonts w:ascii="Poppins" w:hAnsi="Poppins" w:cs="Poppins"/>
                <w:b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/>
                <w:bCs/>
                <w:color w:val="000000" w:themeColor="text1"/>
              </w:rPr>
              <w:t xml:space="preserve">Dati tecnici </w:t>
            </w:r>
            <w:r w:rsidR="003A147D" w:rsidRPr="00F049B5">
              <w:rPr>
                <w:rFonts w:ascii="Poppins" w:hAnsi="Poppins" w:cs="Poppins"/>
                <w:b/>
                <w:bCs/>
                <w:color w:val="000000" w:themeColor="text1"/>
              </w:rPr>
              <w:t>unità elettronica EVO:</w:t>
            </w:r>
          </w:p>
          <w:p w14:paraId="0CAE030D" w14:textId="77777777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>Range di temperatura: 1÷150 °C</w:t>
            </w:r>
          </w:p>
          <w:p w14:paraId="0AB7C8F7" w14:textId="259A0CD3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 xml:space="preserve">Range differenza di temperatura in riscaldamento: 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sym w:font="Symbol" w:char="F0B8"/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>100 K</w:t>
            </w:r>
          </w:p>
          <w:p w14:paraId="47A56AE5" w14:textId="4D258BED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lastRenderedPageBreak/>
              <w:t xml:space="preserve">Range differenza di temperatura in raffrescamento: </w:t>
            </w:r>
            <w:r w:rsidR="00856252">
              <w:rPr>
                <w:rFonts w:ascii="Poppins" w:hAnsi="Poppins" w:cs="Poppins"/>
                <w:bCs/>
                <w:color w:val="000000" w:themeColor="text1"/>
              </w:rPr>
              <w:t>-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sym w:font="Symbol" w:char="F0B8"/>
            </w:r>
            <w:r w:rsidR="00856252">
              <w:rPr>
                <w:rFonts w:ascii="Poppins" w:hAnsi="Poppins" w:cs="Poppins"/>
                <w:bCs/>
                <w:color w:val="000000" w:themeColor="text1"/>
              </w:rPr>
              <w:t>-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>50 K</w:t>
            </w:r>
          </w:p>
          <w:p w14:paraId="3002B1C1" w14:textId="77777777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>Temperatura ambiente: 0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sym w:font="Symbol" w:char="F0B8"/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>55 °C</w:t>
            </w:r>
          </w:p>
          <w:p w14:paraId="7269F56E" w14:textId="77777777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>Impulsi: 10 l/imp</w:t>
            </w:r>
          </w:p>
          <w:p w14:paraId="65F95F44" w14:textId="28F7515F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>Interfacce: ottica, M</w:t>
            </w:r>
            <w:r w:rsidR="00856252">
              <w:rPr>
                <w:rFonts w:ascii="Poppins" w:hAnsi="Poppins" w:cs="Poppins"/>
                <w:bCs/>
                <w:color w:val="000000" w:themeColor="text1"/>
              </w:rPr>
              <w:t>-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>Bus</w:t>
            </w:r>
          </w:p>
          <w:p w14:paraId="2AC89988" w14:textId="77777777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>Display: LCD a 8 cifre + caratteri speciali</w:t>
            </w:r>
          </w:p>
          <w:p w14:paraId="6CB6CA79" w14:textId="56BFBF6D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 xml:space="preserve">Alimentazione: batteria 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>,6 V al litio, durata massima stimata, non garantita, 6 anni (la durata della batteria è influenzata dalle condizioni di installazione e di utilizzo). La batteria è garantita 2 anni dalla data di vendita. Batteria sostituibile</w:t>
            </w:r>
            <w:r w:rsidR="00AC3B66" w:rsidRPr="00F049B5">
              <w:rPr>
                <w:rFonts w:ascii="Poppins" w:hAnsi="Poppins" w:cs="Poppins"/>
                <w:bCs/>
                <w:color w:val="000000" w:themeColor="text1"/>
              </w:rPr>
              <w:t>.</w:t>
            </w:r>
          </w:p>
          <w:p w14:paraId="3B827C84" w14:textId="36FAB5BE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>Dimensioni: 150 x 1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 xml:space="preserve">0 x 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>5 mm</w:t>
            </w:r>
          </w:p>
          <w:p w14:paraId="17EFB7D6" w14:textId="77777777" w:rsidR="000A3748" w:rsidRPr="00F049B5" w:rsidRDefault="000A3748" w:rsidP="000A3748">
            <w:pPr>
              <w:pStyle w:val="Testocommento"/>
              <w:ind w:left="420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</w:p>
          <w:p w14:paraId="3A1535D9" w14:textId="67B38404" w:rsidR="000A3748" w:rsidRPr="00F049B5" w:rsidRDefault="000A3748" w:rsidP="000A3748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/>
                <w:bCs/>
                <w:color w:val="000000" w:themeColor="text1"/>
              </w:rPr>
              <w:t xml:space="preserve">Marca </w:t>
            </w:r>
            <w:r w:rsidR="00C04156">
              <w:rPr>
                <w:rFonts w:ascii="Poppins" w:hAnsi="Poppins" w:cs="Poppins"/>
                <w:b/>
                <w:bCs/>
                <w:color w:val="000000" w:themeColor="text1"/>
              </w:rPr>
              <w:t>Emmeti</w:t>
            </w:r>
            <w:r w:rsidRPr="00F049B5">
              <w:rPr>
                <w:rFonts w:ascii="Poppins" w:hAnsi="Poppins" w:cs="Poppins"/>
                <w:b/>
                <w:bCs/>
                <w:color w:val="000000" w:themeColor="text1"/>
              </w:rPr>
              <w:t xml:space="preserve"> – Modello </w:t>
            </w:r>
            <w:r w:rsidR="003A147D" w:rsidRPr="00F049B5">
              <w:rPr>
                <w:rFonts w:ascii="Poppins" w:hAnsi="Poppins" w:cs="Poppins"/>
                <w:b/>
                <w:bCs/>
                <w:color w:val="000000" w:themeColor="text1"/>
              </w:rPr>
              <w:t xml:space="preserve">Misuratore di energia EVO </w:t>
            </w:r>
            <w:r w:rsidRPr="00F049B5">
              <w:rPr>
                <w:rFonts w:ascii="Poppins" w:hAnsi="Poppins" w:cs="Poppins"/>
                <w:b/>
                <w:bCs/>
                <w:color w:val="000000" w:themeColor="text1"/>
              </w:rPr>
              <w:t xml:space="preserve">caldo/freddo per alte portate con attacco filettato e trasmissione dati DN </w:t>
            </w:r>
            <w:r w:rsidR="00EE2606">
              <w:rPr>
                <w:rFonts w:ascii="Poppins" w:hAnsi="Poppins" w:cs="Poppins"/>
                <w:b/>
                <w:bCs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b/>
                <w:bCs/>
                <w:color w:val="000000" w:themeColor="text1"/>
              </w:rPr>
              <w:t>2 verticale discendente o equivalente.</w:t>
            </w:r>
          </w:p>
        </w:tc>
      </w:tr>
      <w:tr w:rsidR="000A3748" w:rsidRPr="00013A5B" w14:paraId="04DF50BE" w14:textId="77777777" w:rsidTr="00A16FCA">
        <w:tc>
          <w:tcPr>
            <w:tcW w:w="1398" w:type="dxa"/>
          </w:tcPr>
          <w:p w14:paraId="1A67B325" w14:textId="06294652" w:rsidR="000A3748" w:rsidRPr="00F049B5" w:rsidRDefault="000A3748" w:rsidP="000A3748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>02709680</w:t>
            </w:r>
          </w:p>
        </w:tc>
        <w:tc>
          <w:tcPr>
            <w:tcW w:w="2297" w:type="dxa"/>
          </w:tcPr>
          <w:p w14:paraId="787B66B9" w14:textId="3C080B82" w:rsidR="000A3748" w:rsidRPr="00F049B5" w:rsidRDefault="003A147D" w:rsidP="000A3748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 xml:space="preserve">Misuratore di energia EVO </w:t>
            </w:r>
          </w:p>
          <w:p w14:paraId="3120CB35" w14:textId="77777777" w:rsidR="000A3748" w:rsidRPr="00F049B5" w:rsidRDefault="000A3748" w:rsidP="000A3748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>caldo/freddo</w:t>
            </w:r>
          </w:p>
          <w:p w14:paraId="52208C57" w14:textId="77777777" w:rsidR="000A3748" w:rsidRPr="00F049B5" w:rsidRDefault="000A3748" w:rsidP="000A3748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>per alte portate</w:t>
            </w:r>
          </w:p>
          <w:p w14:paraId="45B4C883" w14:textId="77777777" w:rsidR="000A3748" w:rsidRPr="00F049B5" w:rsidRDefault="000A3748" w:rsidP="000A3748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>con attacco</w:t>
            </w:r>
          </w:p>
          <w:p w14:paraId="437D1A70" w14:textId="77777777" w:rsidR="000A3748" w:rsidRPr="00F049B5" w:rsidRDefault="000A3748" w:rsidP="000A3748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>filettato</w:t>
            </w:r>
          </w:p>
          <w:p w14:paraId="316C1427" w14:textId="77777777" w:rsidR="000A3748" w:rsidRPr="00F049B5" w:rsidRDefault="000A3748" w:rsidP="000A3748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>e trasmissione dati</w:t>
            </w:r>
          </w:p>
          <w:p w14:paraId="1A4DF15D" w14:textId="77777777" w:rsidR="000A3748" w:rsidRPr="00F049B5" w:rsidRDefault="000A3748" w:rsidP="000A3748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 xml:space="preserve">DN 40 </w:t>
            </w:r>
          </w:p>
          <w:p w14:paraId="1750598D" w14:textId="3B31446B" w:rsidR="000A3748" w:rsidRPr="00F049B5" w:rsidRDefault="000A3748" w:rsidP="000A3748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>verticale discendente</w:t>
            </w:r>
          </w:p>
        </w:tc>
        <w:tc>
          <w:tcPr>
            <w:tcW w:w="5803" w:type="dxa"/>
          </w:tcPr>
          <w:p w14:paraId="6C1A8938" w14:textId="6344A26F" w:rsidR="000A3748" w:rsidRPr="00F049B5" w:rsidRDefault="003A147D" w:rsidP="000A3748">
            <w:pPr>
              <w:pStyle w:val="Testocommento"/>
              <w:jc w:val="both"/>
              <w:rPr>
                <w:rFonts w:ascii="Poppins" w:hAnsi="Poppins" w:cs="Poppins"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 xml:space="preserve">Misuratore di energia EVO </w:t>
            </w:r>
            <w:r w:rsidR="000A3748" w:rsidRPr="00F049B5">
              <w:rPr>
                <w:rFonts w:ascii="Poppins" w:hAnsi="Poppins" w:cs="Poppins"/>
                <w:bCs/>
                <w:color w:val="000000" w:themeColor="text1"/>
              </w:rPr>
              <w:t>con contatore a getto multiplo a trasmissione magnetica, certificato in conformità al Dlgs n° 84 del 19/05/2016 (attuazione della direttiva europea MID 2014/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="000A3748" w:rsidRPr="00F049B5">
              <w:rPr>
                <w:rFonts w:ascii="Poppins" w:hAnsi="Poppins" w:cs="Poppins"/>
                <w:bCs/>
                <w:color w:val="000000" w:themeColor="text1"/>
              </w:rPr>
              <w:t xml:space="preserve">2/EU) costituito da contatore volumetrico a getto multiplo a quadrante asciutto per acqua a 90 °C e da 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>unità elettronica EVO:</w:t>
            </w:r>
            <w:r w:rsidR="000A3748" w:rsidRPr="00F049B5">
              <w:rPr>
                <w:rFonts w:ascii="Poppins" w:hAnsi="Poppins" w:cs="Poppins"/>
                <w:bCs/>
                <w:color w:val="000000" w:themeColor="text1"/>
              </w:rPr>
              <w:t xml:space="preserve"> completa di sonde di temperatura</w:t>
            </w:r>
            <w:r w:rsidR="000A3748" w:rsidRPr="00F049B5">
              <w:rPr>
                <w:rFonts w:ascii="Poppins" w:hAnsi="Poppins" w:cs="Poppins"/>
                <w:color w:val="000000" w:themeColor="text1"/>
              </w:rPr>
              <w:t>, per il calcolo dei consumi di energia termica in regime di riscaldamento e raffrescamento.</w:t>
            </w:r>
          </w:p>
          <w:p w14:paraId="404EED3B" w14:textId="77777777" w:rsidR="004E149E" w:rsidRPr="00F049B5" w:rsidRDefault="004E149E" w:rsidP="004E149E">
            <w:pPr>
              <w:pStyle w:val="Testocommento"/>
              <w:jc w:val="both"/>
              <w:rPr>
                <w:rFonts w:ascii="Poppins" w:hAnsi="Poppins" w:cs="Poppins"/>
                <w:color w:val="000000" w:themeColor="text1"/>
              </w:rPr>
            </w:pPr>
            <w:r w:rsidRPr="00F049B5">
              <w:rPr>
                <w:rFonts w:ascii="Poppins" w:hAnsi="Poppins" w:cs="Poppins"/>
                <w:color w:val="000000" w:themeColor="text1"/>
              </w:rPr>
              <w:t>Configurato per installazione verticale discendente sul ritorno con possibilità di installazione sulla mandata.</w:t>
            </w:r>
          </w:p>
          <w:p w14:paraId="4E40CB9A" w14:textId="23F281C4" w:rsidR="000A3748" w:rsidRPr="00F049B5" w:rsidRDefault="000A3748" w:rsidP="000A3748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color w:val="000000" w:themeColor="text1"/>
              </w:rPr>
              <w:t>Trasmissione dati tramite protocollo M</w:t>
            </w:r>
            <w:r w:rsidR="00856252">
              <w:rPr>
                <w:rFonts w:ascii="Poppins" w:hAnsi="Poppins" w:cs="Poppins"/>
                <w:color w:val="000000" w:themeColor="text1"/>
              </w:rPr>
              <w:t>-</w:t>
            </w:r>
            <w:r w:rsidRPr="00F049B5">
              <w:rPr>
                <w:rFonts w:ascii="Poppins" w:hAnsi="Poppins" w:cs="Poppins"/>
                <w:color w:val="000000" w:themeColor="text1"/>
              </w:rPr>
              <w:t>Bus.</w:t>
            </w:r>
          </w:p>
          <w:p w14:paraId="26CFB866" w14:textId="77777777" w:rsidR="000A3748" w:rsidRPr="00F049B5" w:rsidRDefault="000A3748" w:rsidP="000A3748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</w:p>
          <w:p w14:paraId="09E1F8A6" w14:textId="77777777" w:rsidR="000A3748" w:rsidRPr="00F049B5" w:rsidRDefault="000A3748" w:rsidP="000A3748">
            <w:pPr>
              <w:pStyle w:val="Testocommento"/>
              <w:jc w:val="both"/>
              <w:rPr>
                <w:rFonts w:ascii="Poppins" w:hAnsi="Poppins" w:cs="Poppins"/>
                <w:b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/>
                <w:bCs/>
                <w:color w:val="000000" w:themeColor="text1"/>
              </w:rPr>
              <w:t>Dati tecnici misuratore di portata:</w:t>
            </w:r>
          </w:p>
          <w:p w14:paraId="3D0CB8BE" w14:textId="54E41EEC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>Portata nominale: 10,0 m</w:t>
            </w:r>
            <w:r w:rsidR="00EE2606" w:rsidRPr="00EC0509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>/h</w:t>
            </w:r>
          </w:p>
          <w:p w14:paraId="2C1832F5" w14:textId="77777777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>Portata minima: 200 l/h</w:t>
            </w:r>
          </w:p>
          <w:p w14:paraId="3767A3FE" w14:textId="17E71882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>Portata massima: 20 m</w:t>
            </w:r>
            <w:r w:rsidR="00EE2606" w:rsidRPr="00EC0509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>/h</w:t>
            </w:r>
          </w:p>
          <w:p w14:paraId="1E0B0996" w14:textId="77777777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>Temperatura massima di esercizio: 90 °C</w:t>
            </w:r>
          </w:p>
          <w:p w14:paraId="287B8FD1" w14:textId="77777777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>Pressione di esercizio: 16 bar</w:t>
            </w:r>
          </w:p>
          <w:p w14:paraId="274913FA" w14:textId="77777777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>Altezza senza bocchettoni: 200 mm</w:t>
            </w:r>
          </w:p>
          <w:p w14:paraId="39902980" w14:textId="77777777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>Impulsi: 10 l/imp</w:t>
            </w:r>
          </w:p>
          <w:p w14:paraId="6A94D882" w14:textId="77777777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>Attacchi: 2” maschio</w:t>
            </w:r>
          </w:p>
          <w:p w14:paraId="6B42D83A" w14:textId="77777777" w:rsidR="000A3748" w:rsidRPr="00F049B5" w:rsidRDefault="000A3748" w:rsidP="000A3748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</w:p>
          <w:p w14:paraId="7E6E2393" w14:textId="24451816" w:rsidR="000A3748" w:rsidRPr="00F049B5" w:rsidRDefault="000A3748" w:rsidP="000A3748">
            <w:pPr>
              <w:pStyle w:val="Testocommento"/>
              <w:jc w:val="both"/>
              <w:rPr>
                <w:rFonts w:ascii="Poppins" w:hAnsi="Poppins" w:cs="Poppins"/>
                <w:b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/>
                <w:bCs/>
                <w:color w:val="000000" w:themeColor="text1"/>
              </w:rPr>
              <w:t xml:space="preserve">Dati tecnici </w:t>
            </w:r>
            <w:r w:rsidR="003A147D" w:rsidRPr="00F049B5">
              <w:rPr>
                <w:rFonts w:ascii="Poppins" w:hAnsi="Poppins" w:cs="Poppins"/>
                <w:b/>
                <w:bCs/>
                <w:color w:val="000000" w:themeColor="text1"/>
              </w:rPr>
              <w:t>unità elettronica EVO:</w:t>
            </w:r>
          </w:p>
          <w:p w14:paraId="6257BE01" w14:textId="77777777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lastRenderedPageBreak/>
              <w:t>Range di temperatura: 1÷150 °C</w:t>
            </w:r>
          </w:p>
          <w:p w14:paraId="5B211317" w14:textId="060FD67B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 xml:space="preserve">Range differenza di temperatura in riscaldamento: 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sym w:font="Symbol" w:char="F0B8"/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>100 K</w:t>
            </w:r>
          </w:p>
          <w:p w14:paraId="1EE63452" w14:textId="59709A04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 xml:space="preserve">Range differenza di temperatura in raffrescamento: </w:t>
            </w:r>
            <w:r w:rsidR="00856252">
              <w:rPr>
                <w:rFonts w:ascii="Poppins" w:hAnsi="Poppins" w:cs="Poppins"/>
                <w:bCs/>
                <w:color w:val="000000" w:themeColor="text1"/>
              </w:rPr>
              <w:t>-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sym w:font="Symbol" w:char="F0B8"/>
            </w:r>
            <w:r w:rsidR="00856252">
              <w:rPr>
                <w:rFonts w:ascii="Poppins" w:hAnsi="Poppins" w:cs="Poppins"/>
                <w:bCs/>
                <w:color w:val="000000" w:themeColor="text1"/>
              </w:rPr>
              <w:t>-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>50 K</w:t>
            </w:r>
          </w:p>
          <w:p w14:paraId="0071F4E6" w14:textId="77777777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>Temperatura ambiente: 0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sym w:font="Symbol" w:char="F0B8"/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>55 °C</w:t>
            </w:r>
          </w:p>
          <w:p w14:paraId="2ECCDD7E" w14:textId="77777777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>Impulsi: 10 l/imp</w:t>
            </w:r>
          </w:p>
          <w:p w14:paraId="0459FEA0" w14:textId="315846B3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>Interfacce: ottica, M</w:t>
            </w:r>
            <w:r w:rsidR="00856252">
              <w:rPr>
                <w:rFonts w:ascii="Poppins" w:hAnsi="Poppins" w:cs="Poppins"/>
                <w:bCs/>
                <w:color w:val="000000" w:themeColor="text1"/>
              </w:rPr>
              <w:t>-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>Bus</w:t>
            </w:r>
          </w:p>
          <w:p w14:paraId="0B89E28F" w14:textId="77777777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>Display: LCD a 8 cifre + caratteri speciali</w:t>
            </w:r>
          </w:p>
          <w:p w14:paraId="43C53A0A" w14:textId="47D9F3C6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 xml:space="preserve">Alimentazione: batteria 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>,6 V al litio, durata massima stimata, non garantita, 6 anni (la durata della batteria è influenzata dalle condizioni di installazione e di utilizzo). La batteria è garantita 2 anni dalla data di vendita. Batteria sostituibile</w:t>
            </w:r>
            <w:r w:rsidR="004E149E" w:rsidRPr="00F049B5">
              <w:rPr>
                <w:rFonts w:ascii="Poppins" w:hAnsi="Poppins" w:cs="Poppins"/>
                <w:bCs/>
                <w:color w:val="000000" w:themeColor="text1"/>
              </w:rPr>
              <w:t>.</w:t>
            </w:r>
          </w:p>
          <w:p w14:paraId="005068AB" w14:textId="62A1747A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>Dimensioni: 150 x 1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 xml:space="preserve">0 x 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>5 mm</w:t>
            </w:r>
          </w:p>
          <w:p w14:paraId="27CC0771" w14:textId="77777777" w:rsidR="000A3748" w:rsidRPr="00F049B5" w:rsidRDefault="000A3748" w:rsidP="000A3748">
            <w:pPr>
              <w:pStyle w:val="Testocommento"/>
              <w:ind w:left="420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</w:p>
          <w:p w14:paraId="0088382A" w14:textId="26A71D04" w:rsidR="000A3748" w:rsidRPr="00F049B5" w:rsidRDefault="000A3748" w:rsidP="000A3748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/>
                <w:bCs/>
                <w:color w:val="000000" w:themeColor="text1"/>
              </w:rPr>
              <w:t xml:space="preserve">Marca </w:t>
            </w:r>
            <w:r w:rsidR="00C04156">
              <w:rPr>
                <w:rFonts w:ascii="Poppins" w:hAnsi="Poppins" w:cs="Poppins"/>
                <w:b/>
                <w:bCs/>
                <w:color w:val="000000" w:themeColor="text1"/>
              </w:rPr>
              <w:t>Emmeti</w:t>
            </w:r>
            <w:r w:rsidRPr="00F049B5">
              <w:rPr>
                <w:rFonts w:ascii="Poppins" w:hAnsi="Poppins" w:cs="Poppins"/>
                <w:b/>
                <w:bCs/>
                <w:color w:val="000000" w:themeColor="text1"/>
              </w:rPr>
              <w:t xml:space="preserve"> – Modello </w:t>
            </w:r>
            <w:r w:rsidR="003A147D" w:rsidRPr="00F049B5">
              <w:rPr>
                <w:rFonts w:ascii="Poppins" w:hAnsi="Poppins" w:cs="Poppins"/>
                <w:b/>
                <w:bCs/>
                <w:color w:val="000000" w:themeColor="text1"/>
              </w:rPr>
              <w:t xml:space="preserve">Misuratore di energia EVO </w:t>
            </w:r>
            <w:r w:rsidRPr="00F049B5">
              <w:rPr>
                <w:rFonts w:ascii="Poppins" w:hAnsi="Poppins" w:cs="Poppins"/>
                <w:b/>
                <w:bCs/>
                <w:color w:val="000000" w:themeColor="text1"/>
              </w:rPr>
              <w:t>caldo/freddo per alte portate con attacco filettato e trasmissione dati DN 40 verticale discendente o equivalente.</w:t>
            </w:r>
          </w:p>
        </w:tc>
      </w:tr>
      <w:tr w:rsidR="000A3748" w:rsidRPr="00013A5B" w14:paraId="0875B50F" w14:textId="77777777" w:rsidTr="00A16FCA">
        <w:tc>
          <w:tcPr>
            <w:tcW w:w="1398" w:type="dxa"/>
          </w:tcPr>
          <w:p w14:paraId="1A5E969F" w14:textId="26AFBEA4" w:rsidR="000A3748" w:rsidRPr="00F049B5" w:rsidRDefault="000A3748" w:rsidP="000A3748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>02708160</w:t>
            </w:r>
          </w:p>
        </w:tc>
        <w:tc>
          <w:tcPr>
            <w:tcW w:w="2297" w:type="dxa"/>
          </w:tcPr>
          <w:p w14:paraId="3F316A47" w14:textId="77777777" w:rsidR="000A3748" w:rsidRPr="00F049B5" w:rsidRDefault="000A3748" w:rsidP="000A3748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>Kit raccordi a bocchettone</w:t>
            </w:r>
          </w:p>
          <w:p w14:paraId="39C51160" w14:textId="65C6F152" w:rsidR="000A3748" w:rsidRPr="00F049B5" w:rsidRDefault="000A3748" w:rsidP="000A3748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>1”1/4 F – 1” M</w:t>
            </w:r>
          </w:p>
        </w:tc>
        <w:tc>
          <w:tcPr>
            <w:tcW w:w="5803" w:type="dxa"/>
          </w:tcPr>
          <w:p w14:paraId="1C24B43A" w14:textId="77777777" w:rsidR="000A3748" w:rsidRPr="00F049B5" w:rsidRDefault="000A3748" w:rsidP="000A3748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>Kit composto da 2 dadi in ottone 1”1/4 e da 2 codoli 1” maschio, per misuratori di energia DN 25.</w:t>
            </w:r>
          </w:p>
          <w:p w14:paraId="4722DBF4" w14:textId="77777777" w:rsidR="000A3748" w:rsidRPr="00F049B5" w:rsidRDefault="000A3748" w:rsidP="000A3748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</w:p>
          <w:p w14:paraId="583871E1" w14:textId="46F145DB" w:rsidR="000A3748" w:rsidRPr="00F049B5" w:rsidRDefault="000A3748" w:rsidP="000A3748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/>
                <w:bCs/>
                <w:color w:val="000000" w:themeColor="text1"/>
              </w:rPr>
              <w:t xml:space="preserve">Marca </w:t>
            </w:r>
            <w:r w:rsidR="00C04156">
              <w:rPr>
                <w:rFonts w:ascii="Poppins" w:hAnsi="Poppins" w:cs="Poppins"/>
                <w:b/>
                <w:bCs/>
                <w:color w:val="000000" w:themeColor="text1"/>
              </w:rPr>
              <w:t>Emmeti</w:t>
            </w:r>
            <w:r w:rsidRPr="00F049B5">
              <w:rPr>
                <w:rFonts w:ascii="Poppins" w:hAnsi="Poppins" w:cs="Poppins"/>
                <w:b/>
                <w:bCs/>
                <w:color w:val="000000" w:themeColor="text1"/>
              </w:rPr>
              <w:t xml:space="preserve"> – Modello Kit raccordi a bocchettone 1”1/4 F – 1” M o equivalente.</w:t>
            </w:r>
          </w:p>
        </w:tc>
      </w:tr>
      <w:tr w:rsidR="000A3748" w:rsidRPr="00013A5B" w14:paraId="56C9821C" w14:textId="77777777" w:rsidTr="00A16FCA">
        <w:tc>
          <w:tcPr>
            <w:tcW w:w="1398" w:type="dxa"/>
          </w:tcPr>
          <w:p w14:paraId="5E741F61" w14:textId="0B91402C" w:rsidR="000A3748" w:rsidRPr="00F049B5" w:rsidRDefault="000A3748" w:rsidP="000A3748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>02708162</w:t>
            </w:r>
          </w:p>
        </w:tc>
        <w:tc>
          <w:tcPr>
            <w:tcW w:w="2297" w:type="dxa"/>
          </w:tcPr>
          <w:p w14:paraId="5E577CD9" w14:textId="77777777" w:rsidR="000A3748" w:rsidRPr="00F049B5" w:rsidRDefault="000A3748" w:rsidP="000A3748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>Kit raccordi a bocchettone</w:t>
            </w:r>
          </w:p>
          <w:p w14:paraId="27E4C5EC" w14:textId="5D5D78C2" w:rsidR="000A3748" w:rsidRPr="00F049B5" w:rsidRDefault="000A3748" w:rsidP="000A3748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>1”1/2 F – 1”1/4 M</w:t>
            </w:r>
          </w:p>
        </w:tc>
        <w:tc>
          <w:tcPr>
            <w:tcW w:w="5803" w:type="dxa"/>
          </w:tcPr>
          <w:p w14:paraId="65EE81D7" w14:textId="49232786" w:rsidR="000A3748" w:rsidRPr="00F049B5" w:rsidRDefault="000A3748" w:rsidP="000A3748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>Kit composto da 2 dadi in ottone 1”1/</w:t>
            </w:r>
            <w:r w:rsidR="008867F1" w:rsidRPr="00F049B5">
              <w:rPr>
                <w:rFonts w:ascii="Poppins" w:hAnsi="Poppins" w:cs="Poppins"/>
                <w:bCs/>
                <w:color w:val="000000" w:themeColor="text1"/>
              </w:rPr>
              <w:t>2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 xml:space="preserve"> e da 2 codoli 1”1/4 maschio, per misuratori di energia DN 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>2.</w:t>
            </w:r>
          </w:p>
          <w:p w14:paraId="09F80D5E" w14:textId="77777777" w:rsidR="000A3748" w:rsidRPr="00F049B5" w:rsidRDefault="000A3748" w:rsidP="000A3748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</w:p>
          <w:p w14:paraId="0E89C7FA" w14:textId="0E7B7D7E" w:rsidR="000A3748" w:rsidRPr="00F049B5" w:rsidRDefault="000A3748" w:rsidP="000A3748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/>
                <w:bCs/>
                <w:color w:val="000000" w:themeColor="text1"/>
              </w:rPr>
              <w:t xml:space="preserve">Marca </w:t>
            </w:r>
            <w:r w:rsidR="00C04156">
              <w:rPr>
                <w:rFonts w:ascii="Poppins" w:hAnsi="Poppins" w:cs="Poppins"/>
                <w:b/>
                <w:bCs/>
                <w:color w:val="000000" w:themeColor="text1"/>
              </w:rPr>
              <w:t>Emmeti</w:t>
            </w:r>
            <w:r w:rsidRPr="00F049B5">
              <w:rPr>
                <w:rFonts w:ascii="Poppins" w:hAnsi="Poppins" w:cs="Poppins"/>
                <w:b/>
                <w:bCs/>
                <w:color w:val="000000" w:themeColor="text1"/>
              </w:rPr>
              <w:t xml:space="preserve"> – Modello Kit raccordi a bocchettone 1”1/2 F – 1”1/4 M o equivalente.</w:t>
            </w:r>
          </w:p>
        </w:tc>
      </w:tr>
      <w:tr w:rsidR="000A3748" w:rsidRPr="00013A5B" w14:paraId="680AAC89" w14:textId="77777777" w:rsidTr="00A16FCA">
        <w:tc>
          <w:tcPr>
            <w:tcW w:w="1398" w:type="dxa"/>
          </w:tcPr>
          <w:p w14:paraId="5807FF0F" w14:textId="7C89F9EE" w:rsidR="000A3748" w:rsidRPr="00F049B5" w:rsidRDefault="000A3748" w:rsidP="000A3748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>02708164</w:t>
            </w:r>
          </w:p>
        </w:tc>
        <w:tc>
          <w:tcPr>
            <w:tcW w:w="2297" w:type="dxa"/>
          </w:tcPr>
          <w:p w14:paraId="54460A75" w14:textId="77777777" w:rsidR="000A3748" w:rsidRPr="00F049B5" w:rsidRDefault="000A3748" w:rsidP="000A3748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>Kit raccordi a bocchettone</w:t>
            </w:r>
          </w:p>
          <w:p w14:paraId="45D0BC97" w14:textId="1E0C1308" w:rsidR="000A3748" w:rsidRPr="00F049B5" w:rsidRDefault="000A3748" w:rsidP="000A3748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>2” F – 1”1/2 M</w:t>
            </w:r>
          </w:p>
        </w:tc>
        <w:tc>
          <w:tcPr>
            <w:tcW w:w="5803" w:type="dxa"/>
          </w:tcPr>
          <w:p w14:paraId="5042DC4B" w14:textId="77777777" w:rsidR="000A3748" w:rsidRPr="00F049B5" w:rsidRDefault="000A3748" w:rsidP="000A3748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>Kit composto da 2 dadi in ottone 2” e da 2 codoli 1”1/2 maschio, per misuratori di energia DN 40.</w:t>
            </w:r>
          </w:p>
          <w:p w14:paraId="300A008A" w14:textId="77777777" w:rsidR="000A3748" w:rsidRPr="00F049B5" w:rsidRDefault="000A3748" w:rsidP="000A3748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</w:p>
          <w:p w14:paraId="73DFB409" w14:textId="725075E7" w:rsidR="000A3748" w:rsidRPr="00F049B5" w:rsidRDefault="000A3748" w:rsidP="000A3748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/>
                <w:bCs/>
                <w:color w:val="000000" w:themeColor="text1"/>
              </w:rPr>
              <w:t xml:space="preserve">Marca </w:t>
            </w:r>
            <w:r w:rsidR="00C04156">
              <w:rPr>
                <w:rFonts w:ascii="Poppins" w:hAnsi="Poppins" w:cs="Poppins"/>
                <w:b/>
                <w:bCs/>
                <w:color w:val="000000" w:themeColor="text1"/>
              </w:rPr>
              <w:t>Emmeti</w:t>
            </w:r>
            <w:r w:rsidRPr="00F049B5">
              <w:rPr>
                <w:rFonts w:ascii="Poppins" w:hAnsi="Poppins" w:cs="Poppins"/>
                <w:b/>
                <w:bCs/>
                <w:color w:val="000000" w:themeColor="text1"/>
              </w:rPr>
              <w:t xml:space="preserve"> – Modello Kit raccordi a bocchettone 2”F – 1”1/2 M o equivalente.</w:t>
            </w:r>
          </w:p>
        </w:tc>
      </w:tr>
      <w:tr w:rsidR="000A3748" w:rsidRPr="00013A5B" w14:paraId="1740C023" w14:textId="77777777" w:rsidTr="00A16FCA">
        <w:tc>
          <w:tcPr>
            <w:tcW w:w="1398" w:type="dxa"/>
          </w:tcPr>
          <w:p w14:paraId="4244158E" w14:textId="2A17BE55" w:rsidR="000A3748" w:rsidRPr="00F049B5" w:rsidRDefault="000A3748" w:rsidP="000A3748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>02708196</w:t>
            </w:r>
          </w:p>
        </w:tc>
        <w:tc>
          <w:tcPr>
            <w:tcW w:w="2297" w:type="dxa"/>
          </w:tcPr>
          <w:p w14:paraId="6BED7E85" w14:textId="77777777" w:rsidR="000A3748" w:rsidRPr="00F049B5" w:rsidRDefault="000A3748" w:rsidP="000A3748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>Tee portasonda</w:t>
            </w:r>
          </w:p>
          <w:p w14:paraId="48FBB024" w14:textId="111BA4A3" w:rsidR="000A3748" w:rsidRPr="00F049B5" w:rsidRDefault="000A3748" w:rsidP="000A3748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>1” x 1” x 1”</w:t>
            </w:r>
          </w:p>
        </w:tc>
        <w:tc>
          <w:tcPr>
            <w:tcW w:w="5803" w:type="dxa"/>
          </w:tcPr>
          <w:p w14:paraId="6C87BF7A" w14:textId="6A42A057" w:rsidR="000A3748" w:rsidRPr="00F049B5" w:rsidRDefault="000A3748" w:rsidP="000A3748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 xml:space="preserve">Tee portasonda avente attacchi F 1”, e riduzione 1” – (M10x1) per l’installazione del </w:t>
            </w:r>
            <w:r w:rsidR="003A147D" w:rsidRPr="00F049B5">
              <w:rPr>
                <w:rFonts w:ascii="Poppins" w:hAnsi="Poppins" w:cs="Poppins"/>
                <w:bCs/>
                <w:color w:val="000000" w:themeColor="text1"/>
              </w:rPr>
              <w:t xml:space="preserve">Misuratore di energia EVO 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>DN 25.</w:t>
            </w:r>
          </w:p>
          <w:p w14:paraId="2EC9A95A" w14:textId="77777777" w:rsidR="000A3748" w:rsidRPr="00F049B5" w:rsidRDefault="000A3748" w:rsidP="000A3748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</w:p>
          <w:p w14:paraId="7AA140D2" w14:textId="7E2847F9" w:rsidR="000A3748" w:rsidRPr="00F049B5" w:rsidRDefault="000A3748" w:rsidP="000A3748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/>
                <w:bCs/>
                <w:color w:val="000000" w:themeColor="text1"/>
              </w:rPr>
              <w:t xml:space="preserve">Marca </w:t>
            </w:r>
            <w:r w:rsidR="00C04156">
              <w:rPr>
                <w:rFonts w:ascii="Poppins" w:hAnsi="Poppins" w:cs="Poppins"/>
                <w:b/>
                <w:bCs/>
                <w:color w:val="000000" w:themeColor="text1"/>
              </w:rPr>
              <w:t>Emmeti</w:t>
            </w:r>
            <w:r w:rsidRPr="00F049B5">
              <w:rPr>
                <w:rFonts w:ascii="Poppins" w:hAnsi="Poppins" w:cs="Poppins"/>
                <w:b/>
                <w:bCs/>
                <w:color w:val="000000" w:themeColor="text1"/>
              </w:rPr>
              <w:t xml:space="preserve"> – Modello Tee portasonda 1” x 1” x 1” o equivalente.</w:t>
            </w:r>
          </w:p>
        </w:tc>
      </w:tr>
      <w:tr w:rsidR="000A3748" w:rsidRPr="00013A5B" w14:paraId="347FD19F" w14:textId="77777777" w:rsidTr="00A16FCA">
        <w:tc>
          <w:tcPr>
            <w:tcW w:w="1398" w:type="dxa"/>
          </w:tcPr>
          <w:p w14:paraId="3CC64283" w14:textId="26999030" w:rsidR="000A3748" w:rsidRPr="00F049B5" w:rsidRDefault="000A3748" w:rsidP="000A3748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lastRenderedPageBreak/>
              <w:t>02708296</w:t>
            </w:r>
          </w:p>
        </w:tc>
        <w:tc>
          <w:tcPr>
            <w:tcW w:w="2297" w:type="dxa"/>
          </w:tcPr>
          <w:p w14:paraId="1CF269AB" w14:textId="5473821B" w:rsidR="000A3748" w:rsidRPr="00F049B5" w:rsidRDefault="000A3748" w:rsidP="000A3748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 xml:space="preserve">Kit portasonda per misuratori di energia DN </w:t>
            </w:r>
            <w:r w:rsidR="00EE2606">
              <w:rPr>
                <w:rFonts w:ascii="Poppins" w:hAnsi="Poppins" w:cs="Poppins"/>
                <w:bCs/>
                <w:color w:val="000000" w:themeColor="text1"/>
                <w:sz w:val="20"/>
              </w:rPr>
              <w:t>3</w:t>
            </w: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>2 e DN 40</w:t>
            </w:r>
          </w:p>
        </w:tc>
        <w:tc>
          <w:tcPr>
            <w:tcW w:w="5803" w:type="dxa"/>
          </w:tcPr>
          <w:p w14:paraId="063D22FD" w14:textId="07B260CE" w:rsidR="000A3748" w:rsidRPr="00F049B5" w:rsidRDefault="000A3748" w:rsidP="000A3748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 xml:space="preserve">Kit portasonda per misuratori di energia DN 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>2 e DN 40</w:t>
            </w:r>
            <w:r w:rsidR="00913F73">
              <w:rPr>
                <w:rFonts w:ascii="Poppins" w:hAnsi="Poppins" w:cs="Poppins"/>
                <w:bCs/>
                <w:color w:val="000000" w:themeColor="text1"/>
              </w:rPr>
              <w:t xml:space="preserve"> 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>composto da 2 manicotti a saldare filettati per installazioni ortogonali e da 2 pozzetti da 1/2" L= 40 mm</w:t>
            </w:r>
          </w:p>
          <w:p w14:paraId="72740492" w14:textId="77777777" w:rsidR="000A3748" w:rsidRPr="00F049B5" w:rsidRDefault="000A3748" w:rsidP="000A3748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</w:p>
          <w:p w14:paraId="1ACC8E67" w14:textId="4EDF2937" w:rsidR="000A3748" w:rsidRPr="00F049B5" w:rsidRDefault="000A3748" w:rsidP="000A3748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/>
                <w:bCs/>
                <w:color w:val="000000" w:themeColor="text1"/>
              </w:rPr>
              <w:t xml:space="preserve">Marca </w:t>
            </w:r>
            <w:r w:rsidR="00C04156">
              <w:rPr>
                <w:rFonts w:ascii="Poppins" w:hAnsi="Poppins" w:cs="Poppins"/>
                <w:b/>
                <w:bCs/>
                <w:color w:val="000000" w:themeColor="text1"/>
              </w:rPr>
              <w:t>Emmeti</w:t>
            </w:r>
            <w:r w:rsidRPr="00F049B5">
              <w:rPr>
                <w:rFonts w:ascii="Poppins" w:hAnsi="Poppins" w:cs="Poppins"/>
                <w:b/>
                <w:bCs/>
                <w:color w:val="000000" w:themeColor="text1"/>
              </w:rPr>
              <w:t xml:space="preserve"> – Modello Kit portasonda per misuratori di energia DN </w:t>
            </w:r>
            <w:r w:rsidR="00EE2606">
              <w:rPr>
                <w:rFonts w:ascii="Poppins" w:hAnsi="Poppins" w:cs="Poppins"/>
                <w:b/>
                <w:bCs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b/>
                <w:bCs/>
                <w:color w:val="000000" w:themeColor="text1"/>
              </w:rPr>
              <w:t>2 e DN 40 o equivalente.</w:t>
            </w:r>
          </w:p>
        </w:tc>
      </w:tr>
      <w:tr w:rsidR="00913F73" w:rsidRPr="00013A5B" w14:paraId="38A29526" w14:textId="77777777" w:rsidTr="00A16FCA">
        <w:tc>
          <w:tcPr>
            <w:tcW w:w="1398" w:type="dxa"/>
          </w:tcPr>
          <w:p w14:paraId="0C28B4C7" w14:textId="1C93A6FE" w:rsidR="00913F73" w:rsidRPr="00F049B5" w:rsidRDefault="00745110" w:rsidP="000A3748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>
              <w:rPr>
                <w:rFonts w:ascii="Poppins" w:hAnsi="Poppins" w:cs="Poppins"/>
                <w:bCs/>
                <w:color w:val="000000" w:themeColor="text1"/>
                <w:sz w:val="20"/>
              </w:rPr>
              <w:t>02709722</w:t>
            </w:r>
          </w:p>
        </w:tc>
        <w:tc>
          <w:tcPr>
            <w:tcW w:w="2297" w:type="dxa"/>
          </w:tcPr>
          <w:p w14:paraId="10ABF503" w14:textId="47ADCF89" w:rsidR="00913F73" w:rsidRPr="00F049B5" w:rsidRDefault="00DF0D07" w:rsidP="00DF0D07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DF0D07">
              <w:rPr>
                <w:rFonts w:ascii="Poppins" w:hAnsi="Poppins" w:cs="Poppins"/>
                <w:bCs/>
                <w:color w:val="000000" w:themeColor="text1"/>
                <w:sz w:val="20"/>
              </w:rPr>
              <w:t xml:space="preserve">Misuratore di energia EVO caldo/freddo per </w:t>
            </w:r>
            <w:r>
              <w:rPr>
                <w:rFonts w:ascii="Poppins" w:hAnsi="Poppins" w:cs="Poppins"/>
                <w:bCs/>
                <w:color w:val="000000" w:themeColor="text1"/>
                <w:sz w:val="20"/>
              </w:rPr>
              <w:t xml:space="preserve"> a</w:t>
            </w:r>
            <w:r w:rsidRPr="00DF0D07">
              <w:rPr>
                <w:rFonts w:ascii="Poppins" w:hAnsi="Poppins" w:cs="Poppins"/>
                <w:bCs/>
                <w:color w:val="000000" w:themeColor="text1"/>
                <w:sz w:val="20"/>
              </w:rPr>
              <w:t>lte portare con attacco</w:t>
            </w:r>
            <w:r>
              <w:rPr>
                <w:rFonts w:ascii="Poppins" w:hAnsi="Poppins" w:cs="Poppins"/>
                <w:bCs/>
                <w:color w:val="000000" w:themeColor="text1"/>
                <w:sz w:val="20"/>
              </w:rPr>
              <w:t xml:space="preserve"> </w:t>
            </w:r>
            <w:r w:rsidRPr="00DF0D07">
              <w:rPr>
                <w:rFonts w:ascii="Poppins" w:hAnsi="Poppins" w:cs="Poppins"/>
                <w:bCs/>
                <w:color w:val="000000" w:themeColor="text1"/>
                <w:sz w:val="20"/>
              </w:rPr>
              <w:t>flangiato e trasmissione dati DN 50</w:t>
            </w:r>
          </w:p>
        </w:tc>
        <w:tc>
          <w:tcPr>
            <w:tcW w:w="5803" w:type="dxa"/>
          </w:tcPr>
          <w:p w14:paraId="571CD1D6" w14:textId="594B8F7E" w:rsidR="00DF0D07" w:rsidRPr="00DF0D07" w:rsidRDefault="00DF0D07" w:rsidP="00DF0D07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DF0D07">
              <w:rPr>
                <w:rFonts w:ascii="Poppins" w:hAnsi="Poppins" w:cs="Poppins"/>
                <w:bCs/>
                <w:color w:val="000000" w:themeColor="text1"/>
              </w:rPr>
              <w:t>Misuratore di energia EVO con contatore a getto multiplo a trasmissione</w:t>
            </w:r>
            <w:r>
              <w:rPr>
                <w:rFonts w:ascii="Poppins" w:hAnsi="Poppins" w:cs="Poppins"/>
                <w:bCs/>
                <w:color w:val="000000" w:themeColor="text1"/>
              </w:rPr>
              <w:t xml:space="preserve"> </w:t>
            </w:r>
            <w:r w:rsidRPr="00DF0D07">
              <w:rPr>
                <w:rFonts w:ascii="Poppins" w:hAnsi="Poppins" w:cs="Poppins"/>
                <w:bCs/>
                <w:color w:val="000000" w:themeColor="text1"/>
              </w:rPr>
              <w:t>magnetica, certificato in conformità al Dlgs n° 84 del 19/05/2016</w:t>
            </w:r>
            <w:r>
              <w:rPr>
                <w:rFonts w:ascii="Poppins" w:hAnsi="Poppins" w:cs="Poppins"/>
                <w:bCs/>
                <w:color w:val="000000" w:themeColor="text1"/>
              </w:rPr>
              <w:t xml:space="preserve"> </w:t>
            </w:r>
            <w:r w:rsidRPr="00DF0D07">
              <w:rPr>
                <w:rFonts w:ascii="Poppins" w:hAnsi="Poppins" w:cs="Poppins"/>
                <w:bCs/>
                <w:color w:val="000000" w:themeColor="text1"/>
              </w:rPr>
              <w:t>(attuazione della direttiva europea MID 2014/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DF0D07">
              <w:rPr>
                <w:rFonts w:ascii="Poppins" w:hAnsi="Poppins" w:cs="Poppins"/>
                <w:bCs/>
                <w:color w:val="000000" w:themeColor="text1"/>
              </w:rPr>
              <w:t>2/EU) costituito da</w:t>
            </w:r>
            <w:r>
              <w:rPr>
                <w:rFonts w:ascii="Poppins" w:hAnsi="Poppins" w:cs="Poppins"/>
                <w:bCs/>
                <w:color w:val="000000" w:themeColor="text1"/>
              </w:rPr>
              <w:t xml:space="preserve"> </w:t>
            </w:r>
            <w:r w:rsidRPr="00DF0D07">
              <w:rPr>
                <w:rFonts w:ascii="Poppins" w:hAnsi="Poppins" w:cs="Poppins"/>
                <w:bCs/>
                <w:color w:val="000000" w:themeColor="text1"/>
              </w:rPr>
              <w:t>contatore volumetrico a getto multiplo a quadrante asciutto per acqua a</w:t>
            </w:r>
            <w:r>
              <w:rPr>
                <w:rFonts w:ascii="Poppins" w:hAnsi="Poppins" w:cs="Poppins"/>
                <w:bCs/>
                <w:color w:val="000000" w:themeColor="text1"/>
              </w:rPr>
              <w:t xml:space="preserve"> </w:t>
            </w:r>
            <w:r w:rsidRPr="00DF0D07">
              <w:rPr>
                <w:rFonts w:ascii="Poppins" w:hAnsi="Poppins" w:cs="Poppins"/>
                <w:bCs/>
                <w:color w:val="000000" w:themeColor="text1"/>
              </w:rPr>
              <w:t>90 °C e da unità elettronica EVO: completa di sonde di temperatura, per</w:t>
            </w:r>
            <w:r>
              <w:rPr>
                <w:rFonts w:ascii="Poppins" w:hAnsi="Poppins" w:cs="Poppins"/>
                <w:bCs/>
                <w:color w:val="000000" w:themeColor="text1"/>
              </w:rPr>
              <w:t xml:space="preserve"> </w:t>
            </w:r>
            <w:r w:rsidRPr="00DF0D07">
              <w:rPr>
                <w:rFonts w:ascii="Poppins" w:hAnsi="Poppins" w:cs="Poppins"/>
                <w:bCs/>
                <w:color w:val="000000" w:themeColor="text1"/>
              </w:rPr>
              <w:t>il calcolo dei consumi di energia termica in regime di riscaldamento e</w:t>
            </w:r>
            <w:r>
              <w:rPr>
                <w:rFonts w:ascii="Poppins" w:hAnsi="Poppins" w:cs="Poppins"/>
                <w:bCs/>
                <w:color w:val="000000" w:themeColor="text1"/>
              </w:rPr>
              <w:t xml:space="preserve"> </w:t>
            </w:r>
            <w:r w:rsidRPr="00DF0D07">
              <w:rPr>
                <w:rFonts w:ascii="Poppins" w:hAnsi="Poppins" w:cs="Poppins"/>
                <w:bCs/>
                <w:color w:val="000000" w:themeColor="text1"/>
              </w:rPr>
              <w:t>raffrescamento.</w:t>
            </w:r>
          </w:p>
          <w:p w14:paraId="4334BBEB" w14:textId="74FB5D4B" w:rsidR="00DF0D07" w:rsidRPr="00DF0D07" w:rsidRDefault="00DF0D07" w:rsidP="00DF0D07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DF0D07">
              <w:rPr>
                <w:rFonts w:ascii="Poppins" w:hAnsi="Poppins" w:cs="Poppins"/>
                <w:bCs/>
                <w:color w:val="000000" w:themeColor="text1"/>
              </w:rPr>
              <w:t>Configurato per installazione orizzontale sul ritorno con possibilità di</w:t>
            </w:r>
            <w:r>
              <w:rPr>
                <w:rFonts w:ascii="Poppins" w:hAnsi="Poppins" w:cs="Poppins"/>
                <w:bCs/>
                <w:color w:val="000000" w:themeColor="text1"/>
              </w:rPr>
              <w:t xml:space="preserve"> </w:t>
            </w:r>
            <w:r w:rsidRPr="00DF0D07">
              <w:rPr>
                <w:rFonts w:ascii="Poppins" w:hAnsi="Poppins" w:cs="Poppins"/>
                <w:bCs/>
                <w:color w:val="000000" w:themeColor="text1"/>
              </w:rPr>
              <w:t>installazione sulla mandata.</w:t>
            </w:r>
          </w:p>
          <w:p w14:paraId="5919FA37" w14:textId="0058E59C" w:rsidR="00DF0D07" w:rsidRPr="00DF0D07" w:rsidRDefault="00DF0D07" w:rsidP="00DF0D07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DF0D07">
              <w:rPr>
                <w:rFonts w:ascii="Poppins" w:hAnsi="Poppins" w:cs="Poppins"/>
                <w:bCs/>
                <w:color w:val="000000" w:themeColor="text1"/>
              </w:rPr>
              <w:t>Trasmissione dati tramite protocollo M</w:t>
            </w:r>
            <w:r w:rsidR="00856252">
              <w:rPr>
                <w:rFonts w:ascii="Poppins" w:hAnsi="Poppins" w:cs="Poppins"/>
                <w:bCs/>
                <w:color w:val="000000" w:themeColor="text1"/>
              </w:rPr>
              <w:t>-</w:t>
            </w:r>
            <w:r w:rsidRPr="00DF0D07">
              <w:rPr>
                <w:rFonts w:ascii="Poppins" w:hAnsi="Poppins" w:cs="Poppins"/>
                <w:bCs/>
                <w:color w:val="000000" w:themeColor="text1"/>
              </w:rPr>
              <w:t>Bus.</w:t>
            </w:r>
          </w:p>
          <w:p w14:paraId="54A0F3A2" w14:textId="77777777" w:rsidR="00DF0D07" w:rsidRPr="00DF0D07" w:rsidRDefault="00DF0D07" w:rsidP="00DF0D07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</w:p>
          <w:p w14:paraId="3DAF7E05" w14:textId="77777777" w:rsidR="00DF0D07" w:rsidRPr="00DF0D07" w:rsidRDefault="00DF0D07" w:rsidP="00DF0D07">
            <w:pPr>
              <w:pStyle w:val="Testocommento"/>
              <w:jc w:val="both"/>
              <w:rPr>
                <w:rFonts w:ascii="Poppins" w:hAnsi="Poppins" w:cs="Poppins"/>
                <w:b/>
                <w:color w:val="000000" w:themeColor="text1"/>
              </w:rPr>
            </w:pPr>
            <w:r w:rsidRPr="00DF0D07">
              <w:rPr>
                <w:rFonts w:ascii="Poppins" w:hAnsi="Poppins" w:cs="Poppins"/>
                <w:b/>
                <w:color w:val="000000" w:themeColor="text1"/>
              </w:rPr>
              <w:t>Dati tecnici misuratore di portata:</w:t>
            </w:r>
          </w:p>
          <w:p w14:paraId="10825C70" w14:textId="44DFE5D7" w:rsidR="00DF0D07" w:rsidRPr="00DF0D07" w:rsidRDefault="00DF0D07" w:rsidP="00DF0D07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DF0D07">
              <w:rPr>
                <w:rFonts w:ascii="Poppins" w:hAnsi="Poppins" w:cs="Poppins"/>
                <w:bCs/>
                <w:color w:val="000000" w:themeColor="text1"/>
              </w:rPr>
              <w:t>Portata nominale: 15 m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DF0D07">
              <w:rPr>
                <w:rFonts w:ascii="Poppins" w:hAnsi="Poppins" w:cs="Poppins"/>
                <w:bCs/>
                <w:color w:val="000000" w:themeColor="text1"/>
              </w:rPr>
              <w:t>/h</w:t>
            </w:r>
          </w:p>
          <w:p w14:paraId="7420E743" w14:textId="0EFEFA89" w:rsidR="00DF0D07" w:rsidRPr="00DF0D07" w:rsidRDefault="00DF0D07" w:rsidP="00DF0D07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DF0D07">
              <w:rPr>
                <w:rFonts w:ascii="Poppins" w:hAnsi="Poppins" w:cs="Poppins"/>
                <w:bCs/>
                <w:color w:val="000000" w:themeColor="text1"/>
              </w:rPr>
              <w:t>Portata minima: 0.6 l/h</w:t>
            </w:r>
          </w:p>
          <w:p w14:paraId="2D54E67C" w14:textId="6F057EC9" w:rsidR="00DF0D07" w:rsidRPr="00DF0D07" w:rsidRDefault="00DF0D07" w:rsidP="00DF0D07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DF0D07">
              <w:rPr>
                <w:rFonts w:ascii="Poppins" w:hAnsi="Poppins" w:cs="Poppins"/>
                <w:bCs/>
                <w:color w:val="000000" w:themeColor="text1"/>
              </w:rPr>
              <w:t xml:space="preserve">Portata massima: 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DF0D07">
              <w:rPr>
                <w:rFonts w:ascii="Poppins" w:hAnsi="Poppins" w:cs="Poppins"/>
                <w:bCs/>
                <w:color w:val="000000" w:themeColor="text1"/>
              </w:rPr>
              <w:t>0 m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DF0D07">
              <w:rPr>
                <w:rFonts w:ascii="Poppins" w:hAnsi="Poppins" w:cs="Poppins"/>
                <w:bCs/>
                <w:color w:val="000000" w:themeColor="text1"/>
              </w:rPr>
              <w:t>/h</w:t>
            </w:r>
          </w:p>
          <w:p w14:paraId="2D1AE150" w14:textId="19766710" w:rsidR="00DF0D07" w:rsidRPr="00DF0D07" w:rsidRDefault="00DF0D07" w:rsidP="00DF0D07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DF0D07">
              <w:rPr>
                <w:rFonts w:ascii="Poppins" w:hAnsi="Poppins" w:cs="Poppins"/>
                <w:bCs/>
                <w:color w:val="000000" w:themeColor="text1"/>
              </w:rPr>
              <w:t>Temperatura massima di esercizio: 1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DF0D07">
              <w:rPr>
                <w:rFonts w:ascii="Poppins" w:hAnsi="Poppins" w:cs="Poppins"/>
                <w:bCs/>
                <w:color w:val="000000" w:themeColor="text1"/>
              </w:rPr>
              <w:t>0 °C</w:t>
            </w:r>
          </w:p>
          <w:p w14:paraId="7B4291BA" w14:textId="1110C0C9" w:rsidR="00DF0D07" w:rsidRPr="00DF0D07" w:rsidRDefault="00DF0D07" w:rsidP="00DF0D07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DF0D07">
              <w:rPr>
                <w:rFonts w:ascii="Poppins" w:hAnsi="Poppins" w:cs="Poppins"/>
                <w:bCs/>
                <w:color w:val="000000" w:themeColor="text1"/>
              </w:rPr>
              <w:t>Pressione di esercizio: 16 bar</w:t>
            </w:r>
          </w:p>
          <w:p w14:paraId="43DD7A57" w14:textId="4AC08F0C" w:rsidR="00DF0D07" w:rsidRPr="00DF0D07" w:rsidRDefault="00DF0D07" w:rsidP="00DF0D07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DF0D07">
              <w:rPr>
                <w:rFonts w:ascii="Poppins" w:hAnsi="Poppins" w:cs="Poppins"/>
                <w:bCs/>
                <w:color w:val="000000" w:themeColor="text1"/>
              </w:rPr>
              <w:t>Impulsi: 10 l/imp</w:t>
            </w:r>
          </w:p>
          <w:p w14:paraId="22AB397E" w14:textId="583CA9C2" w:rsidR="00DF0D07" w:rsidRPr="00DF0D07" w:rsidRDefault="00DF0D07" w:rsidP="00DF0D07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DF0D07">
              <w:rPr>
                <w:rFonts w:ascii="Poppins" w:hAnsi="Poppins" w:cs="Poppins"/>
                <w:bCs/>
                <w:color w:val="000000" w:themeColor="text1"/>
              </w:rPr>
              <w:t>Attacchi: 1"1/4 maschio</w:t>
            </w:r>
          </w:p>
          <w:p w14:paraId="1DC9611B" w14:textId="77777777" w:rsidR="00DF0D07" w:rsidRPr="00DF0D07" w:rsidRDefault="00DF0D07" w:rsidP="00DF0D07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</w:p>
          <w:p w14:paraId="519F037A" w14:textId="77777777" w:rsidR="00DF0D07" w:rsidRPr="00DF0D07" w:rsidRDefault="00DF0D07" w:rsidP="00DF0D07">
            <w:pPr>
              <w:pStyle w:val="Testocommento"/>
              <w:jc w:val="both"/>
              <w:rPr>
                <w:rFonts w:ascii="Poppins" w:hAnsi="Poppins" w:cs="Poppins"/>
                <w:b/>
                <w:color w:val="000000" w:themeColor="text1"/>
              </w:rPr>
            </w:pPr>
            <w:r w:rsidRPr="00DF0D07">
              <w:rPr>
                <w:rFonts w:ascii="Poppins" w:hAnsi="Poppins" w:cs="Poppins"/>
                <w:b/>
                <w:color w:val="000000" w:themeColor="text1"/>
              </w:rPr>
              <w:t>Dati tecnici unità elettronica EVO:</w:t>
            </w:r>
          </w:p>
          <w:p w14:paraId="5C5541C6" w14:textId="65E76D1F" w:rsidR="00DF0D07" w:rsidRPr="00DF0D07" w:rsidRDefault="00DF0D07" w:rsidP="00DF0D07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DF0D07">
              <w:rPr>
                <w:rFonts w:ascii="Poppins" w:hAnsi="Poppins" w:cs="Poppins"/>
                <w:bCs/>
                <w:color w:val="000000" w:themeColor="text1"/>
              </w:rPr>
              <w:t>Range di temperatura: 5÷55 °C</w:t>
            </w:r>
          </w:p>
          <w:p w14:paraId="4DC93CB2" w14:textId="70D29F74" w:rsidR="00DF0D07" w:rsidRPr="00DF0D07" w:rsidRDefault="00DF0D07" w:rsidP="00DF0D07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DF0D07">
              <w:rPr>
                <w:rFonts w:ascii="Poppins" w:hAnsi="Poppins" w:cs="Poppins"/>
                <w:bCs/>
                <w:color w:val="000000" w:themeColor="text1"/>
              </w:rPr>
              <w:t xml:space="preserve">Range differenza di temperatura in riscaldamento: 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DF0D07">
              <w:rPr>
                <w:rFonts w:ascii="Poppins" w:hAnsi="Poppins" w:cs="Poppins"/>
                <w:bCs/>
                <w:color w:val="000000" w:themeColor="text1"/>
              </w:rPr>
              <w:t>÷100 K</w:t>
            </w:r>
          </w:p>
          <w:p w14:paraId="3C2A447E" w14:textId="5BFB209A" w:rsidR="00DF0D07" w:rsidRPr="00DF0D07" w:rsidRDefault="00DF0D07" w:rsidP="00DF0D07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DF0D07">
              <w:rPr>
                <w:rFonts w:ascii="Poppins" w:hAnsi="Poppins" w:cs="Poppins"/>
                <w:bCs/>
                <w:color w:val="000000" w:themeColor="text1"/>
              </w:rPr>
              <w:t xml:space="preserve">Range differenza di temperatura in raffrescamento: </w:t>
            </w:r>
            <w:r w:rsidR="00856252">
              <w:rPr>
                <w:rFonts w:ascii="Poppins" w:hAnsi="Poppins" w:cs="Poppins"/>
                <w:bCs/>
                <w:color w:val="000000" w:themeColor="text1"/>
              </w:rPr>
              <w:t>-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DF0D07">
              <w:rPr>
                <w:rFonts w:ascii="Poppins" w:hAnsi="Poppins" w:cs="Poppins"/>
                <w:bCs/>
                <w:color w:val="000000" w:themeColor="text1"/>
              </w:rPr>
              <w:t>÷</w:t>
            </w:r>
            <w:r w:rsidR="00856252">
              <w:rPr>
                <w:rFonts w:ascii="Poppins" w:hAnsi="Poppins" w:cs="Poppins"/>
                <w:bCs/>
                <w:color w:val="000000" w:themeColor="text1"/>
              </w:rPr>
              <w:t>-</w:t>
            </w:r>
            <w:r w:rsidRPr="00DF0D07">
              <w:rPr>
                <w:rFonts w:ascii="Poppins" w:hAnsi="Poppins" w:cs="Poppins"/>
                <w:bCs/>
                <w:color w:val="000000" w:themeColor="text1"/>
              </w:rPr>
              <w:t>50 K</w:t>
            </w:r>
          </w:p>
          <w:p w14:paraId="3C9268B8" w14:textId="70E63253" w:rsidR="00DF0D07" w:rsidRPr="00DF0D07" w:rsidRDefault="00DF0D07" w:rsidP="00DF0D07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DF0D07">
              <w:rPr>
                <w:rFonts w:ascii="Poppins" w:hAnsi="Poppins" w:cs="Poppins"/>
                <w:bCs/>
                <w:color w:val="000000" w:themeColor="text1"/>
              </w:rPr>
              <w:t>Temperatura ambiente: 0÷55 °C</w:t>
            </w:r>
          </w:p>
          <w:p w14:paraId="57C8379B" w14:textId="4A259017" w:rsidR="00DF0D07" w:rsidRPr="00DF0D07" w:rsidRDefault="00DF0D07" w:rsidP="00DF0D07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DF0D07">
              <w:rPr>
                <w:rFonts w:ascii="Poppins" w:hAnsi="Poppins" w:cs="Poppins"/>
                <w:bCs/>
                <w:color w:val="000000" w:themeColor="text1"/>
              </w:rPr>
              <w:t>Impulsi: 10 l/imp</w:t>
            </w:r>
          </w:p>
          <w:p w14:paraId="370A0A34" w14:textId="4DEF8A23" w:rsidR="00DF0D07" w:rsidRPr="00DF0D07" w:rsidRDefault="00DF0D07" w:rsidP="00DF0D07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DF0D07">
              <w:rPr>
                <w:rFonts w:ascii="Poppins" w:hAnsi="Poppins" w:cs="Poppins"/>
                <w:bCs/>
                <w:color w:val="000000" w:themeColor="text1"/>
              </w:rPr>
              <w:t>Interfacce: ottica, M</w:t>
            </w:r>
            <w:r w:rsidR="00856252">
              <w:rPr>
                <w:rFonts w:ascii="Poppins" w:hAnsi="Poppins" w:cs="Poppins"/>
                <w:bCs/>
                <w:color w:val="000000" w:themeColor="text1"/>
              </w:rPr>
              <w:t>-</w:t>
            </w:r>
            <w:r w:rsidRPr="00DF0D07">
              <w:rPr>
                <w:rFonts w:ascii="Poppins" w:hAnsi="Poppins" w:cs="Poppins"/>
                <w:bCs/>
                <w:color w:val="000000" w:themeColor="text1"/>
              </w:rPr>
              <w:t>Bus</w:t>
            </w:r>
          </w:p>
          <w:p w14:paraId="17363F04" w14:textId="3D8C020B" w:rsidR="00DF0D07" w:rsidRPr="00DF0D07" w:rsidRDefault="00DF0D07" w:rsidP="00DF0D07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DF0D07">
              <w:rPr>
                <w:rFonts w:ascii="Poppins" w:hAnsi="Poppins" w:cs="Poppins"/>
                <w:bCs/>
                <w:color w:val="000000" w:themeColor="text1"/>
              </w:rPr>
              <w:t>Display: LCD a 8 cifre + caratteri speciali</w:t>
            </w:r>
          </w:p>
          <w:p w14:paraId="7C42A35B" w14:textId="41E84D8E" w:rsidR="00DF0D07" w:rsidRPr="00DF0D07" w:rsidRDefault="00DF0D07" w:rsidP="00DF0D07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DF0D07">
              <w:rPr>
                <w:rFonts w:ascii="Poppins" w:hAnsi="Poppins" w:cs="Poppins"/>
                <w:bCs/>
                <w:color w:val="000000" w:themeColor="text1"/>
              </w:rPr>
              <w:t xml:space="preserve">Alimentazione: batteria 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DF0D07">
              <w:rPr>
                <w:rFonts w:ascii="Poppins" w:hAnsi="Poppins" w:cs="Poppins"/>
                <w:bCs/>
                <w:color w:val="000000" w:themeColor="text1"/>
              </w:rPr>
              <w:t>,6 V al litio, durata massima stimata, non</w:t>
            </w:r>
            <w:r>
              <w:rPr>
                <w:rFonts w:ascii="Poppins" w:hAnsi="Poppins" w:cs="Poppins"/>
                <w:bCs/>
                <w:color w:val="000000" w:themeColor="text1"/>
              </w:rPr>
              <w:t xml:space="preserve"> </w:t>
            </w:r>
            <w:r w:rsidRPr="00DF0D07">
              <w:rPr>
                <w:rFonts w:ascii="Poppins" w:hAnsi="Poppins" w:cs="Poppins"/>
                <w:bCs/>
                <w:color w:val="000000" w:themeColor="text1"/>
              </w:rPr>
              <w:t>garantita, 6 anni (la durata della batteria è influenzata dalle</w:t>
            </w:r>
            <w:r>
              <w:rPr>
                <w:rFonts w:ascii="Poppins" w:hAnsi="Poppins" w:cs="Poppins"/>
                <w:bCs/>
                <w:color w:val="000000" w:themeColor="text1"/>
              </w:rPr>
              <w:t xml:space="preserve"> </w:t>
            </w:r>
            <w:r w:rsidRPr="00DF0D07">
              <w:rPr>
                <w:rFonts w:ascii="Poppins" w:hAnsi="Poppins" w:cs="Poppins"/>
                <w:bCs/>
                <w:color w:val="000000" w:themeColor="text1"/>
              </w:rPr>
              <w:t xml:space="preserve">condizioni di </w:t>
            </w:r>
            <w:r w:rsidRPr="00DF0D07">
              <w:rPr>
                <w:rFonts w:ascii="Poppins" w:hAnsi="Poppins" w:cs="Poppins"/>
                <w:bCs/>
                <w:color w:val="000000" w:themeColor="text1"/>
              </w:rPr>
              <w:lastRenderedPageBreak/>
              <w:t>installazione e di utilizzo). La batteria è garantita 2</w:t>
            </w:r>
            <w:r>
              <w:rPr>
                <w:rFonts w:ascii="Poppins" w:hAnsi="Poppins" w:cs="Poppins"/>
                <w:bCs/>
                <w:color w:val="000000" w:themeColor="text1"/>
              </w:rPr>
              <w:t xml:space="preserve"> </w:t>
            </w:r>
            <w:r w:rsidRPr="00DF0D07">
              <w:rPr>
                <w:rFonts w:ascii="Poppins" w:hAnsi="Poppins" w:cs="Poppins"/>
                <w:bCs/>
                <w:color w:val="000000" w:themeColor="text1"/>
              </w:rPr>
              <w:t>anni dalla data di vendita. Batteria sostituibile</w:t>
            </w:r>
          </w:p>
          <w:p w14:paraId="2381D8C4" w14:textId="2AD800DB" w:rsidR="00DF0D07" w:rsidRPr="00DF0D07" w:rsidRDefault="00DF0D07" w:rsidP="00DF0D07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DF0D07">
              <w:rPr>
                <w:rFonts w:ascii="Poppins" w:hAnsi="Poppins" w:cs="Poppins"/>
                <w:bCs/>
                <w:color w:val="000000" w:themeColor="text1"/>
              </w:rPr>
              <w:t>Dimensioni: 150 x 1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DF0D07">
              <w:rPr>
                <w:rFonts w:ascii="Poppins" w:hAnsi="Poppins" w:cs="Poppins"/>
                <w:bCs/>
                <w:color w:val="000000" w:themeColor="text1"/>
              </w:rPr>
              <w:t xml:space="preserve">0 x 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DF0D07">
              <w:rPr>
                <w:rFonts w:ascii="Poppins" w:hAnsi="Poppins" w:cs="Poppins"/>
                <w:bCs/>
                <w:color w:val="000000" w:themeColor="text1"/>
              </w:rPr>
              <w:t>5 mm</w:t>
            </w:r>
          </w:p>
          <w:p w14:paraId="476590AC" w14:textId="77777777" w:rsidR="00DF0D07" w:rsidRPr="00DF0D07" w:rsidRDefault="00DF0D07" w:rsidP="00DF0D07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</w:p>
          <w:p w14:paraId="2FE328D7" w14:textId="0296F9F6" w:rsidR="00913F73" w:rsidRPr="00DF0D07" w:rsidRDefault="00DF0D07" w:rsidP="00DF0D07">
            <w:pPr>
              <w:pStyle w:val="Testocommento"/>
              <w:jc w:val="both"/>
              <w:rPr>
                <w:rFonts w:ascii="Poppins" w:hAnsi="Poppins" w:cs="Poppins"/>
                <w:b/>
                <w:color w:val="000000" w:themeColor="text1"/>
              </w:rPr>
            </w:pPr>
            <w:r w:rsidRPr="00DF0D07">
              <w:rPr>
                <w:rFonts w:ascii="Poppins" w:hAnsi="Poppins" w:cs="Poppins"/>
                <w:b/>
                <w:color w:val="000000" w:themeColor="text1"/>
              </w:rPr>
              <w:t xml:space="preserve">Marca </w:t>
            </w:r>
            <w:r w:rsidR="00C04156">
              <w:rPr>
                <w:rFonts w:ascii="Poppins" w:hAnsi="Poppins" w:cs="Poppins"/>
                <w:b/>
                <w:color w:val="000000" w:themeColor="text1"/>
              </w:rPr>
              <w:t>Emmeti</w:t>
            </w:r>
            <w:r>
              <w:rPr>
                <w:rFonts w:ascii="Poppins" w:hAnsi="Poppins" w:cs="Poppins"/>
                <w:b/>
                <w:color w:val="000000" w:themeColor="text1"/>
              </w:rPr>
              <w:t xml:space="preserve"> </w:t>
            </w:r>
            <w:r w:rsidRPr="00DF0D07">
              <w:rPr>
                <w:rFonts w:ascii="Poppins" w:hAnsi="Poppins" w:cs="Poppins"/>
                <w:b/>
                <w:color w:val="000000" w:themeColor="text1"/>
              </w:rPr>
              <w:t>– Modello Misuratore di energia EVO caldo/freddo per alte portare con attacco flangiato e trasmissione dati DN 50 o equivalente.</w:t>
            </w:r>
          </w:p>
        </w:tc>
      </w:tr>
      <w:tr w:rsidR="00DF0D07" w:rsidRPr="00013A5B" w14:paraId="694B54E0" w14:textId="77777777" w:rsidTr="00A16FCA">
        <w:tc>
          <w:tcPr>
            <w:tcW w:w="1398" w:type="dxa"/>
          </w:tcPr>
          <w:p w14:paraId="5D188D66" w14:textId="2F438705" w:rsidR="00DF0D07" w:rsidRPr="00F049B5" w:rsidRDefault="00DF0D07" w:rsidP="00DF0D0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>
              <w:rPr>
                <w:rFonts w:ascii="Poppins" w:hAnsi="Poppins" w:cs="Poppins"/>
                <w:bCs/>
                <w:color w:val="000000" w:themeColor="text1"/>
                <w:sz w:val="20"/>
              </w:rPr>
              <w:t>02709724</w:t>
            </w:r>
          </w:p>
        </w:tc>
        <w:tc>
          <w:tcPr>
            <w:tcW w:w="2297" w:type="dxa"/>
          </w:tcPr>
          <w:p w14:paraId="11F5772C" w14:textId="20C6E58C" w:rsidR="00DF0D07" w:rsidRPr="00F049B5" w:rsidRDefault="00DF0D07" w:rsidP="00DF0D07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DF0D07">
              <w:rPr>
                <w:rFonts w:ascii="Poppins" w:hAnsi="Poppins" w:cs="Poppins"/>
                <w:bCs/>
                <w:color w:val="000000" w:themeColor="text1"/>
                <w:sz w:val="20"/>
              </w:rPr>
              <w:t xml:space="preserve">Misuratore di energia EVO caldo/freddo per </w:t>
            </w:r>
            <w:r>
              <w:rPr>
                <w:rFonts w:ascii="Poppins" w:hAnsi="Poppins" w:cs="Poppins"/>
                <w:bCs/>
                <w:color w:val="000000" w:themeColor="text1"/>
                <w:sz w:val="20"/>
              </w:rPr>
              <w:t xml:space="preserve"> a</w:t>
            </w:r>
            <w:r w:rsidRPr="00DF0D07">
              <w:rPr>
                <w:rFonts w:ascii="Poppins" w:hAnsi="Poppins" w:cs="Poppins"/>
                <w:bCs/>
                <w:color w:val="000000" w:themeColor="text1"/>
                <w:sz w:val="20"/>
              </w:rPr>
              <w:t>lte portare con attacco</w:t>
            </w:r>
            <w:r>
              <w:rPr>
                <w:rFonts w:ascii="Poppins" w:hAnsi="Poppins" w:cs="Poppins"/>
                <w:bCs/>
                <w:color w:val="000000" w:themeColor="text1"/>
                <w:sz w:val="20"/>
              </w:rPr>
              <w:t xml:space="preserve"> </w:t>
            </w:r>
            <w:r w:rsidRPr="00DF0D07">
              <w:rPr>
                <w:rFonts w:ascii="Poppins" w:hAnsi="Poppins" w:cs="Poppins"/>
                <w:bCs/>
                <w:color w:val="000000" w:themeColor="text1"/>
                <w:sz w:val="20"/>
              </w:rPr>
              <w:t xml:space="preserve">flangiato e trasmissione dati DN </w:t>
            </w:r>
            <w:r>
              <w:rPr>
                <w:rFonts w:ascii="Poppins" w:hAnsi="Poppins" w:cs="Poppins"/>
                <w:bCs/>
                <w:color w:val="000000" w:themeColor="text1"/>
                <w:sz w:val="20"/>
              </w:rPr>
              <w:t>65</w:t>
            </w:r>
          </w:p>
        </w:tc>
        <w:tc>
          <w:tcPr>
            <w:tcW w:w="5803" w:type="dxa"/>
          </w:tcPr>
          <w:p w14:paraId="442A347B" w14:textId="5AD03AB4" w:rsidR="00DF0D07" w:rsidRPr="00DF0D07" w:rsidRDefault="00DF0D07" w:rsidP="00DF0D07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DF0D07">
              <w:rPr>
                <w:rFonts w:ascii="Poppins" w:hAnsi="Poppins" w:cs="Poppins"/>
                <w:bCs/>
                <w:color w:val="000000" w:themeColor="text1"/>
              </w:rPr>
              <w:t>Misuratore di energia EVO con contatore a getto multiplo a trasmissione</w:t>
            </w:r>
            <w:r>
              <w:rPr>
                <w:rFonts w:ascii="Poppins" w:hAnsi="Poppins" w:cs="Poppins"/>
                <w:bCs/>
                <w:color w:val="000000" w:themeColor="text1"/>
              </w:rPr>
              <w:t xml:space="preserve"> </w:t>
            </w:r>
            <w:r w:rsidRPr="00DF0D07">
              <w:rPr>
                <w:rFonts w:ascii="Poppins" w:hAnsi="Poppins" w:cs="Poppins"/>
                <w:bCs/>
                <w:color w:val="000000" w:themeColor="text1"/>
              </w:rPr>
              <w:t>magnetica, certificato in conformità al Dlgs n° 84 del 19/05/2016</w:t>
            </w:r>
            <w:r>
              <w:rPr>
                <w:rFonts w:ascii="Poppins" w:hAnsi="Poppins" w:cs="Poppins"/>
                <w:bCs/>
                <w:color w:val="000000" w:themeColor="text1"/>
              </w:rPr>
              <w:t xml:space="preserve"> </w:t>
            </w:r>
            <w:r w:rsidRPr="00DF0D07">
              <w:rPr>
                <w:rFonts w:ascii="Poppins" w:hAnsi="Poppins" w:cs="Poppins"/>
                <w:bCs/>
                <w:color w:val="000000" w:themeColor="text1"/>
              </w:rPr>
              <w:t>(attuazione della direttiva europea MID 2014/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DF0D07">
              <w:rPr>
                <w:rFonts w:ascii="Poppins" w:hAnsi="Poppins" w:cs="Poppins"/>
                <w:bCs/>
                <w:color w:val="000000" w:themeColor="text1"/>
              </w:rPr>
              <w:t>2/EU) costituito da</w:t>
            </w:r>
            <w:r>
              <w:rPr>
                <w:rFonts w:ascii="Poppins" w:hAnsi="Poppins" w:cs="Poppins"/>
                <w:bCs/>
                <w:color w:val="000000" w:themeColor="text1"/>
              </w:rPr>
              <w:t xml:space="preserve"> </w:t>
            </w:r>
            <w:r w:rsidRPr="00DF0D07">
              <w:rPr>
                <w:rFonts w:ascii="Poppins" w:hAnsi="Poppins" w:cs="Poppins"/>
                <w:bCs/>
                <w:color w:val="000000" w:themeColor="text1"/>
              </w:rPr>
              <w:t>contatore volumetrico a getto multiplo a quadrante asciutto per acqua a</w:t>
            </w:r>
            <w:r>
              <w:rPr>
                <w:rFonts w:ascii="Poppins" w:hAnsi="Poppins" w:cs="Poppins"/>
                <w:bCs/>
                <w:color w:val="000000" w:themeColor="text1"/>
              </w:rPr>
              <w:t xml:space="preserve"> </w:t>
            </w:r>
            <w:r w:rsidRPr="00DF0D07">
              <w:rPr>
                <w:rFonts w:ascii="Poppins" w:hAnsi="Poppins" w:cs="Poppins"/>
                <w:bCs/>
                <w:color w:val="000000" w:themeColor="text1"/>
              </w:rPr>
              <w:t>90 °C e da unità elettronica EVO: completa di sonde di temperatura, per</w:t>
            </w:r>
            <w:r>
              <w:rPr>
                <w:rFonts w:ascii="Poppins" w:hAnsi="Poppins" w:cs="Poppins"/>
                <w:bCs/>
                <w:color w:val="000000" w:themeColor="text1"/>
              </w:rPr>
              <w:t xml:space="preserve"> </w:t>
            </w:r>
            <w:r w:rsidRPr="00DF0D07">
              <w:rPr>
                <w:rFonts w:ascii="Poppins" w:hAnsi="Poppins" w:cs="Poppins"/>
                <w:bCs/>
                <w:color w:val="000000" w:themeColor="text1"/>
              </w:rPr>
              <w:t>il calcolo dei consumi di energia termica in regime di riscaldamento e</w:t>
            </w:r>
            <w:r>
              <w:rPr>
                <w:rFonts w:ascii="Poppins" w:hAnsi="Poppins" w:cs="Poppins"/>
                <w:bCs/>
                <w:color w:val="000000" w:themeColor="text1"/>
              </w:rPr>
              <w:t xml:space="preserve"> </w:t>
            </w:r>
            <w:r w:rsidRPr="00DF0D07">
              <w:rPr>
                <w:rFonts w:ascii="Poppins" w:hAnsi="Poppins" w:cs="Poppins"/>
                <w:bCs/>
                <w:color w:val="000000" w:themeColor="text1"/>
              </w:rPr>
              <w:t>raffrescamento.</w:t>
            </w:r>
          </w:p>
          <w:p w14:paraId="222C3BCF" w14:textId="77777777" w:rsidR="00DF0D07" w:rsidRPr="00DF0D07" w:rsidRDefault="00DF0D07" w:rsidP="00DF0D07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DF0D07">
              <w:rPr>
                <w:rFonts w:ascii="Poppins" w:hAnsi="Poppins" w:cs="Poppins"/>
                <w:bCs/>
                <w:color w:val="000000" w:themeColor="text1"/>
              </w:rPr>
              <w:t>Configurato per installazione orizzontale sul ritorno con possibilità di</w:t>
            </w:r>
            <w:r>
              <w:rPr>
                <w:rFonts w:ascii="Poppins" w:hAnsi="Poppins" w:cs="Poppins"/>
                <w:bCs/>
                <w:color w:val="000000" w:themeColor="text1"/>
              </w:rPr>
              <w:t xml:space="preserve"> </w:t>
            </w:r>
            <w:r w:rsidRPr="00DF0D07">
              <w:rPr>
                <w:rFonts w:ascii="Poppins" w:hAnsi="Poppins" w:cs="Poppins"/>
                <w:bCs/>
                <w:color w:val="000000" w:themeColor="text1"/>
              </w:rPr>
              <w:t>installazione sulla mandata.</w:t>
            </w:r>
          </w:p>
          <w:p w14:paraId="15FF47F9" w14:textId="1EF27A01" w:rsidR="00DF0D07" w:rsidRPr="00DF0D07" w:rsidRDefault="00DF0D07" w:rsidP="00DF0D07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DF0D07">
              <w:rPr>
                <w:rFonts w:ascii="Poppins" w:hAnsi="Poppins" w:cs="Poppins"/>
                <w:bCs/>
                <w:color w:val="000000" w:themeColor="text1"/>
              </w:rPr>
              <w:t>Trasmissione dati tramite protocollo M</w:t>
            </w:r>
            <w:r w:rsidR="00856252">
              <w:rPr>
                <w:rFonts w:ascii="Poppins" w:hAnsi="Poppins" w:cs="Poppins"/>
                <w:bCs/>
                <w:color w:val="000000" w:themeColor="text1"/>
              </w:rPr>
              <w:t>-</w:t>
            </w:r>
            <w:r w:rsidRPr="00DF0D07">
              <w:rPr>
                <w:rFonts w:ascii="Poppins" w:hAnsi="Poppins" w:cs="Poppins"/>
                <w:bCs/>
                <w:color w:val="000000" w:themeColor="text1"/>
              </w:rPr>
              <w:t>Bus.</w:t>
            </w:r>
          </w:p>
          <w:p w14:paraId="7D78D1C7" w14:textId="77777777" w:rsidR="00DF0D07" w:rsidRPr="00DF0D07" w:rsidRDefault="00DF0D07" w:rsidP="00DF0D07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</w:p>
          <w:p w14:paraId="1F14B396" w14:textId="77777777" w:rsidR="00DF0D07" w:rsidRPr="00DF0D07" w:rsidRDefault="00DF0D07" w:rsidP="00DF0D07">
            <w:pPr>
              <w:pStyle w:val="Testocommento"/>
              <w:jc w:val="both"/>
              <w:rPr>
                <w:rFonts w:ascii="Poppins" w:hAnsi="Poppins" w:cs="Poppins"/>
                <w:b/>
                <w:color w:val="000000" w:themeColor="text1"/>
              </w:rPr>
            </w:pPr>
            <w:r w:rsidRPr="00DF0D07">
              <w:rPr>
                <w:rFonts w:ascii="Poppins" w:hAnsi="Poppins" w:cs="Poppins"/>
                <w:b/>
                <w:color w:val="000000" w:themeColor="text1"/>
              </w:rPr>
              <w:t>Dati tecnici misuratore di portata:</w:t>
            </w:r>
          </w:p>
          <w:p w14:paraId="783A315E" w14:textId="325F60E3" w:rsidR="00DF0D07" w:rsidRPr="00DF0D07" w:rsidRDefault="00DF0D07" w:rsidP="00DF0D07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DF0D07">
              <w:rPr>
                <w:rFonts w:ascii="Poppins" w:hAnsi="Poppins" w:cs="Poppins"/>
                <w:bCs/>
                <w:color w:val="000000" w:themeColor="text1"/>
              </w:rPr>
              <w:t>Portata nominale: 15 m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DF0D07">
              <w:rPr>
                <w:rFonts w:ascii="Poppins" w:hAnsi="Poppins" w:cs="Poppins"/>
                <w:bCs/>
                <w:color w:val="000000" w:themeColor="text1"/>
              </w:rPr>
              <w:t>/h</w:t>
            </w:r>
          </w:p>
          <w:p w14:paraId="6B84E5F9" w14:textId="77777777" w:rsidR="00DF0D07" w:rsidRPr="00DF0D07" w:rsidRDefault="00DF0D07" w:rsidP="00DF0D07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DF0D07">
              <w:rPr>
                <w:rFonts w:ascii="Poppins" w:hAnsi="Poppins" w:cs="Poppins"/>
                <w:bCs/>
                <w:color w:val="000000" w:themeColor="text1"/>
              </w:rPr>
              <w:t>Portata minima: 0.6 l/h</w:t>
            </w:r>
          </w:p>
          <w:p w14:paraId="647760FD" w14:textId="4206F599" w:rsidR="00DF0D07" w:rsidRPr="00DF0D07" w:rsidRDefault="00DF0D07" w:rsidP="00DF0D07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DF0D07">
              <w:rPr>
                <w:rFonts w:ascii="Poppins" w:hAnsi="Poppins" w:cs="Poppins"/>
                <w:bCs/>
                <w:color w:val="000000" w:themeColor="text1"/>
              </w:rPr>
              <w:t xml:space="preserve">Portata massima: 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DF0D07">
              <w:rPr>
                <w:rFonts w:ascii="Poppins" w:hAnsi="Poppins" w:cs="Poppins"/>
                <w:bCs/>
                <w:color w:val="000000" w:themeColor="text1"/>
              </w:rPr>
              <w:t>0 m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DF0D07">
              <w:rPr>
                <w:rFonts w:ascii="Poppins" w:hAnsi="Poppins" w:cs="Poppins"/>
                <w:bCs/>
                <w:color w:val="000000" w:themeColor="text1"/>
              </w:rPr>
              <w:t>/h</w:t>
            </w:r>
          </w:p>
          <w:p w14:paraId="52D0BA87" w14:textId="0D2B7B55" w:rsidR="00DF0D07" w:rsidRPr="00DF0D07" w:rsidRDefault="00DF0D07" w:rsidP="00DF0D07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DF0D07">
              <w:rPr>
                <w:rFonts w:ascii="Poppins" w:hAnsi="Poppins" w:cs="Poppins"/>
                <w:bCs/>
                <w:color w:val="000000" w:themeColor="text1"/>
              </w:rPr>
              <w:t>Temperatura massima di esercizio: 1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DF0D07">
              <w:rPr>
                <w:rFonts w:ascii="Poppins" w:hAnsi="Poppins" w:cs="Poppins"/>
                <w:bCs/>
                <w:color w:val="000000" w:themeColor="text1"/>
              </w:rPr>
              <w:t>0 °C</w:t>
            </w:r>
          </w:p>
          <w:p w14:paraId="2C90A71C" w14:textId="77777777" w:rsidR="00DF0D07" w:rsidRPr="00DF0D07" w:rsidRDefault="00DF0D07" w:rsidP="00DF0D07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DF0D07">
              <w:rPr>
                <w:rFonts w:ascii="Poppins" w:hAnsi="Poppins" w:cs="Poppins"/>
                <w:bCs/>
                <w:color w:val="000000" w:themeColor="text1"/>
              </w:rPr>
              <w:t>Pressione di esercizio: 16 bar</w:t>
            </w:r>
          </w:p>
          <w:p w14:paraId="44679D63" w14:textId="77777777" w:rsidR="00DF0D07" w:rsidRPr="00DF0D07" w:rsidRDefault="00DF0D07" w:rsidP="00DF0D07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DF0D07">
              <w:rPr>
                <w:rFonts w:ascii="Poppins" w:hAnsi="Poppins" w:cs="Poppins"/>
                <w:bCs/>
                <w:color w:val="000000" w:themeColor="text1"/>
              </w:rPr>
              <w:t>Impulsi: 10 l/imp</w:t>
            </w:r>
          </w:p>
          <w:p w14:paraId="560DABFD" w14:textId="77777777" w:rsidR="00DF0D07" w:rsidRPr="00DF0D07" w:rsidRDefault="00DF0D07" w:rsidP="00DF0D07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DF0D07">
              <w:rPr>
                <w:rFonts w:ascii="Poppins" w:hAnsi="Poppins" w:cs="Poppins"/>
                <w:bCs/>
                <w:color w:val="000000" w:themeColor="text1"/>
              </w:rPr>
              <w:t>Attacchi: 1"1/4 maschio</w:t>
            </w:r>
          </w:p>
          <w:p w14:paraId="658BFE9F" w14:textId="77777777" w:rsidR="00DF0D07" w:rsidRPr="00DF0D07" w:rsidRDefault="00DF0D07" w:rsidP="00DF0D07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</w:p>
          <w:p w14:paraId="46B40150" w14:textId="77777777" w:rsidR="00DF0D07" w:rsidRPr="00DF0D07" w:rsidRDefault="00DF0D07" w:rsidP="00DF0D07">
            <w:pPr>
              <w:pStyle w:val="Testocommento"/>
              <w:jc w:val="both"/>
              <w:rPr>
                <w:rFonts w:ascii="Poppins" w:hAnsi="Poppins" w:cs="Poppins"/>
                <w:b/>
                <w:color w:val="000000" w:themeColor="text1"/>
              </w:rPr>
            </w:pPr>
            <w:r w:rsidRPr="00DF0D07">
              <w:rPr>
                <w:rFonts w:ascii="Poppins" w:hAnsi="Poppins" w:cs="Poppins"/>
                <w:b/>
                <w:color w:val="000000" w:themeColor="text1"/>
              </w:rPr>
              <w:t>Dati tecnici unità elettronica EVO:</w:t>
            </w:r>
          </w:p>
          <w:p w14:paraId="02A334F4" w14:textId="77777777" w:rsidR="00DF0D07" w:rsidRPr="00DF0D07" w:rsidRDefault="00DF0D07" w:rsidP="00DF0D07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DF0D07">
              <w:rPr>
                <w:rFonts w:ascii="Poppins" w:hAnsi="Poppins" w:cs="Poppins"/>
                <w:bCs/>
                <w:color w:val="000000" w:themeColor="text1"/>
              </w:rPr>
              <w:t>Range di temperatura: 5÷55 °C</w:t>
            </w:r>
          </w:p>
          <w:p w14:paraId="4A3334C7" w14:textId="6E3E6AFF" w:rsidR="00DF0D07" w:rsidRPr="00DF0D07" w:rsidRDefault="00DF0D07" w:rsidP="00DF0D07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DF0D07">
              <w:rPr>
                <w:rFonts w:ascii="Poppins" w:hAnsi="Poppins" w:cs="Poppins"/>
                <w:bCs/>
                <w:color w:val="000000" w:themeColor="text1"/>
              </w:rPr>
              <w:t xml:space="preserve">Range differenza di temperatura in riscaldamento: 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DF0D07">
              <w:rPr>
                <w:rFonts w:ascii="Poppins" w:hAnsi="Poppins" w:cs="Poppins"/>
                <w:bCs/>
                <w:color w:val="000000" w:themeColor="text1"/>
              </w:rPr>
              <w:t>÷100 K</w:t>
            </w:r>
          </w:p>
          <w:p w14:paraId="297CA2B8" w14:textId="26A3A722" w:rsidR="00DF0D07" w:rsidRPr="00DF0D07" w:rsidRDefault="00DF0D07" w:rsidP="00DF0D07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DF0D07">
              <w:rPr>
                <w:rFonts w:ascii="Poppins" w:hAnsi="Poppins" w:cs="Poppins"/>
                <w:bCs/>
                <w:color w:val="000000" w:themeColor="text1"/>
              </w:rPr>
              <w:t xml:space="preserve">Range differenza di temperatura in raffrescamento: </w:t>
            </w:r>
            <w:r w:rsidR="00856252">
              <w:rPr>
                <w:rFonts w:ascii="Poppins" w:hAnsi="Poppins" w:cs="Poppins"/>
                <w:bCs/>
                <w:color w:val="000000" w:themeColor="text1"/>
              </w:rPr>
              <w:t>-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DF0D07">
              <w:rPr>
                <w:rFonts w:ascii="Poppins" w:hAnsi="Poppins" w:cs="Poppins"/>
                <w:bCs/>
                <w:color w:val="000000" w:themeColor="text1"/>
              </w:rPr>
              <w:t>÷</w:t>
            </w:r>
            <w:r w:rsidR="00856252">
              <w:rPr>
                <w:rFonts w:ascii="Poppins" w:hAnsi="Poppins" w:cs="Poppins"/>
                <w:bCs/>
                <w:color w:val="000000" w:themeColor="text1"/>
              </w:rPr>
              <w:t>-</w:t>
            </w:r>
            <w:r w:rsidRPr="00DF0D07">
              <w:rPr>
                <w:rFonts w:ascii="Poppins" w:hAnsi="Poppins" w:cs="Poppins"/>
                <w:bCs/>
                <w:color w:val="000000" w:themeColor="text1"/>
              </w:rPr>
              <w:t>50 K</w:t>
            </w:r>
          </w:p>
          <w:p w14:paraId="2D7B30F4" w14:textId="77777777" w:rsidR="00DF0D07" w:rsidRPr="00DF0D07" w:rsidRDefault="00DF0D07" w:rsidP="00DF0D07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DF0D07">
              <w:rPr>
                <w:rFonts w:ascii="Poppins" w:hAnsi="Poppins" w:cs="Poppins"/>
                <w:bCs/>
                <w:color w:val="000000" w:themeColor="text1"/>
              </w:rPr>
              <w:t>Temperatura ambiente: 0÷55 °C</w:t>
            </w:r>
          </w:p>
          <w:p w14:paraId="6A11DEC0" w14:textId="77777777" w:rsidR="00DF0D07" w:rsidRPr="00DF0D07" w:rsidRDefault="00DF0D07" w:rsidP="00DF0D07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DF0D07">
              <w:rPr>
                <w:rFonts w:ascii="Poppins" w:hAnsi="Poppins" w:cs="Poppins"/>
                <w:bCs/>
                <w:color w:val="000000" w:themeColor="text1"/>
              </w:rPr>
              <w:t>Impulsi: 10 l/imp</w:t>
            </w:r>
          </w:p>
          <w:p w14:paraId="4A9B4AFC" w14:textId="5A1ACBD2" w:rsidR="00DF0D07" w:rsidRPr="00DF0D07" w:rsidRDefault="00DF0D07" w:rsidP="00DF0D07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DF0D07">
              <w:rPr>
                <w:rFonts w:ascii="Poppins" w:hAnsi="Poppins" w:cs="Poppins"/>
                <w:bCs/>
                <w:color w:val="000000" w:themeColor="text1"/>
              </w:rPr>
              <w:t>Interfacce: ottica, M</w:t>
            </w:r>
            <w:r w:rsidR="00856252">
              <w:rPr>
                <w:rFonts w:ascii="Poppins" w:hAnsi="Poppins" w:cs="Poppins"/>
                <w:bCs/>
                <w:color w:val="000000" w:themeColor="text1"/>
              </w:rPr>
              <w:t>-</w:t>
            </w:r>
            <w:r w:rsidRPr="00DF0D07">
              <w:rPr>
                <w:rFonts w:ascii="Poppins" w:hAnsi="Poppins" w:cs="Poppins"/>
                <w:bCs/>
                <w:color w:val="000000" w:themeColor="text1"/>
              </w:rPr>
              <w:t>Bus</w:t>
            </w:r>
          </w:p>
          <w:p w14:paraId="42987A37" w14:textId="77777777" w:rsidR="00DF0D07" w:rsidRPr="00DF0D07" w:rsidRDefault="00DF0D07" w:rsidP="00DF0D07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DF0D07">
              <w:rPr>
                <w:rFonts w:ascii="Poppins" w:hAnsi="Poppins" w:cs="Poppins"/>
                <w:bCs/>
                <w:color w:val="000000" w:themeColor="text1"/>
              </w:rPr>
              <w:t>Display: LCD a 8 cifre + caratteri speciali</w:t>
            </w:r>
          </w:p>
          <w:p w14:paraId="6E95738F" w14:textId="7BF2BF0F" w:rsidR="00DF0D07" w:rsidRPr="00DF0D07" w:rsidRDefault="00DF0D07" w:rsidP="00DF0D07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DF0D07">
              <w:rPr>
                <w:rFonts w:ascii="Poppins" w:hAnsi="Poppins" w:cs="Poppins"/>
                <w:bCs/>
                <w:color w:val="000000" w:themeColor="text1"/>
              </w:rPr>
              <w:t xml:space="preserve">Alimentazione: batteria 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DF0D07">
              <w:rPr>
                <w:rFonts w:ascii="Poppins" w:hAnsi="Poppins" w:cs="Poppins"/>
                <w:bCs/>
                <w:color w:val="000000" w:themeColor="text1"/>
              </w:rPr>
              <w:t>,6 V al litio, durata massima stimata, non</w:t>
            </w:r>
            <w:r>
              <w:rPr>
                <w:rFonts w:ascii="Poppins" w:hAnsi="Poppins" w:cs="Poppins"/>
                <w:bCs/>
                <w:color w:val="000000" w:themeColor="text1"/>
              </w:rPr>
              <w:t xml:space="preserve"> </w:t>
            </w:r>
            <w:r w:rsidRPr="00DF0D07">
              <w:rPr>
                <w:rFonts w:ascii="Poppins" w:hAnsi="Poppins" w:cs="Poppins"/>
                <w:bCs/>
                <w:color w:val="000000" w:themeColor="text1"/>
              </w:rPr>
              <w:t xml:space="preserve">garantita, 6 anni (la durata della </w:t>
            </w:r>
            <w:r w:rsidRPr="00DF0D07">
              <w:rPr>
                <w:rFonts w:ascii="Poppins" w:hAnsi="Poppins" w:cs="Poppins"/>
                <w:bCs/>
                <w:color w:val="000000" w:themeColor="text1"/>
              </w:rPr>
              <w:lastRenderedPageBreak/>
              <w:t>batteria è influenzata dalle</w:t>
            </w:r>
            <w:r>
              <w:rPr>
                <w:rFonts w:ascii="Poppins" w:hAnsi="Poppins" w:cs="Poppins"/>
                <w:bCs/>
                <w:color w:val="000000" w:themeColor="text1"/>
              </w:rPr>
              <w:t xml:space="preserve"> </w:t>
            </w:r>
            <w:r w:rsidRPr="00DF0D07">
              <w:rPr>
                <w:rFonts w:ascii="Poppins" w:hAnsi="Poppins" w:cs="Poppins"/>
                <w:bCs/>
                <w:color w:val="000000" w:themeColor="text1"/>
              </w:rPr>
              <w:t>condizioni di installazione e di utilizzo). La batteria è garantita 2</w:t>
            </w:r>
            <w:r>
              <w:rPr>
                <w:rFonts w:ascii="Poppins" w:hAnsi="Poppins" w:cs="Poppins"/>
                <w:bCs/>
                <w:color w:val="000000" w:themeColor="text1"/>
              </w:rPr>
              <w:t xml:space="preserve"> </w:t>
            </w:r>
            <w:r w:rsidRPr="00DF0D07">
              <w:rPr>
                <w:rFonts w:ascii="Poppins" w:hAnsi="Poppins" w:cs="Poppins"/>
                <w:bCs/>
                <w:color w:val="000000" w:themeColor="text1"/>
              </w:rPr>
              <w:t>anni dalla data di vendita. Batteria sostituibile</w:t>
            </w:r>
          </w:p>
          <w:p w14:paraId="767F1E25" w14:textId="6BBE5611" w:rsidR="00DF0D07" w:rsidRPr="00DF0D07" w:rsidRDefault="00DF0D07" w:rsidP="00DF0D07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DF0D07">
              <w:rPr>
                <w:rFonts w:ascii="Poppins" w:hAnsi="Poppins" w:cs="Poppins"/>
                <w:bCs/>
                <w:color w:val="000000" w:themeColor="text1"/>
              </w:rPr>
              <w:t>Dimensioni: 150 x 1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DF0D07">
              <w:rPr>
                <w:rFonts w:ascii="Poppins" w:hAnsi="Poppins" w:cs="Poppins"/>
                <w:bCs/>
                <w:color w:val="000000" w:themeColor="text1"/>
              </w:rPr>
              <w:t xml:space="preserve">0 x 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DF0D07">
              <w:rPr>
                <w:rFonts w:ascii="Poppins" w:hAnsi="Poppins" w:cs="Poppins"/>
                <w:bCs/>
                <w:color w:val="000000" w:themeColor="text1"/>
              </w:rPr>
              <w:t>5 mm</w:t>
            </w:r>
          </w:p>
          <w:p w14:paraId="05B4728C" w14:textId="77777777" w:rsidR="00DF0D07" w:rsidRPr="00DF0D07" w:rsidRDefault="00DF0D07" w:rsidP="00DF0D07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</w:p>
          <w:p w14:paraId="10E982CB" w14:textId="1F2EC727" w:rsidR="00DF0D07" w:rsidRPr="00F049B5" w:rsidRDefault="00DF0D07" w:rsidP="00DF0D07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DF0D07">
              <w:rPr>
                <w:rFonts w:ascii="Poppins" w:hAnsi="Poppins" w:cs="Poppins"/>
                <w:b/>
                <w:color w:val="000000" w:themeColor="text1"/>
              </w:rPr>
              <w:t xml:space="preserve">Marca </w:t>
            </w:r>
            <w:r w:rsidR="00C04156">
              <w:rPr>
                <w:rFonts w:ascii="Poppins" w:hAnsi="Poppins" w:cs="Poppins"/>
                <w:b/>
                <w:color w:val="000000" w:themeColor="text1"/>
              </w:rPr>
              <w:t>Emmeti</w:t>
            </w:r>
            <w:r>
              <w:rPr>
                <w:rFonts w:ascii="Poppins" w:hAnsi="Poppins" w:cs="Poppins"/>
                <w:b/>
                <w:color w:val="000000" w:themeColor="text1"/>
              </w:rPr>
              <w:t xml:space="preserve"> </w:t>
            </w:r>
            <w:r w:rsidRPr="00DF0D07">
              <w:rPr>
                <w:rFonts w:ascii="Poppins" w:hAnsi="Poppins" w:cs="Poppins"/>
                <w:b/>
                <w:color w:val="000000" w:themeColor="text1"/>
              </w:rPr>
              <w:t xml:space="preserve">– Modello Misuratore di energia EVO caldo/freddo per alte portare con attacco flangiato e trasmissione dati DN </w:t>
            </w:r>
            <w:r>
              <w:rPr>
                <w:rFonts w:ascii="Poppins" w:hAnsi="Poppins" w:cs="Poppins"/>
                <w:b/>
                <w:color w:val="000000" w:themeColor="text1"/>
              </w:rPr>
              <w:t>65</w:t>
            </w:r>
            <w:r w:rsidRPr="00DF0D07">
              <w:rPr>
                <w:rFonts w:ascii="Poppins" w:hAnsi="Poppins" w:cs="Poppins"/>
                <w:b/>
                <w:color w:val="000000" w:themeColor="text1"/>
              </w:rPr>
              <w:t xml:space="preserve"> o equivalente.</w:t>
            </w:r>
          </w:p>
        </w:tc>
      </w:tr>
      <w:tr w:rsidR="00B939AD" w:rsidRPr="00013A5B" w14:paraId="32F3FD6F" w14:textId="77777777" w:rsidTr="00A16FCA">
        <w:tc>
          <w:tcPr>
            <w:tcW w:w="1398" w:type="dxa"/>
          </w:tcPr>
          <w:p w14:paraId="2AD80D15" w14:textId="47DE5489" w:rsidR="00B939AD" w:rsidRPr="00F049B5" w:rsidRDefault="00B939AD" w:rsidP="00B939A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>
              <w:rPr>
                <w:rFonts w:ascii="Poppins" w:hAnsi="Poppins" w:cs="Poppins"/>
                <w:bCs/>
                <w:color w:val="000000" w:themeColor="text1"/>
                <w:sz w:val="20"/>
              </w:rPr>
              <w:t>02709726</w:t>
            </w:r>
          </w:p>
        </w:tc>
        <w:tc>
          <w:tcPr>
            <w:tcW w:w="2297" w:type="dxa"/>
          </w:tcPr>
          <w:p w14:paraId="3D7AB41F" w14:textId="764AC2B9" w:rsidR="00B939AD" w:rsidRPr="00F049B5" w:rsidRDefault="00B939AD" w:rsidP="00B939AD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DF0D07">
              <w:rPr>
                <w:rFonts w:ascii="Poppins" w:hAnsi="Poppins" w:cs="Poppins"/>
                <w:bCs/>
                <w:color w:val="000000" w:themeColor="text1"/>
                <w:sz w:val="20"/>
              </w:rPr>
              <w:t xml:space="preserve">Misuratore di energia EVO caldo/freddo per </w:t>
            </w:r>
            <w:r>
              <w:rPr>
                <w:rFonts w:ascii="Poppins" w:hAnsi="Poppins" w:cs="Poppins"/>
                <w:bCs/>
                <w:color w:val="000000" w:themeColor="text1"/>
                <w:sz w:val="20"/>
              </w:rPr>
              <w:t xml:space="preserve"> a</w:t>
            </w:r>
            <w:r w:rsidRPr="00DF0D07">
              <w:rPr>
                <w:rFonts w:ascii="Poppins" w:hAnsi="Poppins" w:cs="Poppins"/>
                <w:bCs/>
                <w:color w:val="000000" w:themeColor="text1"/>
                <w:sz w:val="20"/>
              </w:rPr>
              <w:t>lte portare con attacco</w:t>
            </w:r>
            <w:r>
              <w:rPr>
                <w:rFonts w:ascii="Poppins" w:hAnsi="Poppins" w:cs="Poppins"/>
                <w:bCs/>
                <w:color w:val="000000" w:themeColor="text1"/>
                <w:sz w:val="20"/>
              </w:rPr>
              <w:t xml:space="preserve"> </w:t>
            </w:r>
            <w:r w:rsidRPr="00DF0D07">
              <w:rPr>
                <w:rFonts w:ascii="Poppins" w:hAnsi="Poppins" w:cs="Poppins"/>
                <w:bCs/>
                <w:color w:val="000000" w:themeColor="text1"/>
                <w:sz w:val="20"/>
              </w:rPr>
              <w:t xml:space="preserve">flangiato e trasmissione dati DN </w:t>
            </w:r>
            <w:r>
              <w:rPr>
                <w:rFonts w:ascii="Poppins" w:hAnsi="Poppins" w:cs="Poppins"/>
                <w:bCs/>
                <w:color w:val="000000" w:themeColor="text1"/>
                <w:sz w:val="20"/>
              </w:rPr>
              <w:t>80</w:t>
            </w:r>
          </w:p>
        </w:tc>
        <w:tc>
          <w:tcPr>
            <w:tcW w:w="5803" w:type="dxa"/>
          </w:tcPr>
          <w:p w14:paraId="7E21CED0" w14:textId="06815CAD" w:rsidR="00B939AD" w:rsidRPr="00DF0D07" w:rsidRDefault="00B939AD" w:rsidP="00B939AD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DF0D07">
              <w:rPr>
                <w:rFonts w:ascii="Poppins" w:hAnsi="Poppins" w:cs="Poppins"/>
                <w:bCs/>
                <w:color w:val="000000" w:themeColor="text1"/>
              </w:rPr>
              <w:t>Misuratore di energia EVO con contatore a getto multiplo a trasmissione</w:t>
            </w:r>
            <w:r>
              <w:rPr>
                <w:rFonts w:ascii="Poppins" w:hAnsi="Poppins" w:cs="Poppins"/>
                <w:bCs/>
                <w:color w:val="000000" w:themeColor="text1"/>
              </w:rPr>
              <w:t xml:space="preserve"> </w:t>
            </w:r>
            <w:r w:rsidRPr="00DF0D07">
              <w:rPr>
                <w:rFonts w:ascii="Poppins" w:hAnsi="Poppins" w:cs="Poppins"/>
                <w:bCs/>
                <w:color w:val="000000" w:themeColor="text1"/>
              </w:rPr>
              <w:t>magnetica, certificato in conformità al Dlgs n° 84 del 19/05/2016</w:t>
            </w:r>
            <w:r>
              <w:rPr>
                <w:rFonts w:ascii="Poppins" w:hAnsi="Poppins" w:cs="Poppins"/>
                <w:bCs/>
                <w:color w:val="000000" w:themeColor="text1"/>
              </w:rPr>
              <w:t xml:space="preserve"> </w:t>
            </w:r>
            <w:r w:rsidRPr="00DF0D07">
              <w:rPr>
                <w:rFonts w:ascii="Poppins" w:hAnsi="Poppins" w:cs="Poppins"/>
                <w:bCs/>
                <w:color w:val="000000" w:themeColor="text1"/>
              </w:rPr>
              <w:t>(attuazione della direttiva europea MID 2014/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DF0D07">
              <w:rPr>
                <w:rFonts w:ascii="Poppins" w:hAnsi="Poppins" w:cs="Poppins"/>
                <w:bCs/>
                <w:color w:val="000000" w:themeColor="text1"/>
              </w:rPr>
              <w:t>2/EU) costituito da</w:t>
            </w:r>
            <w:r>
              <w:rPr>
                <w:rFonts w:ascii="Poppins" w:hAnsi="Poppins" w:cs="Poppins"/>
                <w:bCs/>
                <w:color w:val="000000" w:themeColor="text1"/>
              </w:rPr>
              <w:t xml:space="preserve"> </w:t>
            </w:r>
            <w:r w:rsidRPr="00DF0D07">
              <w:rPr>
                <w:rFonts w:ascii="Poppins" w:hAnsi="Poppins" w:cs="Poppins"/>
                <w:bCs/>
                <w:color w:val="000000" w:themeColor="text1"/>
              </w:rPr>
              <w:t>contatore volumetrico a getto multiplo a quadrante asciutto per acqua a</w:t>
            </w:r>
            <w:r>
              <w:rPr>
                <w:rFonts w:ascii="Poppins" w:hAnsi="Poppins" w:cs="Poppins"/>
                <w:bCs/>
                <w:color w:val="000000" w:themeColor="text1"/>
              </w:rPr>
              <w:t xml:space="preserve"> </w:t>
            </w:r>
            <w:r w:rsidRPr="00DF0D07">
              <w:rPr>
                <w:rFonts w:ascii="Poppins" w:hAnsi="Poppins" w:cs="Poppins"/>
                <w:bCs/>
                <w:color w:val="000000" w:themeColor="text1"/>
              </w:rPr>
              <w:t>90 °C e da unità elettronica EVO: completa di sonde di temperatura, per</w:t>
            </w:r>
            <w:r>
              <w:rPr>
                <w:rFonts w:ascii="Poppins" w:hAnsi="Poppins" w:cs="Poppins"/>
                <w:bCs/>
                <w:color w:val="000000" w:themeColor="text1"/>
              </w:rPr>
              <w:t xml:space="preserve"> </w:t>
            </w:r>
            <w:r w:rsidRPr="00DF0D07">
              <w:rPr>
                <w:rFonts w:ascii="Poppins" w:hAnsi="Poppins" w:cs="Poppins"/>
                <w:bCs/>
                <w:color w:val="000000" w:themeColor="text1"/>
              </w:rPr>
              <w:t>il calcolo dei consumi di energia termica in regime di riscaldamento e</w:t>
            </w:r>
            <w:r>
              <w:rPr>
                <w:rFonts w:ascii="Poppins" w:hAnsi="Poppins" w:cs="Poppins"/>
                <w:bCs/>
                <w:color w:val="000000" w:themeColor="text1"/>
              </w:rPr>
              <w:t xml:space="preserve"> </w:t>
            </w:r>
            <w:r w:rsidRPr="00DF0D07">
              <w:rPr>
                <w:rFonts w:ascii="Poppins" w:hAnsi="Poppins" w:cs="Poppins"/>
                <w:bCs/>
                <w:color w:val="000000" w:themeColor="text1"/>
              </w:rPr>
              <w:t>raffrescamento.</w:t>
            </w:r>
          </w:p>
          <w:p w14:paraId="7207F33A" w14:textId="77777777" w:rsidR="00B939AD" w:rsidRPr="00DF0D07" w:rsidRDefault="00B939AD" w:rsidP="00B939AD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DF0D07">
              <w:rPr>
                <w:rFonts w:ascii="Poppins" w:hAnsi="Poppins" w:cs="Poppins"/>
                <w:bCs/>
                <w:color w:val="000000" w:themeColor="text1"/>
              </w:rPr>
              <w:t>Configurato per installazione orizzontale sul ritorno con possibilità di</w:t>
            </w:r>
            <w:r>
              <w:rPr>
                <w:rFonts w:ascii="Poppins" w:hAnsi="Poppins" w:cs="Poppins"/>
                <w:bCs/>
                <w:color w:val="000000" w:themeColor="text1"/>
              </w:rPr>
              <w:t xml:space="preserve"> </w:t>
            </w:r>
            <w:r w:rsidRPr="00DF0D07">
              <w:rPr>
                <w:rFonts w:ascii="Poppins" w:hAnsi="Poppins" w:cs="Poppins"/>
                <w:bCs/>
                <w:color w:val="000000" w:themeColor="text1"/>
              </w:rPr>
              <w:t>installazione sulla mandata.</w:t>
            </w:r>
          </w:p>
          <w:p w14:paraId="360AE70A" w14:textId="0A84ED8F" w:rsidR="00B939AD" w:rsidRPr="00DF0D07" w:rsidRDefault="00B939AD" w:rsidP="00B939AD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DF0D07">
              <w:rPr>
                <w:rFonts w:ascii="Poppins" w:hAnsi="Poppins" w:cs="Poppins"/>
                <w:bCs/>
                <w:color w:val="000000" w:themeColor="text1"/>
              </w:rPr>
              <w:t>Trasmissione dati tramite protocollo M</w:t>
            </w:r>
            <w:r w:rsidR="00856252">
              <w:rPr>
                <w:rFonts w:ascii="Poppins" w:hAnsi="Poppins" w:cs="Poppins"/>
                <w:bCs/>
                <w:color w:val="000000" w:themeColor="text1"/>
              </w:rPr>
              <w:t>-</w:t>
            </w:r>
            <w:r w:rsidRPr="00DF0D07">
              <w:rPr>
                <w:rFonts w:ascii="Poppins" w:hAnsi="Poppins" w:cs="Poppins"/>
                <w:bCs/>
                <w:color w:val="000000" w:themeColor="text1"/>
              </w:rPr>
              <w:t>Bus.</w:t>
            </w:r>
          </w:p>
          <w:p w14:paraId="5B4E44EC" w14:textId="77777777" w:rsidR="00B939AD" w:rsidRPr="00DF0D07" w:rsidRDefault="00B939AD" w:rsidP="00B939AD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</w:p>
          <w:p w14:paraId="64B6E6DA" w14:textId="77777777" w:rsidR="00B939AD" w:rsidRPr="00DF0D07" w:rsidRDefault="00B939AD" w:rsidP="00B939AD">
            <w:pPr>
              <w:pStyle w:val="Testocommento"/>
              <w:jc w:val="both"/>
              <w:rPr>
                <w:rFonts w:ascii="Poppins" w:hAnsi="Poppins" w:cs="Poppins"/>
                <w:b/>
                <w:color w:val="000000" w:themeColor="text1"/>
              </w:rPr>
            </w:pPr>
            <w:r w:rsidRPr="00DF0D07">
              <w:rPr>
                <w:rFonts w:ascii="Poppins" w:hAnsi="Poppins" w:cs="Poppins"/>
                <w:b/>
                <w:color w:val="000000" w:themeColor="text1"/>
              </w:rPr>
              <w:t>Dati tecnici misuratore di portata:</w:t>
            </w:r>
          </w:p>
          <w:p w14:paraId="57C32038" w14:textId="748C9BC1" w:rsidR="00B939AD" w:rsidRPr="00DF0D07" w:rsidRDefault="00B939AD" w:rsidP="00B939AD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DF0D07">
              <w:rPr>
                <w:rFonts w:ascii="Poppins" w:hAnsi="Poppins" w:cs="Poppins"/>
                <w:bCs/>
                <w:color w:val="000000" w:themeColor="text1"/>
              </w:rPr>
              <w:t>Portata nominale: 15 m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DF0D07">
              <w:rPr>
                <w:rFonts w:ascii="Poppins" w:hAnsi="Poppins" w:cs="Poppins"/>
                <w:bCs/>
                <w:color w:val="000000" w:themeColor="text1"/>
              </w:rPr>
              <w:t>/h</w:t>
            </w:r>
          </w:p>
          <w:p w14:paraId="73B7FB2D" w14:textId="77777777" w:rsidR="00B939AD" w:rsidRPr="00DF0D07" w:rsidRDefault="00B939AD" w:rsidP="00B939AD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DF0D07">
              <w:rPr>
                <w:rFonts w:ascii="Poppins" w:hAnsi="Poppins" w:cs="Poppins"/>
                <w:bCs/>
                <w:color w:val="000000" w:themeColor="text1"/>
              </w:rPr>
              <w:t>Portata minima: 0.6 l/h</w:t>
            </w:r>
          </w:p>
          <w:p w14:paraId="742BF0B2" w14:textId="6751EA3C" w:rsidR="00B939AD" w:rsidRPr="00DF0D07" w:rsidRDefault="00B939AD" w:rsidP="00B939AD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DF0D07">
              <w:rPr>
                <w:rFonts w:ascii="Poppins" w:hAnsi="Poppins" w:cs="Poppins"/>
                <w:bCs/>
                <w:color w:val="000000" w:themeColor="text1"/>
              </w:rPr>
              <w:t xml:space="preserve">Portata massima: 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DF0D07">
              <w:rPr>
                <w:rFonts w:ascii="Poppins" w:hAnsi="Poppins" w:cs="Poppins"/>
                <w:bCs/>
                <w:color w:val="000000" w:themeColor="text1"/>
              </w:rPr>
              <w:t>0 m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DF0D07">
              <w:rPr>
                <w:rFonts w:ascii="Poppins" w:hAnsi="Poppins" w:cs="Poppins"/>
                <w:bCs/>
                <w:color w:val="000000" w:themeColor="text1"/>
              </w:rPr>
              <w:t>/h</w:t>
            </w:r>
          </w:p>
          <w:p w14:paraId="54BDC689" w14:textId="64AB735A" w:rsidR="00B939AD" w:rsidRPr="00DF0D07" w:rsidRDefault="00B939AD" w:rsidP="00B939AD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DF0D07">
              <w:rPr>
                <w:rFonts w:ascii="Poppins" w:hAnsi="Poppins" w:cs="Poppins"/>
                <w:bCs/>
                <w:color w:val="000000" w:themeColor="text1"/>
              </w:rPr>
              <w:t>Temperatura massima di esercizio: 1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DF0D07">
              <w:rPr>
                <w:rFonts w:ascii="Poppins" w:hAnsi="Poppins" w:cs="Poppins"/>
                <w:bCs/>
                <w:color w:val="000000" w:themeColor="text1"/>
              </w:rPr>
              <w:t>0 °C</w:t>
            </w:r>
          </w:p>
          <w:p w14:paraId="0F7668F0" w14:textId="77777777" w:rsidR="00B939AD" w:rsidRPr="00DF0D07" w:rsidRDefault="00B939AD" w:rsidP="00B939AD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DF0D07">
              <w:rPr>
                <w:rFonts w:ascii="Poppins" w:hAnsi="Poppins" w:cs="Poppins"/>
                <w:bCs/>
                <w:color w:val="000000" w:themeColor="text1"/>
              </w:rPr>
              <w:t>Pressione di esercizio: 16 bar</w:t>
            </w:r>
          </w:p>
          <w:p w14:paraId="4CA479A2" w14:textId="77777777" w:rsidR="00B939AD" w:rsidRPr="00DF0D07" w:rsidRDefault="00B939AD" w:rsidP="00B939AD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DF0D07">
              <w:rPr>
                <w:rFonts w:ascii="Poppins" w:hAnsi="Poppins" w:cs="Poppins"/>
                <w:bCs/>
                <w:color w:val="000000" w:themeColor="text1"/>
              </w:rPr>
              <w:t>Impulsi: 10 l/imp</w:t>
            </w:r>
          </w:p>
          <w:p w14:paraId="5CDB0967" w14:textId="77777777" w:rsidR="00B939AD" w:rsidRPr="00DF0D07" w:rsidRDefault="00B939AD" w:rsidP="00B939AD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DF0D07">
              <w:rPr>
                <w:rFonts w:ascii="Poppins" w:hAnsi="Poppins" w:cs="Poppins"/>
                <w:bCs/>
                <w:color w:val="000000" w:themeColor="text1"/>
              </w:rPr>
              <w:t>Attacchi: 1"1/4 maschio</w:t>
            </w:r>
          </w:p>
          <w:p w14:paraId="5A048E2E" w14:textId="77777777" w:rsidR="00B939AD" w:rsidRPr="00DF0D07" w:rsidRDefault="00B939AD" w:rsidP="00B939AD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</w:p>
          <w:p w14:paraId="7BCF6BC6" w14:textId="77777777" w:rsidR="00B939AD" w:rsidRPr="00DF0D07" w:rsidRDefault="00B939AD" w:rsidP="00B939AD">
            <w:pPr>
              <w:pStyle w:val="Testocommento"/>
              <w:jc w:val="both"/>
              <w:rPr>
                <w:rFonts w:ascii="Poppins" w:hAnsi="Poppins" w:cs="Poppins"/>
                <w:b/>
                <w:color w:val="000000" w:themeColor="text1"/>
              </w:rPr>
            </w:pPr>
            <w:r w:rsidRPr="00DF0D07">
              <w:rPr>
                <w:rFonts w:ascii="Poppins" w:hAnsi="Poppins" w:cs="Poppins"/>
                <w:b/>
                <w:color w:val="000000" w:themeColor="text1"/>
              </w:rPr>
              <w:t>Dati tecnici unità elettronica EVO:</w:t>
            </w:r>
          </w:p>
          <w:p w14:paraId="5F668ECD" w14:textId="77777777" w:rsidR="00B939AD" w:rsidRPr="00DF0D07" w:rsidRDefault="00B939AD" w:rsidP="00B939AD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DF0D07">
              <w:rPr>
                <w:rFonts w:ascii="Poppins" w:hAnsi="Poppins" w:cs="Poppins"/>
                <w:bCs/>
                <w:color w:val="000000" w:themeColor="text1"/>
              </w:rPr>
              <w:t>Range di temperatura: 5÷55 °C</w:t>
            </w:r>
          </w:p>
          <w:p w14:paraId="7C8142AF" w14:textId="4A3128F7" w:rsidR="00B939AD" w:rsidRPr="00DF0D07" w:rsidRDefault="00B939AD" w:rsidP="00B939AD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DF0D07">
              <w:rPr>
                <w:rFonts w:ascii="Poppins" w:hAnsi="Poppins" w:cs="Poppins"/>
                <w:bCs/>
                <w:color w:val="000000" w:themeColor="text1"/>
              </w:rPr>
              <w:t xml:space="preserve">Range differenza di temperatura in riscaldamento: 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DF0D07">
              <w:rPr>
                <w:rFonts w:ascii="Poppins" w:hAnsi="Poppins" w:cs="Poppins"/>
                <w:bCs/>
                <w:color w:val="000000" w:themeColor="text1"/>
              </w:rPr>
              <w:t>÷100 K</w:t>
            </w:r>
          </w:p>
          <w:p w14:paraId="05E82937" w14:textId="17465250" w:rsidR="00B939AD" w:rsidRPr="00DF0D07" w:rsidRDefault="00B939AD" w:rsidP="00B939AD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DF0D07">
              <w:rPr>
                <w:rFonts w:ascii="Poppins" w:hAnsi="Poppins" w:cs="Poppins"/>
                <w:bCs/>
                <w:color w:val="000000" w:themeColor="text1"/>
              </w:rPr>
              <w:t xml:space="preserve">Range differenza di temperatura in raffrescamento: </w:t>
            </w:r>
            <w:r w:rsidR="00856252">
              <w:rPr>
                <w:rFonts w:ascii="Poppins" w:hAnsi="Poppins" w:cs="Poppins"/>
                <w:bCs/>
                <w:color w:val="000000" w:themeColor="text1"/>
              </w:rPr>
              <w:t>-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DF0D07">
              <w:rPr>
                <w:rFonts w:ascii="Poppins" w:hAnsi="Poppins" w:cs="Poppins"/>
                <w:bCs/>
                <w:color w:val="000000" w:themeColor="text1"/>
              </w:rPr>
              <w:t>÷</w:t>
            </w:r>
            <w:r w:rsidR="00856252">
              <w:rPr>
                <w:rFonts w:ascii="Poppins" w:hAnsi="Poppins" w:cs="Poppins"/>
                <w:bCs/>
                <w:color w:val="000000" w:themeColor="text1"/>
              </w:rPr>
              <w:t>-</w:t>
            </w:r>
            <w:r w:rsidRPr="00DF0D07">
              <w:rPr>
                <w:rFonts w:ascii="Poppins" w:hAnsi="Poppins" w:cs="Poppins"/>
                <w:bCs/>
                <w:color w:val="000000" w:themeColor="text1"/>
              </w:rPr>
              <w:t>50 K</w:t>
            </w:r>
          </w:p>
          <w:p w14:paraId="3681DD5A" w14:textId="77777777" w:rsidR="00B939AD" w:rsidRPr="00DF0D07" w:rsidRDefault="00B939AD" w:rsidP="00B939AD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DF0D07">
              <w:rPr>
                <w:rFonts w:ascii="Poppins" w:hAnsi="Poppins" w:cs="Poppins"/>
                <w:bCs/>
                <w:color w:val="000000" w:themeColor="text1"/>
              </w:rPr>
              <w:t>Temperatura ambiente: 0÷55 °C</w:t>
            </w:r>
          </w:p>
          <w:p w14:paraId="2F158C47" w14:textId="77777777" w:rsidR="00B939AD" w:rsidRPr="00DF0D07" w:rsidRDefault="00B939AD" w:rsidP="00B939AD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DF0D07">
              <w:rPr>
                <w:rFonts w:ascii="Poppins" w:hAnsi="Poppins" w:cs="Poppins"/>
                <w:bCs/>
                <w:color w:val="000000" w:themeColor="text1"/>
              </w:rPr>
              <w:t>Impulsi: 10 l/imp</w:t>
            </w:r>
          </w:p>
          <w:p w14:paraId="68B35DAD" w14:textId="7E04FA44" w:rsidR="00B939AD" w:rsidRPr="00DF0D07" w:rsidRDefault="00B939AD" w:rsidP="00B939AD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DF0D07">
              <w:rPr>
                <w:rFonts w:ascii="Poppins" w:hAnsi="Poppins" w:cs="Poppins"/>
                <w:bCs/>
                <w:color w:val="000000" w:themeColor="text1"/>
              </w:rPr>
              <w:t>Interfacce: ottica, M</w:t>
            </w:r>
            <w:r w:rsidR="00856252">
              <w:rPr>
                <w:rFonts w:ascii="Poppins" w:hAnsi="Poppins" w:cs="Poppins"/>
                <w:bCs/>
                <w:color w:val="000000" w:themeColor="text1"/>
              </w:rPr>
              <w:t>-</w:t>
            </w:r>
            <w:r w:rsidRPr="00DF0D07">
              <w:rPr>
                <w:rFonts w:ascii="Poppins" w:hAnsi="Poppins" w:cs="Poppins"/>
                <w:bCs/>
                <w:color w:val="000000" w:themeColor="text1"/>
              </w:rPr>
              <w:t>Bus</w:t>
            </w:r>
          </w:p>
          <w:p w14:paraId="441DA68A" w14:textId="77777777" w:rsidR="00B939AD" w:rsidRPr="00DF0D07" w:rsidRDefault="00B939AD" w:rsidP="00B939AD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DF0D07">
              <w:rPr>
                <w:rFonts w:ascii="Poppins" w:hAnsi="Poppins" w:cs="Poppins"/>
                <w:bCs/>
                <w:color w:val="000000" w:themeColor="text1"/>
              </w:rPr>
              <w:t>Display: LCD a 8 cifre + caratteri speciali</w:t>
            </w:r>
          </w:p>
          <w:p w14:paraId="408ADD2A" w14:textId="7E486567" w:rsidR="00B939AD" w:rsidRPr="00DF0D07" w:rsidRDefault="00B939AD" w:rsidP="00B939AD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DF0D07">
              <w:rPr>
                <w:rFonts w:ascii="Poppins" w:hAnsi="Poppins" w:cs="Poppins"/>
                <w:bCs/>
                <w:color w:val="000000" w:themeColor="text1"/>
              </w:rPr>
              <w:lastRenderedPageBreak/>
              <w:t xml:space="preserve">Alimentazione: batteria 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DF0D07">
              <w:rPr>
                <w:rFonts w:ascii="Poppins" w:hAnsi="Poppins" w:cs="Poppins"/>
                <w:bCs/>
                <w:color w:val="000000" w:themeColor="text1"/>
              </w:rPr>
              <w:t>,6 V al litio, durata massima stimata, non</w:t>
            </w:r>
            <w:r>
              <w:rPr>
                <w:rFonts w:ascii="Poppins" w:hAnsi="Poppins" w:cs="Poppins"/>
                <w:bCs/>
                <w:color w:val="000000" w:themeColor="text1"/>
              </w:rPr>
              <w:t xml:space="preserve"> </w:t>
            </w:r>
            <w:r w:rsidRPr="00DF0D07">
              <w:rPr>
                <w:rFonts w:ascii="Poppins" w:hAnsi="Poppins" w:cs="Poppins"/>
                <w:bCs/>
                <w:color w:val="000000" w:themeColor="text1"/>
              </w:rPr>
              <w:t>garantita, 6 anni (la durata della batteria è influenzata dalle</w:t>
            </w:r>
            <w:r>
              <w:rPr>
                <w:rFonts w:ascii="Poppins" w:hAnsi="Poppins" w:cs="Poppins"/>
                <w:bCs/>
                <w:color w:val="000000" w:themeColor="text1"/>
              </w:rPr>
              <w:t xml:space="preserve"> </w:t>
            </w:r>
            <w:r w:rsidRPr="00DF0D07">
              <w:rPr>
                <w:rFonts w:ascii="Poppins" w:hAnsi="Poppins" w:cs="Poppins"/>
                <w:bCs/>
                <w:color w:val="000000" w:themeColor="text1"/>
              </w:rPr>
              <w:t>condizioni di installazione e di utilizzo). La batteria è garantita 2</w:t>
            </w:r>
            <w:r>
              <w:rPr>
                <w:rFonts w:ascii="Poppins" w:hAnsi="Poppins" w:cs="Poppins"/>
                <w:bCs/>
                <w:color w:val="000000" w:themeColor="text1"/>
              </w:rPr>
              <w:t xml:space="preserve"> </w:t>
            </w:r>
            <w:r w:rsidRPr="00DF0D07">
              <w:rPr>
                <w:rFonts w:ascii="Poppins" w:hAnsi="Poppins" w:cs="Poppins"/>
                <w:bCs/>
                <w:color w:val="000000" w:themeColor="text1"/>
              </w:rPr>
              <w:t>anni dalla data di vendita. Batteria sostituibile</w:t>
            </w:r>
          </w:p>
          <w:p w14:paraId="2A5376B7" w14:textId="722B4601" w:rsidR="00B939AD" w:rsidRPr="00DF0D07" w:rsidRDefault="00B939AD" w:rsidP="00B939AD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DF0D07">
              <w:rPr>
                <w:rFonts w:ascii="Poppins" w:hAnsi="Poppins" w:cs="Poppins"/>
                <w:bCs/>
                <w:color w:val="000000" w:themeColor="text1"/>
              </w:rPr>
              <w:t>Dimensioni: 150 x 1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DF0D07">
              <w:rPr>
                <w:rFonts w:ascii="Poppins" w:hAnsi="Poppins" w:cs="Poppins"/>
                <w:bCs/>
                <w:color w:val="000000" w:themeColor="text1"/>
              </w:rPr>
              <w:t xml:space="preserve">0 x 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DF0D07">
              <w:rPr>
                <w:rFonts w:ascii="Poppins" w:hAnsi="Poppins" w:cs="Poppins"/>
                <w:bCs/>
                <w:color w:val="000000" w:themeColor="text1"/>
              </w:rPr>
              <w:t>5 mm</w:t>
            </w:r>
          </w:p>
          <w:p w14:paraId="5EFE17E1" w14:textId="77777777" w:rsidR="00B939AD" w:rsidRPr="00DF0D07" w:rsidRDefault="00B939AD" w:rsidP="00B939AD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</w:p>
          <w:p w14:paraId="275CECC5" w14:textId="2F2389E0" w:rsidR="00B939AD" w:rsidRPr="00F049B5" w:rsidRDefault="00B939AD" w:rsidP="00B939AD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DF0D07">
              <w:rPr>
                <w:rFonts w:ascii="Poppins" w:hAnsi="Poppins" w:cs="Poppins"/>
                <w:b/>
                <w:color w:val="000000" w:themeColor="text1"/>
              </w:rPr>
              <w:t xml:space="preserve">Marca </w:t>
            </w:r>
            <w:r w:rsidR="00C04156">
              <w:rPr>
                <w:rFonts w:ascii="Poppins" w:hAnsi="Poppins" w:cs="Poppins"/>
                <w:b/>
                <w:color w:val="000000" w:themeColor="text1"/>
              </w:rPr>
              <w:t>Emmeti</w:t>
            </w:r>
            <w:r>
              <w:rPr>
                <w:rFonts w:ascii="Poppins" w:hAnsi="Poppins" w:cs="Poppins"/>
                <w:b/>
                <w:color w:val="000000" w:themeColor="text1"/>
              </w:rPr>
              <w:t xml:space="preserve"> </w:t>
            </w:r>
            <w:r w:rsidRPr="00DF0D07">
              <w:rPr>
                <w:rFonts w:ascii="Poppins" w:hAnsi="Poppins" w:cs="Poppins"/>
                <w:b/>
                <w:color w:val="000000" w:themeColor="text1"/>
              </w:rPr>
              <w:t xml:space="preserve">– Modello Misuratore di energia EVO caldo/freddo per alte portare con attacco flangiato e trasmissione dati DN </w:t>
            </w:r>
            <w:r>
              <w:rPr>
                <w:rFonts w:ascii="Poppins" w:hAnsi="Poppins" w:cs="Poppins"/>
                <w:b/>
                <w:color w:val="000000" w:themeColor="text1"/>
              </w:rPr>
              <w:t>8</w:t>
            </w:r>
            <w:r w:rsidRPr="00DF0D07">
              <w:rPr>
                <w:rFonts w:ascii="Poppins" w:hAnsi="Poppins" w:cs="Poppins"/>
                <w:b/>
                <w:color w:val="000000" w:themeColor="text1"/>
              </w:rPr>
              <w:t>0 o equivalente.</w:t>
            </w:r>
          </w:p>
        </w:tc>
      </w:tr>
      <w:tr w:rsidR="00B939AD" w:rsidRPr="00013A5B" w14:paraId="51775C88" w14:textId="77777777" w:rsidTr="00A16FCA">
        <w:tc>
          <w:tcPr>
            <w:tcW w:w="1398" w:type="dxa"/>
          </w:tcPr>
          <w:p w14:paraId="7C1E36D5" w14:textId="60178236" w:rsidR="00B939AD" w:rsidRPr="00F049B5" w:rsidRDefault="00B939AD" w:rsidP="00B939A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>
              <w:rPr>
                <w:rFonts w:ascii="Poppins" w:hAnsi="Poppins" w:cs="Poppins"/>
                <w:bCs/>
                <w:color w:val="000000" w:themeColor="text1"/>
                <w:sz w:val="20"/>
              </w:rPr>
              <w:t>02709728</w:t>
            </w:r>
          </w:p>
        </w:tc>
        <w:tc>
          <w:tcPr>
            <w:tcW w:w="2297" w:type="dxa"/>
          </w:tcPr>
          <w:p w14:paraId="2E2A731B" w14:textId="5F14367F" w:rsidR="00B939AD" w:rsidRPr="00F049B5" w:rsidRDefault="00B939AD" w:rsidP="00B939AD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DF0D07">
              <w:rPr>
                <w:rFonts w:ascii="Poppins" w:hAnsi="Poppins" w:cs="Poppins"/>
                <w:bCs/>
                <w:color w:val="000000" w:themeColor="text1"/>
                <w:sz w:val="20"/>
              </w:rPr>
              <w:t xml:space="preserve">Misuratore di energia EVO caldo/freddo per </w:t>
            </w:r>
            <w:r>
              <w:rPr>
                <w:rFonts w:ascii="Poppins" w:hAnsi="Poppins" w:cs="Poppins"/>
                <w:bCs/>
                <w:color w:val="000000" w:themeColor="text1"/>
                <w:sz w:val="20"/>
              </w:rPr>
              <w:t xml:space="preserve"> a</w:t>
            </w:r>
            <w:r w:rsidRPr="00DF0D07">
              <w:rPr>
                <w:rFonts w:ascii="Poppins" w:hAnsi="Poppins" w:cs="Poppins"/>
                <w:bCs/>
                <w:color w:val="000000" w:themeColor="text1"/>
                <w:sz w:val="20"/>
              </w:rPr>
              <w:t>lte portare con attacco</w:t>
            </w:r>
            <w:r>
              <w:rPr>
                <w:rFonts w:ascii="Poppins" w:hAnsi="Poppins" w:cs="Poppins"/>
                <w:bCs/>
                <w:color w:val="000000" w:themeColor="text1"/>
                <w:sz w:val="20"/>
              </w:rPr>
              <w:t xml:space="preserve"> </w:t>
            </w:r>
            <w:r w:rsidRPr="00DF0D07">
              <w:rPr>
                <w:rFonts w:ascii="Poppins" w:hAnsi="Poppins" w:cs="Poppins"/>
                <w:bCs/>
                <w:color w:val="000000" w:themeColor="text1"/>
                <w:sz w:val="20"/>
              </w:rPr>
              <w:t xml:space="preserve">flangiato e trasmissione dati DN </w:t>
            </w:r>
            <w:r>
              <w:rPr>
                <w:rFonts w:ascii="Poppins" w:hAnsi="Poppins" w:cs="Poppins"/>
                <w:bCs/>
                <w:color w:val="000000" w:themeColor="text1"/>
                <w:sz w:val="20"/>
              </w:rPr>
              <w:t>100</w:t>
            </w:r>
          </w:p>
        </w:tc>
        <w:tc>
          <w:tcPr>
            <w:tcW w:w="5803" w:type="dxa"/>
          </w:tcPr>
          <w:p w14:paraId="7506A86E" w14:textId="32C53564" w:rsidR="00B939AD" w:rsidRPr="00DF0D07" w:rsidRDefault="00B939AD" w:rsidP="00B939AD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DF0D07">
              <w:rPr>
                <w:rFonts w:ascii="Poppins" w:hAnsi="Poppins" w:cs="Poppins"/>
                <w:bCs/>
                <w:color w:val="000000" w:themeColor="text1"/>
              </w:rPr>
              <w:t>Misuratore di energia EVO con contatore a getto multiplo a trasmissione</w:t>
            </w:r>
            <w:r>
              <w:rPr>
                <w:rFonts w:ascii="Poppins" w:hAnsi="Poppins" w:cs="Poppins"/>
                <w:bCs/>
                <w:color w:val="000000" w:themeColor="text1"/>
              </w:rPr>
              <w:t xml:space="preserve"> </w:t>
            </w:r>
            <w:r w:rsidRPr="00DF0D07">
              <w:rPr>
                <w:rFonts w:ascii="Poppins" w:hAnsi="Poppins" w:cs="Poppins"/>
                <w:bCs/>
                <w:color w:val="000000" w:themeColor="text1"/>
              </w:rPr>
              <w:t>magnetica, certificato in conformità al Dlgs n° 84 del 19/05/2016</w:t>
            </w:r>
            <w:r>
              <w:rPr>
                <w:rFonts w:ascii="Poppins" w:hAnsi="Poppins" w:cs="Poppins"/>
                <w:bCs/>
                <w:color w:val="000000" w:themeColor="text1"/>
              </w:rPr>
              <w:t xml:space="preserve"> </w:t>
            </w:r>
            <w:r w:rsidRPr="00DF0D07">
              <w:rPr>
                <w:rFonts w:ascii="Poppins" w:hAnsi="Poppins" w:cs="Poppins"/>
                <w:bCs/>
                <w:color w:val="000000" w:themeColor="text1"/>
              </w:rPr>
              <w:t>(attuazione della direttiva europea MID 2014/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DF0D07">
              <w:rPr>
                <w:rFonts w:ascii="Poppins" w:hAnsi="Poppins" w:cs="Poppins"/>
                <w:bCs/>
                <w:color w:val="000000" w:themeColor="text1"/>
              </w:rPr>
              <w:t>2/EU) costituito da</w:t>
            </w:r>
            <w:r>
              <w:rPr>
                <w:rFonts w:ascii="Poppins" w:hAnsi="Poppins" w:cs="Poppins"/>
                <w:bCs/>
                <w:color w:val="000000" w:themeColor="text1"/>
              </w:rPr>
              <w:t xml:space="preserve"> </w:t>
            </w:r>
            <w:r w:rsidRPr="00DF0D07">
              <w:rPr>
                <w:rFonts w:ascii="Poppins" w:hAnsi="Poppins" w:cs="Poppins"/>
                <w:bCs/>
                <w:color w:val="000000" w:themeColor="text1"/>
              </w:rPr>
              <w:t>contatore volumetrico a getto multiplo a quadrante asciutto per acqua a</w:t>
            </w:r>
            <w:r>
              <w:rPr>
                <w:rFonts w:ascii="Poppins" w:hAnsi="Poppins" w:cs="Poppins"/>
                <w:bCs/>
                <w:color w:val="000000" w:themeColor="text1"/>
              </w:rPr>
              <w:t xml:space="preserve"> </w:t>
            </w:r>
            <w:r w:rsidRPr="00DF0D07">
              <w:rPr>
                <w:rFonts w:ascii="Poppins" w:hAnsi="Poppins" w:cs="Poppins"/>
                <w:bCs/>
                <w:color w:val="000000" w:themeColor="text1"/>
              </w:rPr>
              <w:t>90 °C e da unità elettronica EVO: completa di sonde di temperatura, per</w:t>
            </w:r>
            <w:r>
              <w:rPr>
                <w:rFonts w:ascii="Poppins" w:hAnsi="Poppins" w:cs="Poppins"/>
                <w:bCs/>
                <w:color w:val="000000" w:themeColor="text1"/>
              </w:rPr>
              <w:t xml:space="preserve"> </w:t>
            </w:r>
            <w:r w:rsidRPr="00DF0D07">
              <w:rPr>
                <w:rFonts w:ascii="Poppins" w:hAnsi="Poppins" w:cs="Poppins"/>
                <w:bCs/>
                <w:color w:val="000000" w:themeColor="text1"/>
              </w:rPr>
              <w:t>il calcolo dei consumi di energia termica in regime di riscaldamento e</w:t>
            </w:r>
            <w:r>
              <w:rPr>
                <w:rFonts w:ascii="Poppins" w:hAnsi="Poppins" w:cs="Poppins"/>
                <w:bCs/>
                <w:color w:val="000000" w:themeColor="text1"/>
              </w:rPr>
              <w:t xml:space="preserve"> </w:t>
            </w:r>
            <w:r w:rsidRPr="00DF0D07">
              <w:rPr>
                <w:rFonts w:ascii="Poppins" w:hAnsi="Poppins" w:cs="Poppins"/>
                <w:bCs/>
                <w:color w:val="000000" w:themeColor="text1"/>
              </w:rPr>
              <w:t>raffrescamento.</w:t>
            </w:r>
          </w:p>
          <w:p w14:paraId="1B787A46" w14:textId="77777777" w:rsidR="00B939AD" w:rsidRPr="00DF0D07" w:rsidRDefault="00B939AD" w:rsidP="00B939AD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DF0D07">
              <w:rPr>
                <w:rFonts w:ascii="Poppins" w:hAnsi="Poppins" w:cs="Poppins"/>
                <w:bCs/>
                <w:color w:val="000000" w:themeColor="text1"/>
              </w:rPr>
              <w:t>Configurato per installazione orizzontale sul ritorno con possibilità di</w:t>
            </w:r>
            <w:r>
              <w:rPr>
                <w:rFonts w:ascii="Poppins" w:hAnsi="Poppins" w:cs="Poppins"/>
                <w:bCs/>
                <w:color w:val="000000" w:themeColor="text1"/>
              </w:rPr>
              <w:t xml:space="preserve"> </w:t>
            </w:r>
            <w:r w:rsidRPr="00DF0D07">
              <w:rPr>
                <w:rFonts w:ascii="Poppins" w:hAnsi="Poppins" w:cs="Poppins"/>
                <w:bCs/>
                <w:color w:val="000000" w:themeColor="text1"/>
              </w:rPr>
              <w:t>installazione sulla mandata.</w:t>
            </w:r>
          </w:p>
          <w:p w14:paraId="77F7A213" w14:textId="04FA7547" w:rsidR="00B939AD" w:rsidRPr="00DF0D07" w:rsidRDefault="00B939AD" w:rsidP="00B939AD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DF0D07">
              <w:rPr>
                <w:rFonts w:ascii="Poppins" w:hAnsi="Poppins" w:cs="Poppins"/>
                <w:bCs/>
                <w:color w:val="000000" w:themeColor="text1"/>
              </w:rPr>
              <w:t>Trasmissione dati tramite protocollo M</w:t>
            </w:r>
            <w:r w:rsidR="00856252">
              <w:rPr>
                <w:rFonts w:ascii="Poppins" w:hAnsi="Poppins" w:cs="Poppins"/>
                <w:bCs/>
                <w:color w:val="000000" w:themeColor="text1"/>
              </w:rPr>
              <w:t>-</w:t>
            </w:r>
            <w:r w:rsidRPr="00DF0D07">
              <w:rPr>
                <w:rFonts w:ascii="Poppins" w:hAnsi="Poppins" w:cs="Poppins"/>
                <w:bCs/>
                <w:color w:val="000000" w:themeColor="text1"/>
              </w:rPr>
              <w:t>Bus.</w:t>
            </w:r>
          </w:p>
          <w:p w14:paraId="72119A27" w14:textId="77777777" w:rsidR="00B939AD" w:rsidRPr="00DF0D07" w:rsidRDefault="00B939AD" w:rsidP="00B939AD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</w:p>
          <w:p w14:paraId="2853AFB3" w14:textId="77777777" w:rsidR="00B939AD" w:rsidRPr="00DF0D07" w:rsidRDefault="00B939AD" w:rsidP="00B939AD">
            <w:pPr>
              <w:pStyle w:val="Testocommento"/>
              <w:jc w:val="both"/>
              <w:rPr>
                <w:rFonts w:ascii="Poppins" w:hAnsi="Poppins" w:cs="Poppins"/>
                <w:b/>
                <w:color w:val="000000" w:themeColor="text1"/>
              </w:rPr>
            </w:pPr>
            <w:r w:rsidRPr="00DF0D07">
              <w:rPr>
                <w:rFonts w:ascii="Poppins" w:hAnsi="Poppins" w:cs="Poppins"/>
                <w:b/>
                <w:color w:val="000000" w:themeColor="text1"/>
              </w:rPr>
              <w:t>Dati tecnici misuratore di portata:</w:t>
            </w:r>
          </w:p>
          <w:p w14:paraId="2D881E4D" w14:textId="16F13E07" w:rsidR="00B939AD" w:rsidRPr="00DF0D07" w:rsidRDefault="00B939AD" w:rsidP="00B939AD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DF0D07">
              <w:rPr>
                <w:rFonts w:ascii="Poppins" w:hAnsi="Poppins" w:cs="Poppins"/>
                <w:bCs/>
                <w:color w:val="000000" w:themeColor="text1"/>
              </w:rPr>
              <w:t>Portata nominale: 15 m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DF0D07">
              <w:rPr>
                <w:rFonts w:ascii="Poppins" w:hAnsi="Poppins" w:cs="Poppins"/>
                <w:bCs/>
                <w:color w:val="000000" w:themeColor="text1"/>
              </w:rPr>
              <w:t>/h</w:t>
            </w:r>
          </w:p>
          <w:p w14:paraId="59FF3342" w14:textId="77777777" w:rsidR="00B939AD" w:rsidRPr="00DF0D07" w:rsidRDefault="00B939AD" w:rsidP="00B939AD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DF0D07">
              <w:rPr>
                <w:rFonts w:ascii="Poppins" w:hAnsi="Poppins" w:cs="Poppins"/>
                <w:bCs/>
                <w:color w:val="000000" w:themeColor="text1"/>
              </w:rPr>
              <w:t>Portata minima: 0.6 l/h</w:t>
            </w:r>
          </w:p>
          <w:p w14:paraId="2E5E492A" w14:textId="14660F8B" w:rsidR="00B939AD" w:rsidRPr="00DF0D07" w:rsidRDefault="00B939AD" w:rsidP="00B939AD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DF0D07">
              <w:rPr>
                <w:rFonts w:ascii="Poppins" w:hAnsi="Poppins" w:cs="Poppins"/>
                <w:bCs/>
                <w:color w:val="000000" w:themeColor="text1"/>
              </w:rPr>
              <w:t xml:space="preserve">Portata massima: 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DF0D07">
              <w:rPr>
                <w:rFonts w:ascii="Poppins" w:hAnsi="Poppins" w:cs="Poppins"/>
                <w:bCs/>
                <w:color w:val="000000" w:themeColor="text1"/>
              </w:rPr>
              <w:t>0 m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DF0D07">
              <w:rPr>
                <w:rFonts w:ascii="Poppins" w:hAnsi="Poppins" w:cs="Poppins"/>
                <w:bCs/>
                <w:color w:val="000000" w:themeColor="text1"/>
              </w:rPr>
              <w:t>/h</w:t>
            </w:r>
          </w:p>
          <w:p w14:paraId="72299018" w14:textId="024809F9" w:rsidR="00B939AD" w:rsidRPr="00DF0D07" w:rsidRDefault="00B939AD" w:rsidP="00B939AD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DF0D07">
              <w:rPr>
                <w:rFonts w:ascii="Poppins" w:hAnsi="Poppins" w:cs="Poppins"/>
                <w:bCs/>
                <w:color w:val="000000" w:themeColor="text1"/>
              </w:rPr>
              <w:t>Temperatura massima di esercizio: 1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DF0D07">
              <w:rPr>
                <w:rFonts w:ascii="Poppins" w:hAnsi="Poppins" w:cs="Poppins"/>
                <w:bCs/>
                <w:color w:val="000000" w:themeColor="text1"/>
              </w:rPr>
              <w:t>0 °C</w:t>
            </w:r>
          </w:p>
          <w:p w14:paraId="3F89DFA1" w14:textId="77777777" w:rsidR="00B939AD" w:rsidRPr="00DF0D07" w:rsidRDefault="00B939AD" w:rsidP="00B939AD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DF0D07">
              <w:rPr>
                <w:rFonts w:ascii="Poppins" w:hAnsi="Poppins" w:cs="Poppins"/>
                <w:bCs/>
                <w:color w:val="000000" w:themeColor="text1"/>
              </w:rPr>
              <w:t>Pressione di esercizio: 16 bar</w:t>
            </w:r>
          </w:p>
          <w:p w14:paraId="27550785" w14:textId="77777777" w:rsidR="00B939AD" w:rsidRPr="00DF0D07" w:rsidRDefault="00B939AD" w:rsidP="00B939AD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DF0D07">
              <w:rPr>
                <w:rFonts w:ascii="Poppins" w:hAnsi="Poppins" w:cs="Poppins"/>
                <w:bCs/>
                <w:color w:val="000000" w:themeColor="text1"/>
              </w:rPr>
              <w:t>Impulsi: 10 l/imp</w:t>
            </w:r>
          </w:p>
          <w:p w14:paraId="040E3F9A" w14:textId="77777777" w:rsidR="00B939AD" w:rsidRPr="00DF0D07" w:rsidRDefault="00B939AD" w:rsidP="00B939AD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DF0D07">
              <w:rPr>
                <w:rFonts w:ascii="Poppins" w:hAnsi="Poppins" w:cs="Poppins"/>
                <w:bCs/>
                <w:color w:val="000000" w:themeColor="text1"/>
              </w:rPr>
              <w:t>Attacchi: 1"1/4 maschio</w:t>
            </w:r>
          </w:p>
          <w:p w14:paraId="31AAB8F5" w14:textId="77777777" w:rsidR="00B939AD" w:rsidRPr="00DF0D07" w:rsidRDefault="00B939AD" w:rsidP="00B939AD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</w:p>
          <w:p w14:paraId="7D8669D0" w14:textId="77777777" w:rsidR="00B939AD" w:rsidRPr="00DF0D07" w:rsidRDefault="00B939AD" w:rsidP="00B939AD">
            <w:pPr>
              <w:pStyle w:val="Testocommento"/>
              <w:jc w:val="both"/>
              <w:rPr>
                <w:rFonts w:ascii="Poppins" w:hAnsi="Poppins" w:cs="Poppins"/>
                <w:b/>
                <w:color w:val="000000" w:themeColor="text1"/>
              </w:rPr>
            </w:pPr>
            <w:r w:rsidRPr="00DF0D07">
              <w:rPr>
                <w:rFonts w:ascii="Poppins" w:hAnsi="Poppins" w:cs="Poppins"/>
                <w:b/>
                <w:color w:val="000000" w:themeColor="text1"/>
              </w:rPr>
              <w:t>Dati tecnici unità elettronica EVO:</w:t>
            </w:r>
          </w:p>
          <w:p w14:paraId="28965676" w14:textId="77777777" w:rsidR="00B939AD" w:rsidRPr="00DF0D07" w:rsidRDefault="00B939AD" w:rsidP="00B939AD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DF0D07">
              <w:rPr>
                <w:rFonts w:ascii="Poppins" w:hAnsi="Poppins" w:cs="Poppins"/>
                <w:bCs/>
                <w:color w:val="000000" w:themeColor="text1"/>
              </w:rPr>
              <w:t>Range di temperatura: 5÷55 °C</w:t>
            </w:r>
          </w:p>
          <w:p w14:paraId="2A7FB71F" w14:textId="18D3CC92" w:rsidR="00B939AD" w:rsidRPr="00DF0D07" w:rsidRDefault="00B939AD" w:rsidP="00B939AD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DF0D07">
              <w:rPr>
                <w:rFonts w:ascii="Poppins" w:hAnsi="Poppins" w:cs="Poppins"/>
                <w:bCs/>
                <w:color w:val="000000" w:themeColor="text1"/>
              </w:rPr>
              <w:t xml:space="preserve">Range differenza di temperatura in riscaldamento: 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DF0D07">
              <w:rPr>
                <w:rFonts w:ascii="Poppins" w:hAnsi="Poppins" w:cs="Poppins"/>
                <w:bCs/>
                <w:color w:val="000000" w:themeColor="text1"/>
              </w:rPr>
              <w:t>÷100 K</w:t>
            </w:r>
          </w:p>
          <w:p w14:paraId="00A0FA54" w14:textId="6EA09819" w:rsidR="00B939AD" w:rsidRPr="00DF0D07" w:rsidRDefault="00B939AD" w:rsidP="00B939AD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DF0D07">
              <w:rPr>
                <w:rFonts w:ascii="Poppins" w:hAnsi="Poppins" w:cs="Poppins"/>
                <w:bCs/>
                <w:color w:val="000000" w:themeColor="text1"/>
              </w:rPr>
              <w:t xml:space="preserve">Range differenza di temperatura in raffrescamento: </w:t>
            </w:r>
            <w:r w:rsidR="00856252">
              <w:rPr>
                <w:rFonts w:ascii="Poppins" w:hAnsi="Poppins" w:cs="Poppins"/>
                <w:bCs/>
                <w:color w:val="000000" w:themeColor="text1"/>
              </w:rPr>
              <w:t>-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DF0D07">
              <w:rPr>
                <w:rFonts w:ascii="Poppins" w:hAnsi="Poppins" w:cs="Poppins"/>
                <w:bCs/>
                <w:color w:val="000000" w:themeColor="text1"/>
              </w:rPr>
              <w:t>÷</w:t>
            </w:r>
            <w:r w:rsidR="00856252">
              <w:rPr>
                <w:rFonts w:ascii="Poppins" w:hAnsi="Poppins" w:cs="Poppins"/>
                <w:bCs/>
                <w:color w:val="000000" w:themeColor="text1"/>
              </w:rPr>
              <w:t>-</w:t>
            </w:r>
            <w:r w:rsidRPr="00DF0D07">
              <w:rPr>
                <w:rFonts w:ascii="Poppins" w:hAnsi="Poppins" w:cs="Poppins"/>
                <w:bCs/>
                <w:color w:val="000000" w:themeColor="text1"/>
              </w:rPr>
              <w:t>50 K</w:t>
            </w:r>
          </w:p>
          <w:p w14:paraId="3AB028BB" w14:textId="77777777" w:rsidR="00B939AD" w:rsidRPr="00DF0D07" w:rsidRDefault="00B939AD" w:rsidP="00B939AD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DF0D07">
              <w:rPr>
                <w:rFonts w:ascii="Poppins" w:hAnsi="Poppins" w:cs="Poppins"/>
                <w:bCs/>
                <w:color w:val="000000" w:themeColor="text1"/>
              </w:rPr>
              <w:t>Temperatura ambiente: 0÷55 °C</w:t>
            </w:r>
          </w:p>
          <w:p w14:paraId="13175AF7" w14:textId="77777777" w:rsidR="00B939AD" w:rsidRPr="00DF0D07" w:rsidRDefault="00B939AD" w:rsidP="00B939AD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DF0D07">
              <w:rPr>
                <w:rFonts w:ascii="Poppins" w:hAnsi="Poppins" w:cs="Poppins"/>
                <w:bCs/>
                <w:color w:val="000000" w:themeColor="text1"/>
              </w:rPr>
              <w:t>Impulsi: 10 l/imp</w:t>
            </w:r>
          </w:p>
          <w:p w14:paraId="02096A2F" w14:textId="3E7238E3" w:rsidR="00B939AD" w:rsidRPr="00DF0D07" w:rsidRDefault="00B939AD" w:rsidP="00B939AD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DF0D07">
              <w:rPr>
                <w:rFonts w:ascii="Poppins" w:hAnsi="Poppins" w:cs="Poppins"/>
                <w:bCs/>
                <w:color w:val="000000" w:themeColor="text1"/>
              </w:rPr>
              <w:t>Interfacce: ottica, M</w:t>
            </w:r>
            <w:r w:rsidR="00856252">
              <w:rPr>
                <w:rFonts w:ascii="Poppins" w:hAnsi="Poppins" w:cs="Poppins"/>
                <w:bCs/>
                <w:color w:val="000000" w:themeColor="text1"/>
              </w:rPr>
              <w:t>-</w:t>
            </w:r>
            <w:r w:rsidRPr="00DF0D07">
              <w:rPr>
                <w:rFonts w:ascii="Poppins" w:hAnsi="Poppins" w:cs="Poppins"/>
                <w:bCs/>
                <w:color w:val="000000" w:themeColor="text1"/>
              </w:rPr>
              <w:t>Bus</w:t>
            </w:r>
          </w:p>
          <w:p w14:paraId="3E3B463F" w14:textId="77777777" w:rsidR="00B939AD" w:rsidRPr="00DF0D07" w:rsidRDefault="00B939AD" w:rsidP="00B939AD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DF0D07">
              <w:rPr>
                <w:rFonts w:ascii="Poppins" w:hAnsi="Poppins" w:cs="Poppins"/>
                <w:bCs/>
                <w:color w:val="000000" w:themeColor="text1"/>
              </w:rPr>
              <w:lastRenderedPageBreak/>
              <w:t>Display: LCD a 8 cifre + caratteri speciali</w:t>
            </w:r>
          </w:p>
          <w:p w14:paraId="0302A912" w14:textId="7C77FE02" w:rsidR="00B939AD" w:rsidRPr="00DF0D07" w:rsidRDefault="00B939AD" w:rsidP="00B939AD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DF0D07">
              <w:rPr>
                <w:rFonts w:ascii="Poppins" w:hAnsi="Poppins" w:cs="Poppins"/>
                <w:bCs/>
                <w:color w:val="000000" w:themeColor="text1"/>
              </w:rPr>
              <w:t xml:space="preserve">Alimentazione: batteria 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DF0D07">
              <w:rPr>
                <w:rFonts w:ascii="Poppins" w:hAnsi="Poppins" w:cs="Poppins"/>
                <w:bCs/>
                <w:color w:val="000000" w:themeColor="text1"/>
              </w:rPr>
              <w:t>,6 V al litio, durata massima stimata, non</w:t>
            </w:r>
            <w:r>
              <w:rPr>
                <w:rFonts w:ascii="Poppins" w:hAnsi="Poppins" w:cs="Poppins"/>
                <w:bCs/>
                <w:color w:val="000000" w:themeColor="text1"/>
              </w:rPr>
              <w:t xml:space="preserve"> </w:t>
            </w:r>
            <w:r w:rsidRPr="00DF0D07">
              <w:rPr>
                <w:rFonts w:ascii="Poppins" w:hAnsi="Poppins" w:cs="Poppins"/>
                <w:bCs/>
                <w:color w:val="000000" w:themeColor="text1"/>
              </w:rPr>
              <w:t>garantita, 6 anni (la durata della batteria è influenzata dalle</w:t>
            </w:r>
            <w:r>
              <w:rPr>
                <w:rFonts w:ascii="Poppins" w:hAnsi="Poppins" w:cs="Poppins"/>
                <w:bCs/>
                <w:color w:val="000000" w:themeColor="text1"/>
              </w:rPr>
              <w:t xml:space="preserve"> </w:t>
            </w:r>
            <w:r w:rsidRPr="00DF0D07">
              <w:rPr>
                <w:rFonts w:ascii="Poppins" w:hAnsi="Poppins" w:cs="Poppins"/>
                <w:bCs/>
                <w:color w:val="000000" w:themeColor="text1"/>
              </w:rPr>
              <w:t>condizioni di installazione e di utilizzo). La batteria è garantita 2</w:t>
            </w:r>
            <w:r>
              <w:rPr>
                <w:rFonts w:ascii="Poppins" w:hAnsi="Poppins" w:cs="Poppins"/>
                <w:bCs/>
                <w:color w:val="000000" w:themeColor="text1"/>
              </w:rPr>
              <w:t xml:space="preserve"> </w:t>
            </w:r>
            <w:r w:rsidRPr="00DF0D07">
              <w:rPr>
                <w:rFonts w:ascii="Poppins" w:hAnsi="Poppins" w:cs="Poppins"/>
                <w:bCs/>
                <w:color w:val="000000" w:themeColor="text1"/>
              </w:rPr>
              <w:t>anni dalla data di vendita. Batteria sostituibile</w:t>
            </w:r>
          </w:p>
          <w:p w14:paraId="181CDB47" w14:textId="6B8B7129" w:rsidR="00B939AD" w:rsidRPr="00DF0D07" w:rsidRDefault="00B939AD" w:rsidP="00B939AD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DF0D07">
              <w:rPr>
                <w:rFonts w:ascii="Poppins" w:hAnsi="Poppins" w:cs="Poppins"/>
                <w:bCs/>
                <w:color w:val="000000" w:themeColor="text1"/>
              </w:rPr>
              <w:t>Dimensioni: 150 x 1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DF0D07">
              <w:rPr>
                <w:rFonts w:ascii="Poppins" w:hAnsi="Poppins" w:cs="Poppins"/>
                <w:bCs/>
                <w:color w:val="000000" w:themeColor="text1"/>
              </w:rPr>
              <w:t xml:space="preserve">0 x 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DF0D07">
              <w:rPr>
                <w:rFonts w:ascii="Poppins" w:hAnsi="Poppins" w:cs="Poppins"/>
                <w:bCs/>
                <w:color w:val="000000" w:themeColor="text1"/>
              </w:rPr>
              <w:t>5 mm</w:t>
            </w:r>
          </w:p>
          <w:p w14:paraId="2614EE11" w14:textId="77777777" w:rsidR="00B939AD" w:rsidRPr="00DF0D07" w:rsidRDefault="00B939AD" w:rsidP="00B939AD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</w:p>
          <w:p w14:paraId="2D8E91AD" w14:textId="504AB46B" w:rsidR="00B939AD" w:rsidRPr="00F049B5" w:rsidRDefault="00B939AD" w:rsidP="00B939AD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DF0D07">
              <w:rPr>
                <w:rFonts w:ascii="Poppins" w:hAnsi="Poppins" w:cs="Poppins"/>
                <w:b/>
                <w:color w:val="000000" w:themeColor="text1"/>
              </w:rPr>
              <w:t xml:space="preserve">Marca </w:t>
            </w:r>
            <w:r w:rsidR="00C04156">
              <w:rPr>
                <w:rFonts w:ascii="Poppins" w:hAnsi="Poppins" w:cs="Poppins"/>
                <w:b/>
                <w:color w:val="000000" w:themeColor="text1"/>
              </w:rPr>
              <w:t>Emmeti</w:t>
            </w:r>
            <w:r>
              <w:rPr>
                <w:rFonts w:ascii="Poppins" w:hAnsi="Poppins" w:cs="Poppins"/>
                <w:b/>
                <w:color w:val="000000" w:themeColor="text1"/>
              </w:rPr>
              <w:t xml:space="preserve"> </w:t>
            </w:r>
            <w:r w:rsidRPr="00DF0D07">
              <w:rPr>
                <w:rFonts w:ascii="Poppins" w:hAnsi="Poppins" w:cs="Poppins"/>
                <w:b/>
                <w:color w:val="000000" w:themeColor="text1"/>
              </w:rPr>
              <w:t xml:space="preserve">– Modello Misuratore di energia EVO caldo/freddo per alte portare con attacco flangiato e trasmissione dati DN </w:t>
            </w:r>
            <w:r>
              <w:rPr>
                <w:rFonts w:ascii="Poppins" w:hAnsi="Poppins" w:cs="Poppins"/>
                <w:b/>
                <w:color w:val="000000" w:themeColor="text1"/>
              </w:rPr>
              <w:t>10</w:t>
            </w:r>
            <w:r w:rsidRPr="00DF0D07">
              <w:rPr>
                <w:rFonts w:ascii="Poppins" w:hAnsi="Poppins" w:cs="Poppins"/>
                <w:b/>
                <w:color w:val="000000" w:themeColor="text1"/>
              </w:rPr>
              <w:t>0 o equivalente.</w:t>
            </w:r>
          </w:p>
        </w:tc>
      </w:tr>
      <w:tr w:rsidR="00B939AD" w:rsidRPr="00013A5B" w14:paraId="1A9DCB81" w14:textId="77777777" w:rsidTr="00A16FCA">
        <w:tc>
          <w:tcPr>
            <w:tcW w:w="1398" w:type="dxa"/>
          </w:tcPr>
          <w:p w14:paraId="6CE91C49" w14:textId="762A4BC4" w:rsidR="00B939AD" w:rsidRPr="00F049B5" w:rsidRDefault="00B939AD" w:rsidP="00B939A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>
              <w:rPr>
                <w:rFonts w:ascii="Poppins" w:hAnsi="Poppins" w:cs="Poppins"/>
                <w:bCs/>
                <w:color w:val="000000" w:themeColor="text1"/>
                <w:sz w:val="20"/>
              </w:rPr>
              <w:t>027097</w:t>
            </w:r>
            <w:r w:rsidR="00EE2606">
              <w:rPr>
                <w:rFonts w:ascii="Poppins" w:hAnsi="Poppins" w:cs="Poppins"/>
                <w:bCs/>
                <w:color w:val="000000" w:themeColor="text1"/>
                <w:sz w:val="20"/>
              </w:rPr>
              <w:t>3</w:t>
            </w:r>
            <w:r>
              <w:rPr>
                <w:rFonts w:ascii="Poppins" w:hAnsi="Poppins" w:cs="Poppins"/>
                <w:bCs/>
                <w:color w:val="000000" w:themeColor="text1"/>
                <w:sz w:val="20"/>
              </w:rPr>
              <w:t>0</w:t>
            </w:r>
          </w:p>
        </w:tc>
        <w:tc>
          <w:tcPr>
            <w:tcW w:w="2297" w:type="dxa"/>
          </w:tcPr>
          <w:p w14:paraId="45EF1F1F" w14:textId="329D816E" w:rsidR="00B939AD" w:rsidRPr="00F049B5" w:rsidRDefault="00B939AD" w:rsidP="00B939AD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DF0D07">
              <w:rPr>
                <w:rFonts w:ascii="Poppins" w:hAnsi="Poppins" w:cs="Poppins"/>
                <w:bCs/>
                <w:color w:val="000000" w:themeColor="text1"/>
                <w:sz w:val="20"/>
              </w:rPr>
              <w:t xml:space="preserve">Misuratore di energia EVO caldo/freddo per </w:t>
            </w:r>
            <w:r>
              <w:rPr>
                <w:rFonts w:ascii="Poppins" w:hAnsi="Poppins" w:cs="Poppins"/>
                <w:bCs/>
                <w:color w:val="000000" w:themeColor="text1"/>
                <w:sz w:val="20"/>
              </w:rPr>
              <w:t xml:space="preserve"> a</w:t>
            </w:r>
            <w:r w:rsidRPr="00DF0D07">
              <w:rPr>
                <w:rFonts w:ascii="Poppins" w:hAnsi="Poppins" w:cs="Poppins"/>
                <w:bCs/>
                <w:color w:val="000000" w:themeColor="text1"/>
                <w:sz w:val="20"/>
              </w:rPr>
              <w:t>lte portare con attacco</w:t>
            </w:r>
            <w:r>
              <w:rPr>
                <w:rFonts w:ascii="Poppins" w:hAnsi="Poppins" w:cs="Poppins"/>
                <w:bCs/>
                <w:color w:val="000000" w:themeColor="text1"/>
                <w:sz w:val="20"/>
              </w:rPr>
              <w:t xml:space="preserve"> </w:t>
            </w:r>
            <w:r w:rsidRPr="00DF0D07">
              <w:rPr>
                <w:rFonts w:ascii="Poppins" w:hAnsi="Poppins" w:cs="Poppins"/>
                <w:bCs/>
                <w:color w:val="000000" w:themeColor="text1"/>
                <w:sz w:val="20"/>
              </w:rPr>
              <w:t xml:space="preserve">flangiato e trasmissione dati DN </w:t>
            </w:r>
            <w:r>
              <w:rPr>
                <w:rFonts w:ascii="Poppins" w:hAnsi="Poppins" w:cs="Poppins"/>
                <w:bCs/>
                <w:color w:val="000000" w:themeColor="text1"/>
                <w:sz w:val="20"/>
              </w:rPr>
              <w:t>125</w:t>
            </w:r>
          </w:p>
        </w:tc>
        <w:tc>
          <w:tcPr>
            <w:tcW w:w="5803" w:type="dxa"/>
          </w:tcPr>
          <w:p w14:paraId="58B187C4" w14:textId="37770164" w:rsidR="00B939AD" w:rsidRPr="00DF0D07" w:rsidRDefault="00B939AD" w:rsidP="00B939AD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DF0D07">
              <w:rPr>
                <w:rFonts w:ascii="Poppins" w:hAnsi="Poppins" w:cs="Poppins"/>
                <w:bCs/>
                <w:color w:val="000000" w:themeColor="text1"/>
              </w:rPr>
              <w:t>Misuratore di energia EVO con contatore a getto multiplo a trasmissione</w:t>
            </w:r>
            <w:r>
              <w:rPr>
                <w:rFonts w:ascii="Poppins" w:hAnsi="Poppins" w:cs="Poppins"/>
                <w:bCs/>
                <w:color w:val="000000" w:themeColor="text1"/>
              </w:rPr>
              <w:t xml:space="preserve"> </w:t>
            </w:r>
            <w:r w:rsidRPr="00DF0D07">
              <w:rPr>
                <w:rFonts w:ascii="Poppins" w:hAnsi="Poppins" w:cs="Poppins"/>
                <w:bCs/>
                <w:color w:val="000000" w:themeColor="text1"/>
              </w:rPr>
              <w:t>magnetica, certificato in conformità al Dlgs n° 84 del 19/05/2016</w:t>
            </w:r>
            <w:r>
              <w:rPr>
                <w:rFonts w:ascii="Poppins" w:hAnsi="Poppins" w:cs="Poppins"/>
                <w:bCs/>
                <w:color w:val="000000" w:themeColor="text1"/>
              </w:rPr>
              <w:t xml:space="preserve"> </w:t>
            </w:r>
            <w:r w:rsidRPr="00DF0D07">
              <w:rPr>
                <w:rFonts w:ascii="Poppins" w:hAnsi="Poppins" w:cs="Poppins"/>
                <w:bCs/>
                <w:color w:val="000000" w:themeColor="text1"/>
              </w:rPr>
              <w:t>(attuazione della direttiva europea MID 2014/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DF0D07">
              <w:rPr>
                <w:rFonts w:ascii="Poppins" w:hAnsi="Poppins" w:cs="Poppins"/>
                <w:bCs/>
                <w:color w:val="000000" w:themeColor="text1"/>
              </w:rPr>
              <w:t>2/EU) costituito da</w:t>
            </w:r>
            <w:r>
              <w:rPr>
                <w:rFonts w:ascii="Poppins" w:hAnsi="Poppins" w:cs="Poppins"/>
                <w:bCs/>
                <w:color w:val="000000" w:themeColor="text1"/>
              </w:rPr>
              <w:t xml:space="preserve"> </w:t>
            </w:r>
            <w:r w:rsidRPr="00DF0D07">
              <w:rPr>
                <w:rFonts w:ascii="Poppins" w:hAnsi="Poppins" w:cs="Poppins"/>
                <w:bCs/>
                <w:color w:val="000000" w:themeColor="text1"/>
              </w:rPr>
              <w:t>contatore volumetrico a getto multiplo a quadrante asciutto per acqua a</w:t>
            </w:r>
            <w:r>
              <w:rPr>
                <w:rFonts w:ascii="Poppins" w:hAnsi="Poppins" w:cs="Poppins"/>
                <w:bCs/>
                <w:color w:val="000000" w:themeColor="text1"/>
              </w:rPr>
              <w:t xml:space="preserve"> </w:t>
            </w:r>
            <w:r w:rsidRPr="00DF0D07">
              <w:rPr>
                <w:rFonts w:ascii="Poppins" w:hAnsi="Poppins" w:cs="Poppins"/>
                <w:bCs/>
                <w:color w:val="000000" w:themeColor="text1"/>
              </w:rPr>
              <w:t>90 °C e da unità elettronica EVO: completa di sonde di temperatura, per</w:t>
            </w:r>
            <w:r>
              <w:rPr>
                <w:rFonts w:ascii="Poppins" w:hAnsi="Poppins" w:cs="Poppins"/>
                <w:bCs/>
                <w:color w:val="000000" w:themeColor="text1"/>
              </w:rPr>
              <w:t xml:space="preserve"> </w:t>
            </w:r>
            <w:r w:rsidRPr="00DF0D07">
              <w:rPr>
                <w:rFonts w:ascii="Poppins" w:hAnsi="Poppins" w:cs="Poppins"/>
                <w:bCs/>
                <w:color w:val="000000" w:themeColor="text1"/>
              </w:rPr>
              <w:t>il calcolo dei consumi di energia termica in regime di riscaldamento e</w:t>
            </w:r>
            <w:r>
              <w:rPr>
                <w:rFonts w:ascii="Poppins" w:hAnsi="Poppins" w:cs="Poppins"/>
                <w:bCs/>
                <w:color w:val="000000" w:themeColor="text1"/>
              </w:rPr>
              <w:t xml:space="preserve"> </w:t>
            </w:r>
            <w:r w:rsidRPr="00DF0D07">
              <w:rPr>
                <w:rFonts w:ascii="Poppins" w:hAnsi="Poppins" w:cs="Poppins"/>
                <w:bCs/>
                <w:color w:val="000000" w:themeColor="text1"/>
              </w:rPr>
              <w:t>raffrescamento.</w:t>
            </w:r>
          </w:p>
          <w:p w14:paraId="2DB24EAF" w14:textId="77777777" w:rsidR="00B939AD" w:rsidRPr="00DF0D07" w:rsidRDefault="00B939AD" w:rsidP="00B939AD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DF0D07">
              <w:rPr>
                <w:rFonts w:ascii="Poppins" w:hAnsi="Poppins" w:cs="Poppins"/>
                <w:bCs/>
                <w:color w:val="000000" w:themeColor="text1"/>
              </w:rPr>
              <w:t>Configurato per installazione orizzontale sul ritorno con possibilità di</w:t>
            </w:r>
            <w:r>
              <w:rPr>
                <w:rFonts w:ascii="Poppins" w:hAnsi="Poppins" w:cs="Poppins"/>
                <w:bCs/>
                <w:color w:val="000000" w:themeColor="text1"/>
              </w:rPr>
              <w:t xml:space="preserve"> </w:t>
            </w:r>
            <w:r w:rsidRPr="00DF0D07">
              <w:rPr>
                <w:rFonts w:ascii="Poppins" w:hAnsi="Poppins" w:cs="Poppins"/>
                <w:bCs/>
                <w:color w:val="000000" w:themeColor="text1"/>
              </w:rPr>
              <w:t>installazione sulla mandata.</w:t>
            </w:r>
          </w:p>
          <w:p w14:paraId="2C81594E" w14:textId="146F309F" w:rsidR="00B939AD" w:rsidRPr="00DF0D07" w:rsidRDefault="00B939AD" w:rsidP="00B939AD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DF0D07">
              <w:rPr>
                <w:rFonts w:ascii="Poppins" w:hAnsi="Poppins" w:cs="Poppins"/>
                <w:bCs/>
                <w:color w:val="000000" w:themeColor="text1"/>
              </w:rPr>
              <w:t>Trasmissione dati tramite protocollo M</w:t>
            </w:r>
            <w:r w:rsidR="00856252">
              <w:rPr>
                <w:rFonts w:ascii="Poppins" w:hAnsi="Poppins" w:cs="Poppins"/>
                <w:bCs/>
                <w:color w:val="000000" w:themeColor="text1"/>
              </w:rPr>
              <w:t>-</w:t>
            </w:r>
            <w:r w:rsidRPr="00DF0D07">
              <w:rPr>
                <w:rFonts w:ascii="Poppins" w:hAnsi="Poppins" w:cs="Poppins"/>
                <w:bCs/>
                <w:color w:val="000000" w:themeColor="text1"/>
              </w:rPr>
              <w:t>Bus.</w:t>
            </w:r>
          </w:p>
          <w:p w14:paraId="794BD4FB" w14:textId="77777777" w:rsidR="00B939AD" w:rsidRPr="00DF0D07" w:rsidRDefault="00B939AD" w:rsidP="00B939AD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</w:p>
          <w:p w14:paraId="6D36A49B" w14:textId="77777777" w:rsidR="00B939AD" w:rsidRPr="00DF0D07" w:rsidRDefault="00B939AD" w:rsidP="00B939AD">
            <w:pPr>
              <w:pStyle w:val="Testocommento"/>
              <w:jc w:val="both"/>
              <w:rPr>
                <w:rFonts w:ascii="Poppins" w:hAnsi="Poppins" w:cs="Poppins"/>
                <w:b/>
                <w:color w:val="000000" w:themeColor="text1"/>
              </w:rPr>
            </w:pPr>
            <w:r w:rsidRPr="00DF0D07">
              <w:rPr>
                <w:rFonts w:ascii="Poppins" w:hAnsi="Poppins" w:cs="Poppins"/>
                <w:b/>
                <w:color w:val="000000" w:themeColor="text1"/>
              </w:rPr>
              <w:t>Dati tecnici misuratore di portata:</w:t>
            </w:r>
          </w:p>
          <w:p w14:paraId="6455BF39" w14:textId="3BE77864" w:rsidR="00B939AD" w:rsidRPr="00DF0D07" w:rsidRDefault="00B939AD" w:rsidP="00B939AD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DF0D07">
              <w:rPr>
                <w:rFonts w:ascii="Poppins" w:hAnsi="Poppins" w:cs="Poppins"/>
                <w:bCs/>
                <w:color w:val="000000" w:themeColor="text1"/>
              </w:rPr>
              <w:t>Portata nominale: 15 m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DF0D07">
              <w:rPr>
                <w:rFonts w:ascii="Poppins" w:hAnsi="Poppins" w:cs="Poppins"/>
                <w:bCs/>
                <w:color w:val="000000" w:themeColor="text1"/>
              </w:rPr>
              <w:t>/h</w:t>
            </w:r>
          </w:p>
          <w:p w14:paraId="4895E3B8" w14:textId="77777777" w:rsidR="00B939AD" w:rsidRPr="00DF0D07" w:rsidRDefault="00B939AD" w:rsidP="00B939AD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DF0D07">
              <w:rPr>
                <w:rFonts w:ascii="Poppins" w:hAnsi="Poppins" w:cs="Poppins"/>
                <w:bCs/>
                <w:color w:val="000000" w:themeColor="text1"/>
              </w:rPr>
              <w:t>Portata minima: 0.6 l/h</w:t>
            </w:r>
          </w:p>
          <w:p w14:paraId="394DE6E8" w14:textId="33D3BB37" w:rsidR="00B939AD" w:rsidRPr="00DF0D07" w:rsidRDefault="00B939AD" w:rsidP="00B939AD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DF0D07">
              <w:rPr>
                <w:rFonts w:ascii="Poppins" w:hAnsi="Poppins" w:cs="Poppins"/>
                <w:bCs/>
                <w:color w:val="000000" w:themeColor="text1"/>
              </w:rPr>
              <w:t xml:space="preserve">Portata massima: 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DF0D07">
              <w:rPr>
                <w:rFonts w:ascii="Poppins" w:hAnsi="Poppins" w:cs="Poppins"/>
                <w:bCs/>
                <w:color w:val="000000" w:themeColor="text1"/>
              </w:rPr>
              <w:t>0 m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DF0D07">
              <w:rPr>
                <w:rFonts w:ascii="Poppins" w:hAnsi="Poppins" w:cs="Poppins"/>
                <w:bCs/>
                <w:color w:val="000000" w:themeColor="text1"/>
              </w:rPr>
              <w:t>/h</w:t>
            </w:r>
          </w:p>
          <w:p w14:paraId="7CA01CAF" w14:textId="19394739" w:rsidR="00B939AD" w:rsidRPr="00DF0D07" w:rsidRDefault="00B939AD" w:rsidP="00B939AD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DF0D07">
              <w:rPr>
                <w:rFonts w:ascii="Poppins" w:hAnsi="Poppins" w:cs="Poppins"/>
                <w:bCs/>
                <w:color w:val="000000" w:themeColor="text1"/>
              </w:rPr>
              <w:t>Temperatura massima di esercizio: 1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DF0D07">
              <w:rPr>
                <w:rFonts w:ascii="Poppins" w:hAnsi="Poppins" w:cs="Poppins"/>
                <w:bCs/>
                <w:color w:val="000000" w:themeColor="text1"/>
              </w:rPr>
              <w:t>0 °C</w:t>
            </w:r>
          </w:p>
          <w:p w14:paraId="25794D94" w14:textId="77777777" w:rsidR="00B939AD" w:rsidRPr="00DF0D07" w:rsidRDefault="00B939AD" w:rsidP="00B939AD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DF0D07">
              <w:rPr>
                <w:rFonts w:ascii="Poppins" w:hAnsi="Poppins" w:cs="Poppins"/>
                <w:bCs/>
                <w:color w:val="000000" w:themeColor="text1"/>
              </w:rPr>
              <w:t>Pressione di esercizio: 16 bar</w:t>
            </w:r>
          </w:p>
          <w:p w14:paraId="39A1DEBD" w14:textId="77777777" w:rsidR="00B939AD" w:rsidRPr="00DF0D07" w:rsidRDefault="00B939AD" w:rsidP="00B939AD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DF0D07">
              <w:rPr>
                <w:rFonts w:ascii="Poppins" w:hAnsi="Poppins" w:cs="Poppins"/>
                <w:bCs/>
                <w:color w:val="000000" w:themeColor="text1"/>
              </w:rPr>
              <w:t>Impulsi: 10 l/imp</w:t>
            </w:r>
          </w:p>
          <w:p w14:paraId="11EAC670" w14:textId="77777777" w:rsidR="00B939AD" w:rsidRPr="00DF0D07" w:rsidRDefault="00B939AD" w:rsidP="00B939AD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DF0D07">
              <w:rPr>
                <w:rFonts w:ascii="Poppins" w:hAnsi="Poppins" w:cs="Poppins"/>
                <w:bCs/>
                <w:color w:val="000000" w:themeColor="text1"/>
              </w:rPr>
              <w:t>Attacchi: 1"1/4 maschio</w:t>
            </w:r>
          </w:p>
          <w:p w14:paraId="76CB7EFE" w14:textId="77777777" w:rsidR="00B939AD" w:rsidRPr="00DF0D07" w:rsidRDefault="00B939AD" w:rsidP="00B939AD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</w:p>
          <w:p w14:paraId="77D3BAF9" w14:textId="77777777" w:rsidR="00B939AD" w:rsidRPr="00DF0D07" w:rsidRDefault="00B939AD" w:rsidP="00B939AD">
            <w:pPr>
              <w:pStyle w:val="Testocommento"/>
              <w:jc w:val="both"/>
              <w:rPr>
                <w:rFonts w:ascii="Poppins" w:hAnsi="Poppins" w:cs="Poppins"/>
                <w:b/>
                <w:color w:val="000000" w:themeColor="text1"/>
              </w:rPr>
            </w:pPr>
            <w:r w:rsidRPr="00DF0D07">
              <w:rPr>
                <w:rFonts w:ascii="Poppins" w:hAnsi="Poppins" w:cs="Poppins"/>
                <w:b/>
                <w:color w:val="000000" w:themeColor="text1"/>
              </w:rPr>
              <w:t>Dati tecnici unità elettronica EVO:</w:t>
            </w:r>
          </w:p>
          <w:p w14:paraId="10B8E775" w14:textId="77777777" w:rsidR="00B939AD" w:rsidRPr="00DF0D07" w:rsidRDefault="00B939AD" w:rsidP="00B939AD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DF0D07">
              <w:rPr>
                <w:rFonts w:ascii="Poppins" w:hAnsi="Poppins" w:cs="Poppins"/>
                <w:bCs/>
                <w:color w:val="000000" w:themeColor="text1"/>
              </w:rPr>
              <w:t>Range di temperatura: 5÷55 °C</w:t>
            </w:r>
          </w:p>
          <w:p w14:paraId="209436DE" w14:textId="2D3475C7" w:rsidR="00B939AD" w:rsidRPr="00DF0D07" w:rsidRDefault="00B939AD" w:rsidP="00B939AD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DF0D07">
              <w:rPr>
                <w:rFonts w:ascii="Poppins" w:hAnsi="Poppins" w:cs="Poppins"/>
                <w:bCs/>
                <w:color w:val="000000" w:themeColor="text1"/>
              </w:rPr>
              <w:t xml:space="preserve">Range differenza di temperatura in riscaldamento: 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DF0D07">
              <w:rPr>
                <w:rFonts w:ascii="Poppins" w:hAnsi="Poppins" w:cs="Poppins"/>
                <w:bCs/>
                <w:color w:val="000000" w:themeColor="text1"/>
              </w:rPr>
              <w:t>÷100 K</w:t>
            </w:r>
          </w:p>
          <w:p w14:paraId="7109A170" w14:textId="00359D16" w:rsidR="00B939AD" w:rsidRPr="00DF0D07" w:rsidRDefault="00B939AD" w:rsidP="00B939AD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DF0D07">
              <w:rPr>
                <w:rFonts w:ascii="Poppins" w:hAnsi="Poppins" w:cs="Poppins"/>
                <w:bCs/>
                <w:color w:val="000000" w:themeColor="text1"/>
              </w:rPr>
              <w:t xml:space="preserve">Range differenza di temperatura in raffrescamento: </w:t>
            </w:r>
            <w:r w:rsidR="00856252">
              <w:rPr>
                <w:rFonts w:ascii="Poppins" w:hAnsi="Poppins" w:cs="Poppins"/>
                <w:bCs/>
                <w:color w:val="000000" w:themeColor="text1"/>
              </w:rPr>
              <w:t>-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DF0D07">
              <w:rPr>
                <w:rFonts w:ascii="Poppins" w:hAnsi="Poppins" w:cs="Poppins"/>
                <w:bCs/>
                <w:color w:val="000000" w:themeColor="text1"/>
              </w:rPr>
              <w:t>÷</w:t>
            </w:r>
            <w:r w:rsidR="00856252">
              <w:rPr>
                <w:rFonts w:ascii="Poppins" w:hAnsi="Poppins" w:cs="Poppins"/>
                <w:bCs/>
                <w:color w:val="000000" w:themeColor="text1"/>
              </w:rPr>
              <w:t>-</w:t>
            </w:r>
            <w:r w:rsidRPr="00DF0D07">
              <w:rPr>
                <w:rFonts w:ascii="Poppins" w:hAnsi="Poppins" w:cs="Poppins"/>
                <w:bCs/>
                <w:color w:val="000000" w:themeColor="text1"/>
              </w:rPr>
              <w:t>50 K</w:t>
            </w:r>
          </w:p>
          <w:p w14:paraId="198327C5" w14:textId="77777777" w:rsidR="00B939AD" w:rsidRPr="00DF0D07" w:rsidRDefault="00B939AD" w:rsidP="00B939AD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DF0D07">
              <w:rPr>
                <w:rFonts w:ascii="Poppins" w:hAnsi="Poppins" w:cs="Poppins"/>
                <w:bCs/>
                <w:color w:val="000000" w:themeColor="text1"/>
              </w:rPr>
              <w:t>Temperatura ambiente: 0÷55 °C</w:t>
            </w:r>
          </w:p>
          <w:p w14:paraId="57998190" w14:textId="77777777" w:rsidR="00B939AD" w:rsidRPr="00DF0D07" w:rsidRDefault="00B939AD" w:rsidP="00B939AD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DF0D07">
              <w:rPr>
                <w:rFonts w:ascii="Poppins" w:hAnsi="Poppins" w:cs="Poppins"/>
                <w:bCs/>
                <w:color w:val="000000" w:themeColor="text1"/>
              </w:rPr>
              <w:t>Impulsi: 10 l/imp</w:t>
            </w:r>
          </w:p>
          <w:p w14:paraId="370C58B7" w14:textId="31C115A8" w:rsidR="00B939AD" w:rsidRPr="00DF0D07" w:rsidRDefault="00B939AD" w:rsidP="00B939AD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DF0D07">
              <w:rPr>
                <w:rFonts w:ascii="Poppins" w:hAnsi="Poppins" w:cs="Poppins"/>
                <w:bCs/>
                <w:color w:val="000000" w:themeColor="text1"/>
              </w:rPr>
              <w:lastRenderedPageBreak/>
              <w:t>Interfacce: ottica, M</w:t>
            </w:r>
            <w:r w:rsidR="00856252">
              <w:rPr>
                <w:rFonts w:ascii="Poppins" w:hAnsi="Poppins" w:cs="Poppins"/>
                <w:bCs/>
                <w:color w:val="000000" w:themeColor="text1"/>
              </w:rPr>
              <w:t>-</w:t>
            </w:r>
            <w:r w:rsidRPr="00DF0D07">
              <w:rPr>
                <w:rFonts w:ascii="Poppins" w:hAnsi="Poppins" w:cs="Poppins"/>
                <w:bCs/>
                <w:color w:val="000000" w:themeColor="text1"/>
              </w:rPr>
              <w:t>Bus</w:t>
            </w:r>
          </w:p>
          <w:p w14:paraId="6FB4316E" w14:textId="77777777" w:rsidR="00B939AD" w:rsidRPr="00DF0D07" w:rsidRDefault="00B939AD" w:rsidP="00B939AD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DF0D07">
              <w:rPr>
                <w:rFonts w:ascii="Poppins" w:hAnsi="Poppins" w:cs="Poppins"/>
                <w:bCs/>
                <w:color w:val="000000" w:themeColor="text1"/>
              </w:rPr>
              <w:t>Display: LCD a 8 cifre + caratteri speciali</w:t>
            </w:r>
          </w:p>
          <w:p w14:paraId="6ED937B4" w14:textId="47BBD5B5" w:rsidR="00B939AD" w:rsidRPr="00DF0D07" w:rsidRDefault="00B939AD" w:rsidP="00B939AD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DF0D07">
              <w:rPr>
                <w:rFonts w:ascii="Poppins" w:hAnsi="Poppins" w:cs="Poppins"/>
                <w:bCs/>
                <w:color w:val="000000" w:themeColor="text1"/>
              </w:rPr>
              <w:t xml:space="preserve">Alimentazione: batteria 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DF0D07">
              <w:rPr>
                <w:rFonts w:ascii="Poppins" w:hAnsi="Poppins" w:cs="Poppins"/>
                <w:bCs/>
                <w:color w:val="000000" w:themeColor="text1"/>
              </w:rPr>
              <w:t>,6 V al litio, durata massima stimata, non</w:t>
            </w:r>
            <w:r>
              <w:rPr>
                <w:rFonts w:ascii="Poppins" w:hAnsi="Poppins" w:cs="Poppins"/>
                <w:bCs/>
                <w:color w:val="000000" w:themeColor="text1"/>
              </w:rPr>
              <w:t xml:space="preserve"> </w:t>
            </w:r>
            <w:r w:rsidRPr="00DF0D07">
              <w:rPr>
                <w:rFonts w:ascii="Poppins" w:hAnsi="Poppins" w:cs="Poppins"/>
                <w:bCs/>
                <w:color w:val="000000" w:themeColor="text1"/>
              </w:rPr>
              <w:t>garantita, 6 anni (la durata della batteria è influenzata dalle</w:t>
            </w:r>
            <w:r>
              <w:rPr>
                <w:rFonts w:ascii="Poppins" w:hAnsi="Poppins" w:cs="Poppins"/>
                <w:bCs/>
                <w:color w:val="000000" w:themeColor="text1"/>
              </w:rPr>
              <w:t xml:space="preserve"> </w:t>
            </w:r>
            <w:r w:rsidRPr="00DF0D07">
              <w:rPr>
                <w:rFonts w:ascii="Poppins" w:hAnsi="Poppins" w:cs="Poppins"/>
                <w:bCs/>
                <w:color w:val="000000" w:themeColor="text1"/>
              </w:rPr>
              <w:t>condizioni di installazione e di utilizzo). La batteria è garantita 2</w:t>
            </w:r>
            <w:r>
              <w:rPr>
                <w:rFonts w:ascii="Poppins" w:hAnsi="Poppins" w:cs="Poppins"/>
                <w:bCs/>
                <w:color w:val="000000" w:themeColor="text1"/>
              </w:rPr>
              <w:t xml:space="preserve"> </w:t>
            </w:r>
            <w:r w:rsidRPr="00DF0D07">
              <w:rPr>
                <w:rFonts w:ascii="Poppins" w:hAnsi="Poppins" w:cs="Poppins"/>
                <w:bCs/>
                <w:color w:val="000000" w:themeColor="text1"/>
              </w:rPr>
              <w:t>anni dalla data di vendita. Batteria sostituibile</w:t>
            </w:r>
          </w:p>
          <w:p w14:paraId="1E3AE037" w14:textId="497D4A44" w:rsidR="00B939AD" w:rsidRPr="00DF0D07" w:rsidRDefault="00B939AD" w:rsidP="00B939AD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DF0D07">
              <w:rPr>
                <w:rFonts w:ascii="Poppins" w:hAnsi="Poppins" w:cs="Poppins"/>
                <w:bCs/>
                <w:color w:val="000000" w:themeColor="text1"/>
              </w:rPr>
              <w:t>Dimensioni: 150 x 1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DF0D07">
              <w:rPr>
                <w:rFonts w:ascii="Poppins" w:hAnsi="Poppins" w:cs="Poppins"/>
                <w:bCs/>
                <w:color w:val="000000" w:themeColor="text1"/>
              </w:rPr>
              <w:t xml:space="preserve">0 x 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DF0D07">
              <w:rPr>
                <w:rFonts w:ascii="Poppins" w:hAnsi="Poppins" w:cs="Poppins"/>
                <w:bCs/>
                <w:color w:val="000000" w:themeColor="text1"/>
              </w:rPr>
              <w:t>5 mm</w:t>
            </w:r>
          </w:p>
          <w:p w14:paraId="53B86024" w14:textId="77777777" w:rsidR="00B939AD" w:rsidRPr="00DF0D07" w:rsidRDefault="00B939AD" w:rsidP="00B939AD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</w:p>
          <w:p w14:paraId="0189B2D2" w14:textId="3AAF5D69" w:rsidR="00B939AD" w:rsidRPr="00F049B5" w:rsidRDefault="00B939AD" w:rsidP="00B939AD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DF0D07">
              <w:rPr>
                <w:rFonts w:ascii="Poppins" w:hAnsi="Poppins" w:cs="Poppins"/>
                <w:b/>
                <w:color w:val="000000" w:themeColor="text1"/>
              </w:rPr>
              <w:t xml:space="preserve">Marca </w:t>
            </w:r>
            <w:r w:rsidR="00C04156">
              <w:rPr>
                <w:rFonts w:ascii="Poppins" w:hAnsi="Poppins" w:cs="Poppins"/>
                <w:b/>
                <w:color w:val="000000" w:themeColor="text1"/>
              </w:rPr>
              <w:t>Emmeti</w:t>
            </w:r>
            <w:r>
              <w:rPr>
                <w:rFonts w:ascii="Poppins" w:hAnsi="Poppins" w:cs="Poppins"/>
                <w:b/>
                <w:color w:val="000000" w:themeColor="text1"/>
              </w:rPr>
              <w:t xml:space="preserve"> </w:t>
            </w:r>
            <w:r w:rsidRPr="00DF0D07">
              <w:rPr>
                <w:rFonts w:ascii="Poppins" w:hAnsi="Poppins" w:cs="Poppins"/>
                <w:b/>
                <w:color w:val="000000" w:themeColor="text1"/>
              </w:rPr>
              <w:t xml:space="preserve">– Modello Misuratore di energia EVO caldo/freddo per alte portare con attacco flangiato e trasmissione dati DN </w:t>
            </w:r>
            <w:r>
              <w:rPr>
                <w:rFonts w:ascii="Poppins" w:hAnsi="Poppins" w:cs="Poppins"/>
                <w:b/>
                <w:color w:val="000000" w:themeColor="text1"/>
              </w:rPr>
              <w:t xml:space="preserve">125 </w:t>
            </w:r>
            <w:r w:rsidRPr="00DF0D07">
              <w:rPr>
                <w:rFonts w:ascii="Poppins" w:hAnsi="Poppins" w:cs="Poppins"/>
                <w:b/>
                <w:color w:val="000000" w:themeColor="text1"/>
              </w:rPr>
              <w:t>o equivalente.</w:t>
            </w:r>
          </w:p>
        </w:tc>
      </w:tr>
      <w:tr w:rsidR="00B939AD" w:rsidRPr="00013A5B" w14:paraId="0EC04512" w14:textId="77777777" w:rsidTr="00A16FCA">
        <w:tc>
          <w:tcPr>
            <w:tcW w:w="1398" w:type="dxa"/>
          </w:tcPr>
          <w:p w14:paraId="37C5A5D3" w14:textId="4570B404" w:rsidR="00B939AD" w:rsidRPr="00F049B5" w:rsidRDefault="00B939AD" w:rsidP="00B939A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>
              <w:rPr>
                <w:rFonts w:ascii="Poppins" w:hAnsi="Poppins" w:cs="Poppins"/>
                <w:bCs/>
                <w:color w:val="000000" w:themeColor="text1"/>
                <w:sz w:val="20"/>
              </w:rPr>
              <w:t>027097</w:t>
            </w:r>
            <w:r w:rsidR="00EE2606">
              <w:rPr>
                <w:rFonts w:ascii="Poppins" w:hAnsi="Poppins" w:cs="Poppins"/>
                <w:bCs/>
                <w:color w:val="000000" w:themeColor="text1"/>
                <w:sz w:val="20"/>
              </w:rPr>
              <w:t>3</w:t>
            </w:r>
            <w:r>
              <w:rPr>
                <w:rFonts w:ascii="Poppins" w:hAnsi="Poppins" w:cs="Poppins"/>
                <w:bCs/>
                <w:color w:val="000000" w:themeColor="text1"/>
                <w:sz w:val="20"/>
              </w:rPr>
              <w:t>2</w:t>
            </w:r>
          </w:p>
        </w:tc>
        <w:tc>
          <w:tcPr>
            <w:tcW w:w="2297" w:type="dxa"/>
          </w:tcPr>
          <w:p w14:paraId="34776692" w14:textId="3C27A00C" w:rsidR="00B939AD" w:rsidRPr="00F049B5" w:rsidRDefault="00B939AD" w:rsidP="00B939AD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DF0D07">
              <w:rPr>
                <w:rFonts w:ascii="Poppins" w:hAnsi="Poppins" w:cs="Poppins"/>
                <w:bCs/>
                <w:color w:val="000000" w:themeColor="text1"/>
                <w:sz w:val="20"/>
              </w:rPr>
              <w:t xml:space="preserve">Misuratore di energia EVO caldo/freddo per </w:t>
            </w:r>
            <w:r>
              <w:rPr>
                <w:rFonts w:ascii="Poppins" w:hAnsi="Poppins" w:cs="Poppins"/>
                <w:bCs/>
                <w:color w:val="000000" w:themeColor="text1"/>
                <w:sz w:val="20"/>
              </w:rPr>
              <w:t xml:space="preserve"> a</w:t>
            </w:r>
            <w:r w:rsidRPr="00DF0D07">
              <w:rPr>
                <w:rFonts w:ascii="Poppins" w:hAnsi="Poppins" w:cs="Poppins"/>
                <w:bCs/>
                <w:color w:val="000000" w:themeColor="text1"/>
                <w:sz w:val="20"/>
              </w:rPr>
              <w:t>lte portare con attacco</w:t>
            </w:r>
            <w:r>
              <w:rPr>
                <w:rFonts w:ascii="Poppins" w:hAnsi="Poppins" w:cs="Poppins"/>
                <w:bCs/>
                <w:color w:val="000000" w:themeColor="text1"/>
                <w:sz w:val="20"/>
              </w:rPr>
              <w:t xml:space="preserve"> </w:t>
            </w:r>
            <w:r w:rsidRPr="00DF0D07">
              <w:rPr>
                <w:rFonts w:ascii="Poppins" w:hAnsi="Poppins" w:cs="Poppins"/>
                <w:bCs/>
                <w:color w:val="000000" w:themeColor="text1"/>
                <w:sz w:val="20"/>
              </w:rPr>
              <w:t xml:space="preserve">flangiato e trasmissione dati DN </w:t>
            </w:r>
            <w:r>
              <w:rPr>
                <w:rFonts w:ascii="Poppins" w:hAnsi="Poppins" w:cs="Poppins"/>
                <w:bCs/>
                <w:color w:val="000000" w:themeColor="text1"/>
                <w:sz w:val="20"/>
              </w:rPr>
              <w:t>150</w:t>
            </w:r>
          </w:p>
        </w:tc>
        <w:tc>
          <w:tcPr>
            <w:tcW w:w="5803" w:type="dxa"/>
          </w:tcPr>
          <w:p w14:paraId="56A2EBF5" w14:textId="735A3655" w:rsidR="00B939AD" w:rsidRPr="00DF0D07" w:rsidRDefault="00B939AD" w:rsidP="00B939AD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DF0D07">
              <w:rPr>
                <w:rFonts w:ascii="Poppins" w:hAnsi="Poppins" w:cs="Poppins"/>
                <w:bCs/>
                <w:color w:val="000000" w:themeColor="text1"/>
              </w:rPr>
              <w:t>Misuratore di energia EVO con contatore a getto multiplo a trasmissione</w:t>
            </w:r>
            <w:r>
              <w:rPr>
                <w:rFonts w:ascii="Poppins" w:hAnsi="Poppins" w:cs="Poppins"/>
                <w:bCs/>
                <w:color w:val="000000" w:themeColor="text1"/>
              </w:rPr>
              <w:t xml:space="preserve"> </w:t>
            </w:r>
            <w:r w:rsidRPr="00DF0D07">
              <w:rPr>
                <w:rFonts w:ascii="Poppins" w:hAnsi="Poppins" w:cs="Poppins"/>
                <w:bCs/>
                <w:color w:val="000000" w:themeColor="text1"/>
              </w:rPr>
              <w:t>magnetica, certificato in conformità al Dlgs n° 84 del 19/05/2016</w:t>
            </w:r>
            <w:r>
              <w:rPr>
                <w:rFonts w:ascii="Poppins" w:hAnsi="Poppins" w:cs="Poppins"/>
                <w:bCs/>
                <w:color w:val="000000" w:themeColor="text1"/>
              </w:rPr>
              <w:t xml:space="preserve"> </w:t>
            </w:r>
            <w:r w:rsidRPr="00DF0D07">
              <w:rPr>
                <w:rFonts w:ascii="Poppins" w:hAnsi="Poppins" w:cs="Poppins"/>
                <w:bCs/>
                <w:color w:val="000000" w:themeColor="text1"/>
              </w:rPr>
              <w:t>(attuazione della direttiva europea MID 2014/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DF0D07">
              <w:rPr>
                <w:rFonts w:ascii="Poppins" w:hAnsi="Poppins" w:cs="Poppins"/>
                <w:bCs/>
                <w:color w:val="000000" w:themeColor="text1"/>
              </w:rPr>
              <w:t>2/EU) costituito da</w:t>
            </w:r>
            <w:r>
              <w:rPr>
                <w:rFonts w:ascii="Poppins" w:hAnsi="Poppins" w:cs="Poppins"/>
                <w:bCs/>
                <w:color w:val="000000" w:themeColor="text1"/>
              </w:rPr>
              <w:t xml:space="preserve"> </w:t>
            </w:r>
            <w:r w:rsidRPr="00DF0D07">
              <w:rPr>
                <w:rFonts w:ascii="Poppins" w:hAnsi="Poppins" w:cs="Poppins"/>
                <w:bCs/>
                <w:color w:val="000000" w:themeColor="text1"/>
              </w:rPr>
              <w:t>contatore volumetrico a getto multiplo a quadrante asciutto per acqua a</w:t>
            </w:r>
            <w:r>
              <w:rPr>
                <w:rFonts w:ascii="Poppins" w:hAnsi="Poppins" w:cs="Poppins"/>
                <w:bCs/>
                <w:color w:val="000000" w:themeColor="text1"/>
              </w:rPr>
              <w:t xml:space="preserve"> </w:t>
            </w:r>
            <w:r w:rsidRPr="00DF0D07">
              <w:rPr>
                <w:rFonts w:ascii="Poppins" w:hAnsi="Poppins" w:cs="Poppins"/>
                <w:bCs/>
                <w:color w:val="000000" w:themeColor="text1"/>
              </w:rPr>
              <w:t>90 °C e da unità elettronica EVO: completa di sonde di temperatura, per</w:t>
            </w:r>
            <w:r>
              <w:rPr>
                <w:rFonts w:ascii="Poppins" w:hAnsi="Poppins" w:cs="Poppins"/>
                <w:bCs/>
                <w:color w:val="000000" w:themeColor="text1"/>
              </w:rPr>
              <w:t xml:space="preserve"> </w:t>
            </w:r>
            <w:r w:rsidRPr="00DF0D07">
              <w:rPr>
                <w:rFonts w:ascii="Poppins" w:hAnsi="Poppins" w:cs="Poppins"/>
                <w:bCs/>
                <w:color w:val="000000" w:themeColor="text1"/>
              </w:rPr>
              <w:t>il calcolo dei consumi di energia termica in regime di riscaldamento e</w:t>
            </w:r>
            <w:r>
              <w:rPr>
                <w:rFonts w:ascii="Poppins" w:hAnsi="Poppins" w:cs="Poppins"/>
                <w:bCs/>
                <w:color w:val="000000" w:themeColor="text1"/>
              </w:rPr>
              <w:t xml:space="preserve"> </w:t>
            </w:r>
            <w:r w:rsidRPr="00DF0D07">
              <w:rPr>
                <w:rFonts w:ascii="Poppins" w:hAnsi="Poppins" w:cs="Poppins"/>
                <w:bCs/>
                <w:color w:val="000000" w:themeColor="text1"/>
              </w:rPr>
              <w:t>raffrescamento.</w:t>
            </w:r>
          </w:p>
          <w:p w14:paraId="4342ECD9" w14:textId="77777777" w:rsidR="00B939AD" w:rsidRPr="00DF0D07" w:rsidRDefault="00B939AD" w:rsidP="00B939AD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DF0D07">
              <w:rPr>
                <w:rFonts w:ascii="Poppins" w:hAnsi="Poppins" w:cs="Poppins"/>
                <w:bCs/>
                <w:color w:val="000000" w:themeColor="text1"/>
              </w:rPr>
              <w:t>Configurato per installazione orizzontale sul ritorno con possibilità di</w:t>
            </w:r>
            <w:r>
              <w:rPr>
                <w:rFonts w:ascii="Poppins" w:hAnsi="Poppins" w:cs="Poppins"/>
                <w:bCs/>
                <w:color w:val="000000" w:themeColor="text1"/>
              </w:rPr>
              <w:t xml:space="preserve"> </w:t>
            </w:r>
            <w:r w:rsidRPr="00DF0D07">
              <w:rPr>
                <w:rFonts w:ascii="Poppins" w:hAnsi="Poppins" w:cs="Poppins"/>
                <w:bCs/>
                <w:color w:val="000000" w:themeColor="text1"/>
              </w:rPr>
              <w:t>installazione sulla mandata.</w:t>
            </w:r>
          </w:p>
          <w:p w14:paraId="7985084F" w14:textId="632E1C81" w:rsidR="00B939AD" w:rsidRPr="00DF0D07" w:rsidRDefault="00B939AD" w:rsidP="00B939AD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DF0D07">
              <w:rPr>
                <w:rFonts w:ascii="Poppins" w:hAnsi="Poppins" w:cs="Poppins"/>
                <w:bCs/>
                <w:color w:val="000000" w:themeColor="text1"/>
              </w:rPr>
              <w:t>Trasmissione dati tramite protocollo M</w:t>
            </w:r>
            <w:r w:rsidR="00856252">
              <w:rPr>
                <w:rFonts w:ascii="Poppins" w:hAnsi="Poppins" w:cs="Poppins"/>
                <w:bCs/>
                <w:color w:val="000000" w:themeColor="text1"/>
              </w:rPr>
              <w:t>-</w:t>
            </w:r>
            <w:r w:rsidRPr="00DF0D07">
              <w:rPr>
                <w:rFonts w:ascii="Poppins" w:hAnsi="Poppins" w:cs="Poppins"/>
                <w:bCs/>
                <w:color w:val="000000" w:themeColor="text1"/>
              </w:rPr>
              <w:t>Bus.</w:t>
            </w:r>
          </w:p>
          <w:p w14:paraId="7F9CC9D6" w14:textId="77777777" w:rsidR="00B939AD" w:rsidRPr="00DF0D07" w:rsidRDefault="00B939AD" w:rsidP="00B939AD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</w:p>
          <w:p w14:paraId="3CF822C9" w14:textId="77777777" w:rsidR="00B939AD" w:rsidRPr="00DF0D07" w:rsidRDefault="00B939AD" w:rsidP="00B939AD">
            <w:pPr>
              <w:pStyle w:val="Testocommento"/>
              <w:jc w:val="both"/>
              <w:rPr>
                <w:rFonts w:ascii="Poppins" w:hAnsi="Poppins" w:cs="Poppins"/>
                <w:b/>
                <w:color w:val="000000" w:themeColor="text1"/>
              </w:rPr>
            </w:pPr>
            <w:r w:rsidRPr="00DF0D07">
              <w:rPr>
                <w:rFonts w:ascii="Poppins" w:hAnsi="Poppins" w:cs="Poppins"/>
                <w:b/>
                <w:color w:val="000000" w:themeColor="text1"/>
              </w:rPr>
              <w:t>Dati tecnici misuratore di portata:</w:t>
            </w:r>
          </w:p>
          <w:p w14:paraId="165B3F3B" w14:textId="3724F4AD" w:rsidR="00B939AD" w:rsidRPr="00DF0D07" w:rsidRDefault="00B939AD" w:rsidP="00B939AD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DF0D07">
              <w:rPr>
                <w:rFonts w:ascii="Poppins" w:hAnsi="Poppins" w:cs="Poppins"/>
                <w:bCs/>
                <w:color w:val="000000" w:themeColor="text1"/>
              </w:rPr>
              <w:t>Portata nominale: 15 m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DF0D07">
              <w:rPr>
                <w:rFonts w:ascii="Poppins" w:hAnsi="Poppins" w:cs="Poppins"/>
                <w:bCs/>
                <w:color w:val="000000" w:themeColor="text1"/>
              </w:rPr>
              <w:t>/h</w:t>
            </w:r>
          </w:p>
          <w:p w14:paraId="4595757A" w14:textId="77777777" w:rsidR="00B939AD" w:rsidRPr="00DF0D07" w:rsidRDefault="00B939AD" w:rsidP="00B939AD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DF0D07">
              <w:rPr>
                <w:rFonts w:ascii="Poppins" w:hAnsi="Poppins" w:cs="Poppins"/>
                <w:bCs/>
                <w:color w:val="000000" w:themeColor="text1"/>
              </w:rPr>
              <w:t>Portata minima: 0.6 l/h</w:t>
            </w:r>
          </w:p>
          <w:p w14:paraId="11C8A842" w14:textId="199FFA50" w:rsidR="00B939AD" w:rsidRPr="00DF0D07" w:rsidRDefault="00B939AD" w:rsidP="00B939AD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DF0D07">
              <w:rPr>
                <w:rFonts w:ascii="Poppins" w:hAnsi="Poppins" w:cs="Poppins"/>
                <w:bCs/>
                <w:color w:val="000000" w:themeColor="text1"/>
              </w:rPr>
              <w:t xml:space="preserve">Portata massima: 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DF0D07">
              <w:rPr>
                <w:rFonts w:ascii="Poppins" w:hAnsi="Poppins" w:cs="Poppins"/>
                <w:bCs/>
                <w:color w:val="000000" w:themeColor="text1"/>
              </w:rPr>
              <w:t>0 m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DF0D07">
              <w:rPr>
                <w:rFonts w:ascii="Poppins" w:hAnsi="Poppins" w:cs="Poppins"/>
                <w:bCs/>
                <w:color w:val="000000" w:themeColor="text1"/>
              </w:rPr>
              <w:t>/h</w:t>
            </w:r>
          </w:p>
          <w:p w14:paraId="59EBA4C5" w14:textId="5E5B0ECF" w:rsidR="00B939AD" w:rsidRPr="00DF0D07" w:rsidRDefault="00B939AD" w:rsidP="00B939AD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DF0D07">
              <w:rPr>
                <w:rFonts w:ascii="Poppins" w:hAnsi="Poppins" w:cs="Poppins"/>
                <w:bCs/>
                <w:color w:val="000000" w:themeColor="text1"/>
              </w:rPr>
              <w:t>Temperatura massima di esercizio: 1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DF0D07">
              <w:rPr>
                <w:rFonts w:ascii="Poppins" w:hAnsi="Poppins" w:cs="Poppins"/>
                <w:bCs/>
                <w:color w:val="000000" w:themeColor="text1"/>
              </w:rPr>
              <w:t>0 °C</w:t>
            </w:r>
          </w:p>
          <w:p w14:paraId="401D0DA1" w14:textId="77777777" w:rsidR="00B939AD" w:rsidRPr="00DF0D07" w:rsidRDefault="00B939AD" w:rsidP="00B939AD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DF0D07">
              <w:rPr>
                <w:rFonts w:ascii="Poppins" w:hAnsi="Poppins" w:cs="Poppins"/>
                <w:bCs/>
                <w:color w:val="000000" w:themeColor="text1"/>
              </w:rPr>
              <w:t>Pressione di esercizio: 16 bar</w:t>
            </w:r>
          </w:p>
          <w:p w14:paraId="35A0C131" w14:textId="77777777" w:rsidR="00B939AD" w:rsidRPr="00DF0D07" w:rsidRDefault="00B939AD" w:rsidP="00B939AD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DF0D07">
              <w:rPr>
                <w:rFonts w:ascii="Poppins" w:hAnsi="Poppins" w:cs="Poppins"/>
                <w:bCs/>
                <w:color w:val="000000" w:themeColor="text1"/>
              </w:rPr>
              <w:t>Impulsi: 10 l/imp</w:t>
            </w:r>
          </w:p>
          <w:p w14:paraId="73203742" w14:textId="77777777" w:rsidR="00B939AD" w:rsidRPr="00DF0D07" w:rsidRDefault="00B939AD" w:rsidP="00B939AD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DF0D07">
              <w:rPr>
                <w:rFonts w:ascii="Poppins" w:hAnsi="Poppins" w:cs="Poppins"/>
                <w:bCs/>
                <w:color w:val="000000" w:themeColor="text1"/>
              </w:rPr>
              <w:t>Attacchi: 1"1/4 maschio</w:t>
            </w:r>
          </w:p>
          <w:p w14:paraId="35F4E39A" w14:textId="77777777" w:rsidR="00B939AD" w:rsidRPr="00DF0D07" w:rsidRDefault="00B939AD" w:rsidP="00B939AD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</w:p>
          <w:p w14:paraId="0ECC51E8" w14:textId="77777777" w:rsidR="00B939AD" w:rsidRPr="00DF0D07" w:rsidRDefault="00B939AD" w:rsidP="00B939AD">
            <w:pPr>
              <w:pStyle w:val="Testocommento"/>
              <w:jc w:val="both"/>
              <w:rPr>
                <w:rFonts w:ascii="Poppins" w:hAnsi="Poppins" w:cs="Poppins"/>
                <w:b/>
                <w:color w:val="000000" w:themeColor="text1"/>
              </w:rPr>
            </w:pPr>
            <w:r w:rsidRPr="00DF0D07">
              <w:rPr>
                <w:rFonts w:ascii="Poppins" w:hAnsi="Poppins" w:cs="Poppins"/>
                <w:b/>
                <w:color w:val="000000" w:themeColor="text1"/>
              </w:rPr>
              <w:t>Dati tecnici unità elettronica EVO:</w:t>
            </w:r>
          </w:p>
          <w:p w14:paraId="4F6EE548" w14:textId="77777777" w:rsidR="00B939AD" w:rsidRPr="00DF0D07" w:rsidRDefault="00B939AD" w:rsidP="00B939AD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DF0D07">
              <w:rPr>
                <w:rFonts w:ascii="Poppins" w:hAnsi="Poppins" w:cs="Poppins"/>
                <w:bCs/>
                <w:color w:val="000000" w:themeColor="text1"/>
              </w:rPr>
              <w:t>Range di temperatura: 5÷55 °C</w:t>
            </w:r>
          </w:p>
          <w:p w14:paraId="6C5ED73E" w14:textId="42DA3988" w:rsidR="00B939AD" w:rsidRPr="00DF0D07" w:rsidRDefault="00B939AD" w:rsidP="00B939AD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DF0D07">
              <w:rPr>
                <w:rFonts w:ascii="Poppins" w:hAnsi="Poppins" w:cs="Poppins"/>
                <w:bCs/>
                <w:color w:val="000000" w:themeColor="text1"/>
              </w:rPr>
              <w:t xml:space="preserve">Range differenza di temperatura in riscaldamento: 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DF0D07">
              <w:rPr>
                <w:rFonts w:ascii="Poppins" w:hAnsi="Poppins" w:cs="Poppins"/>
                <w:bCs/>
                <w:color w:val="000000" w:themeColor="text1"/>
              </w:rPr>
              <w:t>÷100 K</w:t>
            </w:r>
          </w:p>
          <w:p w14:paraId="0D74486F" w14:textId="54CBEE63" w:rsidR="00B939AD" w:rsidRPr="00DF0D07" w:rsidRDefault="00B939AD" w:rsidP="00B939AD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DF0D07">
              <w:rPr>
                <w:rFonts w:ascii="Poppins" w:hAnsi="Poppins" w:cs="Poppins"/>
                <w:bCs/>
                <w:color w:val="000000" w:themeColor="text1"/>
              </w:rPr>
              <w:t xml:space="preserve">Range differenza di temperatura in raffrescamento: </w:t>
            </w:r>
            <w:r w:rsidR="00856252">
              <w:rPr>
                <w:rFonts w:ascii="Poppins" w:hAnsi="Poppins" w:cs="Poppins"/>
                <w:bCs/>
                <w:color w:val="000000" w:themeColor="text1"/>
              </w:rPr>
              <w:t>-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DF0D07">
              <w:rPr>
                <w:rFonts w:ascii="Poppins" w:hAnsi="Poppins" w:cs="Poppins"/>
                <w:bCs/>
                <w:color w:val="000000" w:themeColor="text1"/>
              </w:rPr>
              <w:t>÷</w:t>
            </w:r>
            <w:r w:rsidR="00856252">
              <w:rPr>
                <w:rFonts w:ascii="Poppins" w:hAnsi="Poppins" w:cs="Poppins"/>
                <w:bCs/>
                <w:color w:val="000000" w:themeColor="text1"/>
              </w:rPr>
              <w:t>-</w:t>
            </w:r>
            <w:r w:rsidRPr="00DF0D07">
              <w:rPr>
                <w:rFonts w:ascii="Poppins" w:hAnsi="Poppins" w:cs="Poppins"/>
                <w:bCs/>
                <w:color w:val="000000" w:themeColor="text1"/>
              </w:rPr>
              <w:t>50 K</w:t>
            </w:r>
          </w:p>
          <w:p w14:paraId="410B74CF" w14:textId="77777777" w:rsidR="00B939AD" w:rsidRPr="00DF0D07" w:rsidRDefault="00B939AD" w:rsidP="00B939AD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DF0D07">
              <w:rPr>
                <w:rFonts w:ascii="Poppins" w:hAnsi="Poppins" w:cs="Poppins"/>
                <w:bCs/>
                <w:color w:val="000000" w:themeColor="text1"/>
              </w:rPr>
              <w:t>Temperatura ambiente: 0÷55 °C</w:t>
            </w:r>
          </w:p>
          <w:p w14:paraId="6F8D02A9" w14:textId="77777777" w:rsidR="00B939AD" w:rsidRPr="00DF0D07" w:rsidRDefault="00B939AD" w:rsidP="00B939AD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DF0D07">
              <w:rPr>
                <w:rFonts w:ascii="Poppins" w:hAnsi="Poppins" w:cs="Poppins"/>
                <w:bCs/>
                <w:color w:val="000000" w:themeColor="text1"/>
              </w:rPr>
              <w:lastRenderedPageBreak/>
              <w:t>Impulsi: 10 l/imp</w:t>
            </w:r>
          </w:p>
          <w:p w14:paraId="0FAC08F4" w14:textId="46445348" w:rsidR="00B939AD" w:rsidRPr="00DF0D07" w:rsidRDefault="00B939AD" w:rsidP="00B939AD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DF0D07">
              <w:rPr>
                <w:rFonts w:ascii="Poppins" w:hAnsi="Poppins" w:cs="Poppins"/>
                <w:bCs/>
                <w:color w:val="000000" w:themeColor="text1"/>
              </w:rPr>
              <w:t>Interfacce: ottica, M</w:t>
            </w:r>
            <w:r w:rsidR="00856252">
              <w:rPr>
                <w:rFonts w:ascii="Poppins" w:hAnsi="Poppins" w:cs="Poppins"/>
                <w:bCs/>
                <w:color w:val="000000" w:themeColor="text1"/>
              </w:rPr>
              <w:t>-</w:t>
            </w:r>
            <w:r w:rsidRPr="00DF0D07">
              <w:rPr>
                <w:rFonts w:ascii="Poppins" w:hAnsi="Poppins" w:cs="Poppins"/>
                <w:bCs/>
                <w:color w:val="000000" w:themeColor="text1"/>
              </w:rPr>
              <w:t>Bus</w:t>
            </w:r>
          </w:p>
          <w:p w14:paraId="55E04059" w14:textId="77777777" w:rsidR="00B939AD" w:rsidRPr="00DF0D07" w:rsidRDefault="00B939AD" w:rsidP="00B939AD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DF0D07">
              <w:rPr>
                <w:rFonts w:ascii="Poppins" w:hAnsi="Poppins" w:cs="Poppins"/>
                <w:bCs/>
                <w:color w:val="000000" w:themeColor="text1"/>
              </w:rPr>
              <w:t>Display: LCD a 8 cifre + caratteri speciali</w:t>
            </w:r>
          </w:p>
          <w:p w14:paraId="171169A8" w14:textId="7F31E330" w:rsidR="00B939AD" w:rsidRPr="00DF0D07" w:rsidRDefault="00B939AD" w:rsidP="00B939AD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DF0D07">
              <w:rPr>
                <w:rFonts w:ascii="Poppins" w:hAnsi="Poppins" w:cs="Poppins"/>
                <w:bCs/>
                <w:color w:val="000000" w:themeColor="text1"/>
              </w:rPr>
              <w:t xml:space="preserve">Alimentazione: batteria 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DF0D07">
              <w:rPr>
                <w:rFonts w:ascii="Poppins" w:hAnsi="Poppins" w:cs="Poppins"/>
                <w:bCs/>
                <w:color w:val="000000" w:themeColor="text1"/>
              </w:rPr>
              <w:t>,6 V al litio, durata massima stimata, non</w:t>
            </w:r>
            <w:r>
              <w:rPr>
                <w:rFonts w:ascii="Poppins" w:hAnsi="Poppins" w:cs="Poppins"/>
                <w:bCs/>
                <w:color w:val="000000" w:themeColor="text1"/>
              </w:rPr>
              <w:t xml:space="preserve"> </w:t>
            </w:r>
            <w:r w:rsidRPr="00DF0D07">
              <w:rPr>
                <w:rFonts w:ascii="Poppins" w:hAnsi="Poppins" w:cs="Poppins"/>
                <w:bCs/>
                <w:color w:val="000000" w:themeColor="text1"/>
              </w:rPr>
              <w:t>garantita, 6 anni (la durata della batteria è influenzata dalle</w:t>
            </w:r>
            <w:r>
              <w:rPr>
                <w:rFonts w:ascii="Poppins" w:hAnsi="Poppins" w:cs="Poppins"/>
                <w:bCs/>
                <w:color w:val="000000" w:themeColor="text1"/>
              </w:rPr>
              <w:t xml:space="preserve"> </w:t>
            </w:r>
            <w:r w:rsidRPr="00DF0D07">
              <w:rPr>
                <w:rFonts w:ascii="Poppins" w:hAnsi="Poppins" w:cs="Poppins"/>
                <w:bCs/>
                <w:color w:val="000000" w:themeColor="text1"/>
              </w:rPr>
              <w:t>condizioni di installazione e di utilizzo). La batteria è garantita 2</w:t>
            </w:r>
            <w:r>
              <w:rPr>
                <w:rFonts w:ascii="Poppins" w:hAnsi="Poppins" w:cs="Poppins"/>
                <w:bCs/>
                <w:color w:val="000000" w:themeColor="text1"/>
              </w:rPr>
              <w:t xml:space="preserve"> </w:t>
            </w:r>
            <w:r w:rsidRPr="00DF0D07">
              <w:rPr>
                <w:rFonts w:ascii="Poppins" w:hAnsi="Poppins" w:cs="Poppins"/>
                <w:bCs/>
                <w:color w:val="000000" w:themeColor="text1"/>
              </w:rPr>
              <w:t>anni dalla data di vendita. Batteria sostituibile</w:t>
            </w:r>
          </w:p>
          <w:p w14:paraId="120F04E9" w14:textId="05748F6B" w:rsidR="00B939AD" w:rsidRPr="00DF0D07" w:rsidRDefault="00B939AD" w:rsidP="00B939AD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DF0D07">
              <w:rPr>
                <w:rFonts w:ascii="Poppins" w:hAnsi="Poppins" w:cs="Poppins"/>
                <w:bCs/>
                <w:color w:val="000000" w:themeColor="text1"/>
              </w:rPr>
              <w:t>Dimensioni: 150 x 1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DF0D07">
              <w:rPr>
                <w:rFonts w:ascii="Poppins" w:hAnsi="Poppins" w:cs="Poppins"/>
                <w:bCs/>
                <w:color w:val="000000" w:themeColor="text1"/>
              </w:rPr>
              <w:t xml:space="preserve">0 x 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DF0D07">
              <w:rPr>
                <w:rFonts w:ascii="Poppins" w:hAnsi="Poppins" w:cs="Poppins"/>
                <w:bCs/>
                <w:color w:val="000000" w:themeColor="text1"/>
              </w:rPr>
              <w:t>5 mm</w:t>
            </w:r>
          </w:p>
          <w:p w14:paraId="653C1EEE" w14:textId="77777777" w:rsidR="00B939AD" w:rsidRPr="00DF0D07" w:rsidRDefault="00B939AD" w:rsidP="00B939AD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</w:p>
          <w:p w14:paraId="63A6BD7D" w14:textId="2056A35E" w:rsidR="00B939AD" w:rsidRPr="00F049B5" w:rsidRDefault="00B939AD" w:rsidP="00B939AD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DF0D07">
              <w:rPr>
                <w:rFonts w:ascii="Poppins" w:hAnsi="Poppins" w:cs="Poppins"/>
                <w:b/>
                <w:color w:val="000000" w:themeColor="text1"/>
              </w:rPr>
              <w:t xml:space="preserve">Marca </w:t>
            </w:r>
            <w:r w:rsidR="00C04156">
              <w:rPr>
                <w:rFonts w:ascii="Poppins" w:hAnsi="Poppins" w:cs="Poppins"/>
                <w:b/>
                <w:color w:val="000000" w:themeColor="text1"/>
              </w:rPr>
              <w:t>Emmeti</w:t>
            </w:r>
            <w:r>
              <w:rPr>
                <w:rFonts w:ascii="Poppins" w:hAnsi="Poppins" w:cs="Poppins"/>
                <w:b/>
                <w:color w:val="000000" w:themeColor="text1"/>
              </w:rPr>
              <w:t xml:space="preserve"> </w:t>
            </w:r>
            <w:r w:rsidRPr="00DF0D07">
              <w:rPr>
                <w:rFonts w:ascii="Poppins" w:hAnsi="Poppins" w:cs="Poppins"/>
                <w:b/>
                <w:color w:val="000000" w:themeColor="text1"/>
              </w:rPr>
              <w:t xml:space="preserve">– Modello Misuratore di energia EVO caldo/freddo per alte portare con attacco flangiato e trasmissione dati DN </w:t>
            </w:r>
            <w:r>
              <w:rPr>
                <w:rFonts w:ascii="Poppins" w:hAnsi="Poppins" w:cs="Poppins"/>
                <w:b/>
                <w:color w:val="000000" w:themeColor="text1"/>
              </w:rPr>
              <w:t>1</w:t>
            </w:r>
            <w:r w:rsidRPr="00DF0D07">
              <w:rPr>
                <w:rFonts w:ascii="Poppins" w:hAnsi="Poppins" w:cs="Poppins"/>
                <w:b/>
                <w:color w:val="000000" w:themeColor="text1"/>
              </w:rPr>
              <w:t>50 o equivalente.</w:t>
            </w:r>
          </w:p>
        </w:tc>
      </w:tr>
      <w:tr w:rsidR="00B939AD" w:rsidRPr="00614C92" w14:paraId="588C0106" w14:textId="77777777" w:rsidTr="00A16FCA">
        <w:tc>
          <w:tcPr>
            <w:tcW w:w="1398" w:type="dxa"/>
            <w:hideMark/>
          </w:tcPr>
          <w:p w14:paraId="7B142684" w14:textId="77777777" w:rsidR="00B939AD" w:rsidRPr="00F049B5" w:rsidRDefault="00B939AD" w:rsidP="00B939AD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F049B5">
              <w:rPr>
                <w:rFonts w:ascii="Poppins" w:hAnsi="Poppins" w:cs="Poppins"/>
                <w:bCs/>
                <w:sz w:val="20"/>
              </w:rPr>
              <w:t>02708296</w:t>
            </w:r>
          </w:p>
        </w:tc>
        <w:tc>
          <w:tcPr>
            <w:tcW w:w="2297" w:type="dxa"/>
            <w:hideMark/>
          </w:tcPr>
          <w:p w14:paraId="4F16A30B" w14:textId="77777777" w:rsidR="00B939AD" w:rsidRPr="00F049B5" w:rsidRDefault="00B939AD" w:rsidP="00B939AD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F049B5">
              <w:rPr>
                <w:rFonts w:ascii="Poppins" w:hAnsi="Poppins" w:cs="Poppins"/>
                <w:bCs/>
                <w:sz w:val="20"/>
              </w:rPr>
              <w:t>Kit portasonde per misuratori di energia DN 50 e DN 65</w:t>
            </w:r>
          </w:p>
        </w:tc>
        <w:tc>
          <w:tcPr>
            <w:tcW w:w="5803" w:type="dxa"/>
          </w:tcPr>
          <w:p w14:paraId="3279B809" w14:textId="77777777" w:rsidR="00B939AD" w:rsidRPr="00F049B5" w:rsidRDefault="00B939AD" w:rsidP="00B939AD">
            <w:pPr>
              <w:pStyle w:val="Testocommento"/>
              <w:jc w:val="both"/>
              <w:rPr>
                <w:rFonts w:ascii="Poppins" w:hAnsi="Poppins" w:cs="Poppins"/>
                <w:bCs/>
              </w:rPr>
            </w:pPr>
            <w:r w:rsidRPr="00F049B5">
              <w:rPr>
                <w:rFonts w:ascii="Poppins" w:hAnsi="Poppins" w:cs="Poppins"/>
                <w:bCs/>
              </w:rPr>
              <w:t>Kit portasonda per misuratori di energia DN 50 e DN 65 composto da 2 manicotti a saldare filettati per installazioni ortogonali e da 2 pozzetti da 1/2" L= 40 mm.</w:t>
            </w:r>
          </w:p>
          <w:p w14:paraId="0295FF59" w14:textId="77777777" w:rsidR="00B939AD" w:rsidRPr="00F049B5" w:rsidRDefault="00B939AD" w:rsidP="00B939AD">
            <w:pPr>
              <w:pStyle w:val="Testocommento"/>
              <w:jc w:val="both"/>
              <w:rPr>
                <w:rFonts w:ascii="Poppins" w:hAnsi="Poppins" w:cs="Poppins"/>
                <w:bCs/>
              </w:rPr>
            </w:pPr>
          </w:p>
          <w:p w14:paraId="4F71B726" w14:textId="696E199E" w:rsidR="00B939AD" w:rsidRPr="00F049B5" w:rsidRDefault="00B939AD" w:rsidP="00B939AD">
            <w:pPr>
              <w:pStyle w:val="Testocommento"/>
              <w:jc w:val="both"/>
              <w:rPr>
                <w:rFonts w:ascii="Poppins" w:hAnsi="Poppins" w:cs="Poppins"/>
                <w:bCs/>
              </w:rPr>
            </w:pPr>
            <w:r w:rsidRPr="00F049B5">
              <w:rPr>
                <w:rFonts w:ascii="Poppins" w:hAnsi="Poppins" w:cs="Poppins"/>
                <w:b/>
                <w:bCs/>
              </w:rPr>
              <w:t xml:space="preserve">Marca </w:t>
            </w:r>
            <w:r w:rsidR="00C04156">
              <w:rPr>
                <w:rFonts w:ascii="Poppins" w:hAnsi="Poppins" w:cs="Poppins"/>
                <w:b/>
                <w:bCs/>
              </w:rPr>
              <w:t>Emmeti</w:t>
            </w:r>
            <w:r w:rsidRPr="00F049B5">
              <w:rPr>
                <w:rFonts w:ascii="Poppins" w:hAnsi="Poppins" w:cs="Poppins"/>
                <w:b/>
                <w:bCs/>
              </w:rPr>
              <w:t xml:space="preserve"> – Modello Kit portasonda per misuratori di energia DN 50 e DN 65 o equivalente.</w:t>
            </w:r>
          </w:p>
        </w:tc>
      </w:tr>
      <w:tr w:rsidR="00B939AD" w:rsidRPr="00614C92" w14:paraId="4A2F8EEC" w14:textId="77777777" w:rsidTr="00A16FCA">
        <w:tc>
          <w:tcPr>
            <w:tcW w:w="1398" w:type="dxa"/>
            <w:hideMark/>
          </w:tcPr>
          <w:p w14:paraId="0E103A52" w14:textId="77777777" w:rsidR="00B939AD" w:rsidRPr="00F049B5" w:rsidRDefault="00B939AD" w:rsidP="00B939AD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F049B5">
              <w:rPr>
                <w:rFonts w:ascii="Poppins" w:hAnsi="Poppins" w:cs="Poppins"/>
                <w:bCs/>
                <w:sz w:val="20"/>
              </w:rPr>
              <w:t>02708298</w:t>
            </w:r>
          </w:p>
        </w:tc>
        <w:tc>
          <w:tcPr>
            <w:tcW w:w="2297" w:type="dxa"/>
            <w:hideMark/>
          </w:tcPr>
          <w:p w14:paraId="1F9A07ED" w14:textId="5E863170" w:rsidR="00B939AD" w:rsidRPr="00F049B5" w:rsidRDefault="00B939AD" w:rsidP="00B939AD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F049B5">
              <w:rPr>
                <w:rFonts w:ascii="Poppins" w:hAnsi="Poppins" w:cs="Poppins"/>
                <w:bCs/>
                <w:sz w:val="20"/>
              </w:rPr>
              <w:t>Kit portasonde per misuratori di energia DN 80,</w:t>
            </w:r>
            <w:r>
              <w:rPr>
                <w:rFonts w:ascii="Poppins" w:hAnsi="Poppins" w:cs="Poppins"/>
                <w:bCs/>
                <w:sz w:val="20"/>
              </w:rPr>
              <w:t xml:space="preserve"> </w:t>
            </w:r>
            <w:r w:rsidRPr="00F049B5">
              <w:rPr>
                <w:rFonts w:ascii="Poppins" w:hAnsi="Poppins" w:cs="Poppins"/>
                <w:bCs/>
                <w:sz w:val="20"/>
              </w:rPr>
              <w:t>DN 100 e DN125</w:t>
            </w:r>
          </w:p>
        </w:tc>
        <w:tc>
          <w:tcPr>
            <w:tcW w:w="5803" w:type="dxa"/>
          </w:tcPr>
          <w:p w14:paraId="732EC20C" w14:textId="77777777" w:rsidR="00B939AD" w:rsidRPr="00F049B5" w:rsidRDefault="00B939AD" w:rsidP="00B939AD">
            <w:pPr>
              <w:pStyle w:val="Testocommento"/>
              <w:jc w:val="both"/>
              <w:rPr>
                <w:rFonts w:ascii="Poppins" w:hAnsi="Poppins" w:cs="Poppins"/>
                <w:bCs/>
              </w:rPr>
            </w:pPr>
            <w:r w:rsidRPr="00F049B5">
              <w:rPr>
                <w:rFonts w:ascii="Poppins" w:hAnsi="Poppins" w:cs="Poppins"/>
                <w:bCs/>
              </w:rPr>
              <w:t>Kit portasonda per misuratori di energia DN 80,DN 100 e DN125 composto da 2 manicotti a saldare filettati per installazioni a 45 ° e da 2 pozzetti da 1/2" L= 85 mm.</w:t>
            </w:r>
          </w:p>
          <w:p w14:paraId="63D733FA" w14:textId="77777777" w:rsidR="00B939AD" w:rsidRPr="00F049B5" w:rsidRDefault="00B939AD" w:rsidP="00B939AD">
            <w:pPr>
              <w:pStyle w:val="Testocommento"/>
              <w:jc w:val="both"/>
              <w:rPr>
                <w:rFonts w:ascii="Poppins" w:hAnsi="Poppins" w:cs="Poppins"/>
                <w:bCs/>
              </w:rPr>
            </w:pPr>
          </w:p>
          <w:p w14:paraId="51F1F422" w14:textId="1C11CD67" w:rsidR="00B939AD" w:rsidRPr="00F049B5" w:rsidRDefault="00B939AD" w:rsidP="00B939AD">
            <w:pPr>
              <w:pStyle w:val="Testocommento"/>
              <w:jc w:val="both"/>
              <w:rPr>
                <w:rFonts w:ascii="Poppins" w:hAnsi="Poppins" w:cs="Poppins"/>
                <w:bCs/>
              </w:rPr>
            </w:pPr>
            <w:r w:rsidRPr="00F049B5">
              <w:rPr>
                <w:rFonts w:ascii="Poppins" w:hAnsi="Poppins" w:cs="Poppins"/>
                <w:b/>
                <w:bCs/>
              </w:rPr>
              <w:t xml:space="preserve">Marca </w:t>
            </w:r>
            <w:r w:rsidR="00C04156">
              <w:rPr>
                <w:rFonts w:ascii="Poppins" w:hAnsi="Poppins" w:cs="Poppins"/>
                <w:b/>
                <w:bCs/>
              </w:rPr>
              <w:t>Emmeti</w:t>
            </w:r>
            <w:r w:rsidRPr="00F049B5">
              <w:rPr>
                <w:rFonts w:ascii="Poppins" w:hAnsi="Poppins" w:cs="Poppins"/>
                <w:b/>
                <w:bCs/>
              </w:rPr>
              <w:t xml:space="preserve"> – Modello Kit portasonde per misuratori di energia DN 80, DN 100 e DN125 o equivalente.</w:t>
            </w:r>
          </w:p>
        </w:tc>
      </w:tr>
      <w:tr w:rsidR="00B939AD" w:rsidRPr="00614C92" w14:paraId="735F1DF0" w14:textId="77777777" w:rsidTr="00A16FCA">
        <w:tc>
          <w:tcPr>
            <w:tcW w:w="1398" w:type="dxa"/>
            <w:hideMark/>
          </w:tcPr>
          <w:p w14:paraId="1D8AD405" w14:textId="77777777" w:rsidR="00B939AD" w:rsidRPr="00F049B5" w:rsidRDefault="00B939AD" w:rsidP="00B939AD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F049B5">
              <w:rPr>
                <w:rFonts w:ascii="Poppins" w:hAnsi="Poppins" w:cs="Poppins"/>
                <w:bCs/>
                <w:sz w:val="20"/>
              </w:rPr>
              <w:t>02708294</w:t>
            </w:r>
          </w:p>
        </w:tc>
        <w:tc>
          <w:tcPr>
            <w:tcW w:w="2297" w:type="dxa"/>
            <w:hideMark/>
          </w:tcPr>
          <w:p w14:paraId="71F486F3" w14:textId="77777777" w:rsidR="00B939AD" w:rsidRPr="00F049B5" w:rsidRDefault="00B939AD" w:rsidP="00B939AD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F049B5">
              <w:rPr>
                <w:rFonts w:ascii="Poppins" w:hAnsi="Poppins" w:cs="Poppins"/>
                <w:bCs/>
                <w:sz w:val="20"/>
              </w:rPr>
              <w:t>Kit portasonde per misuratori di energia DN 150 e DN 200</w:t>
            </w:r>
          </w:p>
        </w:tc>
        <w:tc>
          <w:tcPr>
            <w:tcW w:w="5803" w:type="dxa"/>
          </w:tcPr>
          <w:p w14:paraId="4CEA0EE3" w14:textId="77777777" w:rsidR="00B939AD" w:rsidRPr="00F049B5" w:rsidRDefault="00B939AD" w:rsidP="00B939AD">
            <w:pPr>
              <w:pStyle w:val="Testocommento"/>
              <w:jc w:val="both"/>
              <w:rPr>
                <w:rFonts w:ascii="Poppins" w:hAnsi="Poppins" w:cs="Poppins"/>
                <w:bCs/>
              </w:rPr>
            </w:pPr>
            <w:r w:rsidRPr="00F049B5">
              <w:rPr>
                <w:rFonts w:ascii="Poppins" w:hAnsi="Poppins" w:cs="Poppins"/>
                <w:bCs/>
              </w:rPr>
              <w:t>Kit portasonda per misuratori di energia DN 150 e DN 200 composto da 2 manicotti a saldare filettati per installazioni a 45 ° e da 2 pozzetti da 1/2" L= 120 mm.</w:t>
            </w:r>
          </w:p>
          <w:p w14:paraId="4A4A08FC" w14:textId="77777777" w:rsidR="00B939AD" w:rsidRPr="00F049B5" w:rsidRDefault="00B939AD" w:rsidP="00B939AD">
            <w:pPr>
              <w:pStyle w:val="Testocommento"/>
              <w:jc w:val="both"/>
              <w:rPr>
                <w:rFonts w:ascii="Poppins" w:hAnsi="Poppins" w:cs="Poppins"/>
                <w:bCs/>
              </w:rPr>
            </w:pPr>
          </w:p>
          <w:p w14:paraId="15478251" w14:textId="42DD70D4" w:rsidR="00B939AD" w:rsidRPr="00F049B5" w:rsidRDefault="00B939AD" w:rsidP="00B939AD">
            <w:pPr>
              <w:pStyle w:val="Testocommento"/>
              <w:jc w:val="both"/>
              <w:rPr>
                <w:rFonts w:ascii="Poppins" w:hAnsi="Poppins" w:cs="Poppins"/>
                <w:bCs/>
              </w:rPr>
            </w:pPr>
            <w:r w:rsidRPr="00F049B5">
              <w:rPr>
                <w:rFonts w:ascii="Poppins" w:hAnsi="Poppins" w:cs="Poppins"/>
                <w:b/>
                <w:bCs/>
              </w:rPr>
              <w:t xml:space="preserve">Marca </w:t>
            </w:r>
            <w:r w:rsidR="00C04156">
              <w:rPr>
                <w:rFonts w:ascii="Poppins" w:hAnsi="Poppins" w:cs="Poppins"/>
                <w:b/>
                <w:bCs/>
              </w:rPr>
              <w:t>Emmeti</w:t>
            </w:r>
            <w:r w:rsidRPr="00F049B5">
              <w:rPr>
                <w:rFonts w:ascii="Poppins" w:hAnsi="Poppins" w:cs="Poppins"/>
                <w:b/>
                <w:bCs/>
              </w:rPr>
              <w:t xml:space="preserve"> – Modello Kit portasonde per misuratori di energia DN 150 e DN 200 o equivalente.</w:t>
            </w:r>
          </w:p>
        </w:tc>
      </w:tr>
      <w:tr w:rsidR="00B939AD" w:rsidRPr="00614C92" w14:paraId="31F4F9AE" w14:textId="77777777" w:rsidTr="00A16FCA">
        <w:tc>
          <w:tcPr>
            <w:tcW w:w="1398" w:type="dxa"/>
            <w:hideMark/>
          </w:tcPr>
          <w:p w14:paraId="230C6917" w14:textId="2E75D5BE" w:rsidR="00B939AD" w:rsidRPr="00F049B5" w:rsidRDefault="00B939AD" w:rsidP="00B939AD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>0270</w:t>
            </w:r>
            <w:r>
              <w:rPr>
                <w:rFonts w:ascii="Poppins" w:hAnsi="Poppins" w:cs="Poppins"/>
                <w:bCs/>
                <w:color w:val="000000" w:themeColor="text1"/>
                <w:sz w:val="20"/>
              </w:rPr>
              <w:t>9480</w:t>
            </w:r>
          </w:p>
        </w:tc>
        <w:tc>
          <w:tcPr>
            <w:tcW w:w="2297" w:type="dxa"/>
            <w:hideMark/>
          </w:tcPr>
          <w:p w14:paraId="2E285639" w14:textId="77777777" w:rsidR="00B939AD" w:rsidRPr="00F049B5" w:rsidRDefault="00B939AD" w:rsidP="00B939AD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>Kit testina ottica USB</w:t>
            </w:r>
          </w:p>
        </w:tc>
        <w:tc>
          <w:tcPr>
            <w:tcW w:w="5803" w:type="dxa"/>
          </w:tcPr>
          <w:p w14:paraId="4A706E7E" w14:textId="7FE45EED" w:rsidR="00B939AD" w:rsidRPr="00F049B5" w:rsidRDefault="00B939AD" w:rsidP="00B939AD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>Testina ottica USB completa di software “Device Monitor” per la configurazione dell’indirizzo M</w:t>
            </w:r>
            <w:r w:rsidR="00856252">
              <w:rPr>
                <w:rFonts w:ascii="Poppins" w:hAnsi="Poppins" w:cs="Poppins"/>
                <w:bCs/>
                <w:color w:val="000000" w:themeColor="text1"/>
              </w:rPr>
              <w:t>-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>Bus primario e gli ingressi impulsivi dei misuratori di energia EVO.</w:t>
            </w:r>
          </w:p>
          <w:p w14:paraId="2221162D" w14:textId="77777777" w:rsidR="00B939AD" w:rsidRPr="00F049B5" w:rsidRDefault="00B939AD" w:rsidP="00B939AD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</w:p>
          <w:p w14:paraId="564BB894" w14:textId="26277070" w:rsidR="00B939AD" w:rsidRPr="00F049B5" w:rsidRDefault="00B939AD" w:rsidP="00B939AD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/>
                <w:bCs/>
                <w:color w:val="000000" w:themeColor="text1"/>
              </w:rPr>
              <w:t xml:space="preserve">Marca </w:t>
            </w:r>
            <w:r w:rsidR="00C04156">
              <w:rPr>
                <w:rFonts w:ascii="Poppins" w:hAnsi="Poppins" w:cs="Poppins"/>
                <w:b/>
                <w:bCs/>
                <w:color w:val="000000" w:themeColor="text1"/>
              </w:rPr>
              <w:t>Emmeti</w:t>
            </w:r>
            <w:r w:rsidRPr="00F049B5">
              <w:rPr>
                <w:rFonts w:ascii="Poppins" w:hAnsi="Poppins" w:cs="Poppins"/>
                <w:b/>
                <w:bCs/>
                <w:color w:val="000000" w:themeColor="text1"/>
              </w:rPr>
              <w:t xml:space="preserve"> – Modello Kit testina ottica USB o equivalente.</w:t>
            </w:r>
          </w:p>
        </w:tc>
      </w:tr>
      <w:tr w:rsidR="00B939AD" w:rsidRPr="00614C92" w14:paraId="289A98D9" w14:textId="77777777" w:rsidTr="00A16FCA">
        <w:tc>
          <w:tcPr>
            <w:tcW w:w="1398" w:type="dxa"/>
            <w:hideMark/>
          </w:tcPr>
          <w:p w14:paraId="1E1B61FA" w14:textId="77777777" w:rsidR="00B939AD" w:rsidRPr="00F049B5" w:rsidRDefault="00B939AD" w:rsidP="00B939AD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F049B5">
              <w:rPr>
                <w:rFonts w:ascii="Poppins" w:hAnsi="Poppins" w:cs="Poppins"/>
                <w:bCs/>
                <w:sz w:val="20"/>
              </w:rPr>
              <w:t>02708214</w:t>
            </w:r>
          </w:p>
        </w:tc>
        <w:tc>
          <w:tcPr>
            <w:tcW w:w="2297" w:type="dxa"/>
            <w:hideMark/>
          </w:tcPr>
          <w:p w14:paraId="1B8A7E87" w14:textId="5257FC80" w:rsidR="00B939AD" w:rsidRPr="00F049B5" w:rsidRDefault="00B939AD" w:rsidP="00B939AD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F049B5">
              <w:rPr>
                <w:rFonts w:ascii="Poppins" w:hAnsi="Poppins" w:cs="Poppins"/>
                <w:bCs/>
                <w:sz w:val="20"/>
              </w:rPr>
              <w:t>Micro</w:t>
            </w:r>
            <w:r w:rsidR="00856252">
              <w:rPr>
                <w:rFonts w:ascii="Poppins" w:hAnsi="Poppins" w:cs="Poppins"/>
                <w:bCs/>
                <w:sz w:val="20"/>
              </w:rPr>
              <w:t>-</w:t>
            </w:r>
            <w:r w:rsidRPr="00F049B5">
              <w:rPr>
                <w:rFonts w:ascii="Poppins" w:hAnsi="Poppins" w:cs="Poppins"/>
                <w:bCs/>
                <w:sz w:val="20"/>
              </w:rPr>
              <w:t>Master</w:t>
            </w:r>
          </w:p>
        </w:tc>
        <w:tc>
          <w:tcPr>
            <w:tcW w:w="5803" w:type="dxa"/>
          </w:tcPr>
          <w:p w14:paraId="2B24B831" w14:textId="71139124" w:rsidR="00B939AD" w:rsidRPr="00F049B5" w:rsidRDefault="00B939AD" w:rsidP="00B939AD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>Strumento per la configurazione degli adattatori di impulsi tramite il software MBCONF (fornito in dotazione).</w:t>
            </w:r>
          </w:p>
          <w:p w14:paraId="3ABAFDA7" w14:textId="77777777" w:rsidR="00B939AD" w:rsidRPr="00F049B5" w:rsidRDefault="00B939AD" w:rsidP="00B939AD">
            <w:pPr>
              <w:pStyle w:val="Testocommento"/>
              <w:jc w:val="both"/>
              <w:rPr>
                <w:rFonts w:ascii="Poppins" w:hAnsi="Poppins" w:cs="Poppins"/>
                <w:bCs/>
              </w:rPr>
            </w:pPr>
          </w:p>
          <w:p w14:paraId="32A1BEF1" w14:textId="77777777" w:rsidR="00B939AD" w:rsidRPr="00F049B5" w:rsidRDefault="00B939AD" w:rsidP="00B939AD">
            <w:pPr>
              <w:pStyle w:val="Testocommento"/>
              <w:jc w:val="both"/>
              <w:rPr>
                <w:rFonts w:ascii="Poppins" w:hAnsi="Poppins" w:cs="Poppins"/>
                <w:b/>
                <w:bCs/>
              </w:rPr>
            </w:pPr>
            <w:r w:rsidRPr="00F049B5">
              <w:rPr>
                <w:rFonts w:ascii="Poppins" w:hAnsi="Poppins" w:cs="Poppins"/>
                <w:b/>
                <w:bCs/>
              </w:rPr>
              <w:t>Dati tecnici:</w:t>
            </w:r>
          </w:p>
          <w:p w14:paraId="02270423" w14:textId="77777777" w:rsidR="00B939AD" w:rsidRPr="00F049B5" w:rsidRDefault="00B939AD" w:rsidP="00B939AD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</w:rPr>
            </w:pPr>
            <w:r w:rsidRPr="00F049B5">
              <w:rPr>
                <w:rFonts w:ascii="Poppins" w:hAnsi="Poppins" w:cs="Poppins"/>
                <w:bCs/>
              </w:rPr>
              <w:lastRenderedPageBreak/>
              <w:t>Alimentazione tramite PC, interfaccia USB.</w:t>
            </w:r>
          </w:p>
          <w:p w14:paraId="2DD66B5D" w14:textId="3EF161DC" w:rsidR="00B939AD" w:rsidRPr="00F049B5" w:rsidRDefault="00B939AD" w:rsidP="00B939AD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</w:rPr>
            </w:pPr>
            <w:r w:rsidRPr="00F049B5">
              <w:rPr>
                <w:rFonts w:ascii="Poppins" w:hAnsi="Poppins" w:cs="Poppins"/>
                <w:bCs/>
              </w:rPr>
              <w:t xml:space="preserve">Dimensioni: </w:t>
            </w:r>
            <w:r w:rsidR="00EE2606">
              <w:rPr>
                <w:rFonts w:ascii="Poppins" w:hAnsi="Poppins" w:cs="Poppins"/>
                <w:bCs/>
              </w:rPr>
              <w:t>3</w:t>
            </w:r>
            <w:r w:rsidRPr="00F049B5">
              <w:rPr>
                <w:rFonts w:ascii="Poppins" w:hAnsi="Poppins" w:cs="Poppins"/>
                <w:bCs/>
              </w:rPr>
              <w:t>0x54x110 mm.</w:t>
            </w:r>
          </w:p>
          <w:p w14:paraId="15E18E8E" w14:textId="77777777" w:rsidR="00B939AD" w:rsidRPr="00F049B5" w:rsidRDefault="00B939AD" w:rsidP="00B939AD">
            <w:pPr>
              <w:pStyle w:val="Testocommento"/>
              <w:jc w:val="both"/>
              <w:rPr>
                <w:rFonts w:ascii="Poppins" w:hAnsi="Poppins" w:cs="Poppins"/>
                <w:bCs/>
              </w:rPr>
            </w:pPr>
          </w:p>
          <w:p w14:paraId="092697CF" w14:textId="558C709B" w:rsidR="00B939AD" w:rsidRPr="00F049B5" w:rsidRDefault="00B939AD" w:rsidP="00B939AD">
            <w:pPr>
              <w:pStyle w:val="Testocommento"/>
              <w:jc w:val="both"/>
              <w:rPr>
                <w:rFonts w:ascii="Poppins" w:hAnsi="Poppins" w:cs="Poppins"/>
                <w:bCs/>
              </w:rPr>
            </w:pPr>
            <w:r w:rsidRPr="00F049B5">
              <w:rPr>
                <w:rFonts w:ascii="Poppins" w:hAnsi="Poppins" w:cs="Poppins"/>
                <w:b/>
                <w:bCs/>
              </w:rPr>
              <w:t xml:space="preserve">Marca </w:t>
            </w:r>
            <w:r w:rsidR="00C04156">
              <w:rPr>
                <w:rFonts w:ascii="Poppins" w:hAnsi="Poppins" w:cs="Poppins"/>
                <w:b/>
                <w:bCs/>
              </w:rPr>
              <w:t>Emmeti</w:t>
            </w:r>
            <w:r w:rsidRPr="00F049B5">
              <w:rPr>
                <w:rFonts w:ascii="Poppins" w:hAnsi="Poppins" w:cs="Poppins"/>
                <w:b/>
                <w:bCs/>
              </w:rPr>
              <w:t xml:space="preserve"> – Modello Micro</w:t>
            </w:r>
            <w:r w:rsidR="00856252">
              <w:rPr>
                <w:rFonts w:ascii="Poppins" w:hAnsi="Poppins" w:cs="Poppins"/>
                <w:b/>
                <w:bCs/>
              </w:rPr>
              <w:t>-</w:t>
            </w:r>
            <w:r w:rsidRPr="00F049B5">
              <w:rPr>
                <w:rFonts w:ascii="Poppins" w:hAnsi="Poppins" w:cs="Poppins"/>
                <w:b/>
                <w:bCs/>
              </w:rPr>
              <w:t>Master o equivalente</w:t>
            </w:r>
            <w:r>
              <w:rPr>
                <w:rFonts w:ascii="Poppins" w:hAnsi="Poppins" w:cs="Poppins"/>
                <w:b/>
                <w:bCs/>
              </w:rPr>
              <w:t>.</w:t>
            </w:r>
          </w:p>
        </w:tc>
      </w:tr>
      <w:tr w:rsidR="00B939AD" w:rsidRPr="00614C92" w14:paraId="1B1685F6" w14:textId="77777777" w:rsidTr="00A16FCA">
        <w:tc>
          <w:tcPr>
            <w:tcW w:w="1398" w:type="dxa"/>
            <w:hideMark/>
          </w:tcPr>
          <w:p w14:paraId="4DE67C98" w14:textId="409AAA51" w:rsidR="00B939AD" w:rsidRPr="00F049B5" w:rsidRDefault="001B20B3" w:rsidP="00B939AD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lastRenderedPageBreak/>
              <w:t>02708394</w:t>
            </w:r>
          </w:p>
        </w:tc>
        <w:tc>
          <w:tcPr>
            <w:tcW w:w="2297" w:type="dxa"/>
            <w:hideMark/>
          </w:tcPr>
          <w:p w14:paraId="1E46C32A" w14:textId="6E62C939" w:rsidR="00B939AD" w:rsidRPr="00F049B5" w:rsidRDefault="00B939AD" w:rsidP="00B939AD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 xml:space="preserve">Adattatore </w:t>
            </w:r>
            <w:r>
              <w:rPr>
                <w:rFonts w:ascii="Poppins" w:hAnsi="Poppins" w:cs="Poppins"/>
                <w:bCs/>
                <w:color w:val="000000" w:themeColor="text1"/>
                <w:sz w:val="20"/>
              </w:rPr>
              <w:t>di</w:t>
            </w: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 xml:space="preserve"> impulsi</w:t>
            </w:r>
          </w:p>
        </w:tc>
        <w:tc>
          <w:tcPr>
            <w:tcW w:w="5803" w:type="dxa"/>
          </w:tcPr>
          <w:p w14:paraId="5B61C43D" w14:textId="3E4D1E21" w:rsidR="00B939AD" w:rsidRPr="00F049B5" w:rsidRDefault="00B939AD" w:rsidP="00B939AD">
            <w:pPr>
              <w:pStyle w:val="Testocommento"/>
              <w:jc w:val="both"/>
              <w:rPr>
                <w:rFonts w:ascii="Poppins" w:hAnsi="Poppins" w:cs="Poppins"/>
                <w:bCs/>
              </w:rPr>
            </w:pPr>
            <w:r w:rsidRPr="00F049B5">
              <w:rPr>
                <w:rFonts w:ascii="Poppins" w:hAnsi="Poppins" w:cs="Poppins"/>
                <w:bCs/>
              </w:rPr>
              <w:t>Strumento per l’interfacciamento dei contatori volumetrici lanciaimpulsi per acqua sanitaria con la rete M</w:t>
            </w:r>
            <w:r w:rsidR="00856252">
              <w:rPr>
                <w:rFonts w:ascii="Poppins" w:hAnsi="Poppins" w:cs="Poppins"/>
                <w:bCs/>
              </w:rPr>
              <w:t>-</w:t>
            </w:r>
            <w:r w:rsidRPr="00F049B5">
              <w:rPr>
                <w:rFonts w:ascii="Poppins" w:hAnsi="Poppins" w:cs="Poppins"/>
                <w:bCs/>
              </w:rPr>
              <w:t>Bus, in alternativa ai misuratori di energia EVO.</w:t>
            </w:r>
          </w:p>
          <w:p w14:paraId="50B23153" w14:textId="77777777" w:rsidR="00B939AD" w:rsidRPr="00F049B5" w:rsidRDefault="00B939AD" w:rsidP="00B939AD">
            <w:pPr>
              <w:pStyle w:val="Testocommento"/>
              <w:jc w:val="both"/>
              <w:rPr>
                <w:rFonts w:ascii="Poppins" w:hAnsi="Poppins" w:cs="Poppins"/>
                <w:bCs/>
              </w:rPr>
            </w:pPr>
          </w:p>
          <w:p w14:paraId="5F1B1CD6" w14:textId="77777777" w:rsidR="00B939AD" w:rsidRPr="00F049B5" w:rsidRDefault="00B939AD" w:rsidP="00B939AD">
            <w:pPr>
              <w:pStyle w:val="Testocommento"/>
              <w:jc w:val="both"/>
              <w:rPr>
                <w:rFonts w:ascii="Poppins" w:hAnsi="Poppins" w:cs="Poppins"/>
                <w:b/>
              </w:rPr>
            </w:pPr>
            <w:r w:rsidRPr="00F049B5">
              <w:rPr>
                <w:rFonts w:ascii="Poppins" w:hAnsi="Poppins" w:cs="Poppins"/>
                <w:b/>
              </w:rPr>
              <w:t>Dati tecnici:</w:t>
            </w:r>
          </w:p>
          <w:p w14:paraId="2E2E15DC" w14:textId="17842AA4" w:rsidR="00B939AD" w:rsidRPr="00F049B5" w:rsidRDefault="00B939AD" w:rsidP="00B939AD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</w:rPr>
            </w:pPr>
            <w:r w:rsidRPr="00F049B5">
              <w:rPr>
                <w:rFonts w:ascii="Poppins" w:hAnsi="Poppins" w:cs="Poppins"/>
                <w:bCs/>
              </w:rPr>
              <w:t>N° max di contatori collegabili su ciascun adattatore: 2</w:t>
            </w:r>
          </w:p>
          <w:p w14:paraId="390963C7" w14:textId="735F98E2" w:rsidR="00B939AD" w:rsidRDefault="00B939AD" w:rsidP="00B939AD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</w:rPr>
            </w:pPr>
            <w:r w:rsidRPr="00F049B5">
              <w:rPr>
                <w:rFonts w:ascii="Poppins" w:hAnsi="Poppins" w:cs="Poppins"/>
                <w:bCs/>
              </w:rPr>
              <w:t>Alimentazione tramite rete M</w:t>
            </w:r>
            <w:r w:rsidR="00856252">
              <w:rPr>
                <w:rFonts w:ascii="Poppins" w:hAnsi="Poppins" w:cs="Poppins"/>
                <w:bCs/>
              </w:rPr>
              <w:t>-</w:t>
            </w:r>
            <w:r w:rsidRPr="00F049B5">
              <w:rPr>
                <w:rFonts w:ascii="Poppins" w:hAnsi="Poppins" w:cs="Poppins"/>
                <w:bCs/>
              </w:rPr>
              <w:t>Bus o batteria interna</w:t>
            </w:r>
          </w:p>
          <w:p w14:paraId="4007236A" w14:textId="2CB00B1F" w:rsidR="009C5CB3" w:rsidRDefault="009C5CB3" w:rsidP="00B939AD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</w:rPr>
            </w:pPr>
            <w:r>
              <w:rPr>
                <w:rFonts w:ascii="Poppins" w:hAnsi="Poppins" w:cs="Poppins"/>
                <w:bCs/>
              </w:rPr>
              <w:t>Grado di protezione: IP68</w:t>
            </w:r>
          </w:p>
          <w:p w14:paraId="4CE3B357" w14:textId="4AADE674" w:rsidR="00B939AD" w:rsidRPr="009C5CB3" w:rsidRDefault="009C5CB3" w:rsidP="00B939AD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</w:rPr>
            </w:pPr>
            <w:r>
              <w:rPr>
                <w:rFonts w:ascii="Poppins" w:hAnsi="Poppins" w:cs="Poppins"/>
                <w:bCs/>
              </w:rPr>
              <w:t>Dimensioni: 108x65x28 mm</w:t>
            </w:r>
          </w:p>
          <w:p w14:paraId="3687EA91" w14:textId="77777777" w:rsidR="009C5CB3" w:rsidRPr="00F049B5" w:rsidRDefault="009C5CB3" w:rsidP="00B939AD">
            <w:pPr>
              <w:pStyle w:val="Testocommento"/>
              <w:jc w:val="both"/>
              <w:rPr>
                <w:rFonts w:ascii="Poppins" w:hAnsi="Poppins" w:cs="Poppins"/>
                <w:bCs/>
              </w:rPr>
            </w:pPr>
          </w:p>
          <w:p w14:paraId="4DDFBB05" w14:textId="3BF78F77" w:rsidR="00B939AD" w:rsidRPr="00F049B5" w:rsidRDefault="00B939AD" w:rsidP="00B939AD">
            <w:pPr>
              <w:pStyle w:val="Testocommento"/>
              <w:jc w:val="both"/>
              <w:rPr>
                <w:rFonts w:ascii="Poppins" w:hAnsi="Poppins" w:cs="Poppins"/>
                <w:bCs/>
              </w:rPr>
            </w:pPr>
            <w:r w:rsidRPr="00F049B5">
              <w:rPr>
                <w:rFonts w:ascii="Poppins" w:hAnsi="Poppins" w:cs="Poppins"/>
                <w:b/>
                <w:bCs/>
              </w:rPr>
              <w:t xml:space="preserve">Marca </w:t>
            </w:r>
            <w:r w:rsidR="00C04156">
              <w:rPr>
                <w:rFonts w:ascii="Poppins" w:hAnsi="Poppins" w:cs="Poppins"/>
                <w:b/>
                <w:bCs/>
              </w:rPr>
              <w:t>Emmeti</w:t>
            </w:r>
            <w:r w:rsidRPr="00F049B5">
              <w:rPr>
                <w:rFonts w:ascii="Poppins" w:hAnsi="Poppins" w:cs="Poppins"/>
                <w:b/>
                <w:bCs/>
              </w:rPr>
              <w:t xml:space="preserve"> – Modello Adattatori per impulsi o equivalente</w:t>
            </w:r>
            <w:r>
              <w:rPr>
                <w:rFonts w:ascii="Poppins" w:hAnsi="Poppins" w:cs="Poppins"/>
                <w:b/>
                <w:bCs/>
              </w:rPr>
              <w:t>.</w:t>
            </w:r>
          </w:p>
        </w:tc>
      </w:tr>
      <w:tr w:rsidR="00B939AD" w:rsidRPr="00614C92" w14:paraId="5625A51E" w14:textId="77777777" w:rsidTr="00A16FCA">
        <w:tc>
          <w:tcPr>
            <w:tcW w:w="1398" w:type="dxa"/>
            <w:hideMark/>
          </w:tcPr>
          <w:p w14:paraId="4A1DEB5C" w14:textId="77777777" w:rsidR="00B939AD" w:rsidRPr="00F049B5" w:rsidRDefault="00B939AD" w:rsidP="00B939AD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F049B5">
              <w:rPr>
                <w:rFonts w:ascii="Poppins" w:hAnsi="Poppins" w:cs="Poppins"/>
                <w:bCs/>
                <w:sz w:val="20"/>
              </w:rPr>
              <w:t>02708262</w:t>
            </w:r>
          </w:p>
        </w:tc>
        <w:tc>
          <w:tcPr>
            <w:tcW w:w="2297" w:type="dxa"/>
            <w:hideMark/>
          </w:tcPr>
          <w:p w14:paraId="78DAFCB7" w14:textId="1B0CF70F" w:rsidR="00B939AD" w:rsidRPr="00F049B5" w:rsidRDefault="00B939AD" w:rsidP="00B939AD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F049B5">
              <w:rPr>
                <w:rFonts w:ascii="Poppins" w:hAnsi="Poppins" w:cs="Poppins"/>
                <w:bCs/>
                <w:sz w:val="20"/>
              </w:rPr>
              <w:t>Cavo per sistema di contabilizzazione con trasmissione dati tramite protocollo M</w:t>
            </w:r>
            <w:r w:rsidR="00856252">
              <w:rPr>
                <w:rFonts w:ascii="Poppins" w:hAnsi="Poppins" w:cs="Poppins"/>
                <w:bCs/>
                <w:sz w:val="20"/>
              </w:rPr>
              <w:t>-</w:t>
            </w:r>
            <w:r w:rsidRPr="00F049B5">
              <w:rPr>
                <w:rFonts w:ascii="Poppins" w:hAnsi="Poppins" w:cs="Poppins"/>
                <w:bCs/>
                <w:sz w:val="20"/>
              </w:rPr>
              <w:t>Bus</w:t>
            </w:r>
          </w:p>
        </w:tc>
        <w:tc>
          <w:tcPr>
            <w:tcW w:w="5803" w:type="dxa"/>
          </w:tcPr>
          <w:p w14:paraId="041DDF96" w14:textId="41C25B5F" w:rsidR="00B939AD" w:rsidRPr="00F049B5" w:rsidRDefault="00B939AD" w:rsidP="00B939AD">
            <w:pPr>
              <w:pStyle w:val="Testocommento"/>
              <w:jc w:val="both"/>
              <w:rPr>
                <w:rFonts w:ascii="Poppins" w:hAnsi="Poppins" w:cs="Poppins"/>
                <w:bCs/>
              </w:rPr>
            </w:pPr>
            <w:r w:rsidRPr="00F049B5">
              <w:rPr>
                <w:rFonts w:ascii="Poppins" w:hAnsi="Poppins" w:cs="Poppins"/>
                <w:bCs/>
              </w:rPr>
              <w:t>Cavo per sistema di contabilizzazione con trasmissione dati tramite protocollo M</w:t>
            </w:r>
            <w:r w:rsidR="00856252">
              <w:rPr>
                <w:rFonts w:ascii="Poppins" w:hAnsi="Poppins" w:cs="Poppins"/>
                <w:bCs/>
              </w:rPr>
              <w:t>-</w:t>
            </w:r>
            <w:r w:rsidRPr="00F049B5">
              <w:rPr>
                <w:rFonts w:ascii="Poppins" w:hAnsi="Poppins" w:cs="Poppins"/>
                <w:bCs/>
              </w:rPr>
              <w:t>Bus:</w:t>
            </w:r>
          </w:p>
          <w:p w14:paraId="09172E93" w14:textId="77777777" w:rsidR="00B939AD" w:rsidRPr="00F049B5" w:rsidRDefault="00B939AD" w:rsidP="00B939AD">
            <w:pPr>
              <w:pStyle w:val="Testocommento"/>
              <w:jc w:val="both"/>
              <w:rPr>
                <w:rFonts w:ascii="Poppins" w:hAnsi="Poppins" w:cs="Poppins"/>
                <w:bCs/>
              </w:rPr>
            </w:pPr>
          </w:p>
          <w:p w14:paraId="59626FE7" w14:textId="77777777" w:rsidR="00B939AD" w:rsidRPr="00F049B5" w:rsidRDefault="00B939AD" w:rsidP="00B939AD">
            <w:pPr>
              <w:pStyle w:val="Testocommento"/>
              <w:jc w:val="both"/>
              <w:rPr>
                <w:rFonts w:ascii="Poppins" w:hAnsi="Poppins" w:cs="Poppins"/>
                <w:b/>
                <w:bCs/>
              </w:rPr>
            </w:pPr>
            <w:r w:rsidRPr="00F049B5">
              <w:rPr>
                <w:rFonts w:ascii="Poppins" w:hAnsi="Poppins" w:cs="Poppins"/>
                <w:b/>
                <w:bCs/>
              </w:rPr>
              <w:t>Dati tecnici:</w:t>
            </w:r>
          </w:p>
          <w:p w14:paraId="306BDB18" w14:textId="77777777" w:rsidR="00B939AD" w:rsidRPr="00F049B5" w:rsidRDefault="00B939AD" w:rsidP="00B939AD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</w:rPr>
            </w:pPr>
            <w:r w:rsidRPr="00F049B5">
              <w:rPr>
                <w:rFonts w:ascii="Poppins" w:hAnsi="Poppins" w:cs="Poppins"/>
                <w:bCs/>
              </w:rPr>
              <w:t>Cavo telefonico TRR 1+T a 2 fili twistato non schermato</w:t>
            </w:r>
          </w:p>
          <w:p w14:paraId="34C0E9F5" w14:textId="7C45C7A4" w:rsidR="00B939AD" w:rsidRPr="00F049B5" w:rsidRDefault="00B939AD" w:rsidP="00B939AD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</w:rPr>
            </w:pPr>
            <w:r w:rsidRPr="00F049B5">
              <w:rPr>
                <w:rFonts w:ascii="Poppins" w:hAnsi="Poppins" w:cs="Poppins"/>
                <w:bCs/>
              </w:rPr>
              <w:t>Conduttore: filo in rame stagnato (CU</w:t>
            </w:r>
            <w:r w:rsidR="00856252">
              <w:rPr>
                <w:rFonts w:ascii="Poppins" w:hAnsi="Poppins" w:cs="Poppins"/>
                <w:bCs/>
              </w:rPr>
              <w:t>-</w:t>
            </w:r>
            <w:r w:rsidRPr="00F049B5">
              <w:rPr>
                <w:rFonts w:ascii="Poppins" w:hAnsi="Poppins" w:cs="Poppins"/>
                <w:bCs/>
              </w:rPr>
              <w:t>Sn) con diametro 0,6 mm</w:t>
            </w:r>
          </w:p>
          <w:p w14:paraId="67DC255B" w14:textId="77777777" w:rsidR="00B939AD" w:rsidRPr="00F049B5" w:rsidRDefault="00B939AD" w:rsidP="00B939AD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</w:rPr>
            </w:pPr>
            <w:r w:rsidRPr="00F049B5">
              <w:rPr>
                <w:rFonts w:ascii="Poppins" w:hAnsi="Poppins" w:cs="Poppins"/>
                <w:bCs/>
              </w:rPr>
              <w:t>Isolante: PVC con spessore minimo pari a 0.15 mm</w:t>
            </w:r>
          </w:p>
          <w:p w14:paraId="03920D99" w14:textId="77777777" w:rsidR="00B939AD" w:rsidRPr="00F049B5" w:rsidRDefault="00B939AD" w:rsidP="00B939AD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</w:rPr>
            </w:pPr>
            <w:r w:rsidRPr="00F049B5">
              <w:rPr>
                <w:rFonts w:ascii="Poppins" w:hAnsi="Poppins" w:cs="Poppins"/>
                <w:bCs/>
              </w:rPr>
              <w:t>Resistenza massima del conduttore in dc a 20 °: 67,9 ohm/km</w:t>
            </w:r>
          </w:p>
          <w:p w14:paraId="15204B86" w14:textId="77777777" w:rsidR="00B939AD" w:rsidRPr="00F049B5" w:rsidRDefault="00B939AD" w:rsidP="00B939AD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</w:rPr>
            </w:pPr>
            <w:r w:rsidRPr="00F049B5">
              <w:rPr>
                <w:rFonts w:ascii="Poppins" w:hAnsi="Poppins" w:cs="Poppins"/>
                <w:bCs/>
              </w:rPr>
              <w:t>Resistenza isolante minima: 500 Mohm/km</w:t>
            </w:r>
          </w:p>
          <w:p w14:paraId="12FE1C37" w14:textId="77777777" w:rsidR="00B939AD" w:rsidRPr="00F049B5" w:rsidRDefault="00B939AD" w:rsidP="00B939AD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</w:rPr>
            </w:pPr>
            <w:r w:rsidRPr="00F049B5">
              <w:rPr>
                <w:rFonts w:ascii="Poppins" w:hAnsi="Poppins" w:cs="Poppins"/>
                <w:bCs/>
              </w:rPr>
              <w:t>Capacità mutua massima a 80 Hz: 120 nF/km</w:t>
            </w:r>
          </w:p>
          <w:p w14:paraId="398D16DD" w14:textId="77777777" w:rsidR="00B939AD" w:rsidRPr="00F049B5" w:rsidRDefault="00B939AD" w:rsidP="00B939AD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</w:rPr>
            </w:pPr>
            <w:r w:rsidRPr="00F049B5">
              <w:rPr>
                <w:rFonts w:ascii="Poppins" w:hAnsi="Poppins" w:cs="Poppins"/>
                <w:bCs/>
              </w:rPr>
              <w:t>Metri confezione: 250 m</w:t>
            </w:r>
          </w:p>
          <w:p w14:paraId="74B2EE8E" w14:textId="77777777" w:rsidR="00B939AD" w:rsidRPr="00F049B5" w:rsidRDefault="00B939AD" w:rsidP="00B939AD">
            <w:pPr>
              <w:pStyle w:val="Testocommento"/>
              <w:jc w:val="both"/>
              <w:rPr>
                <w:rFonts w:ascii="Poppins" w:hAnsi="Poppins" w:cs="Poppins"/>
                <w:bCs/>
              </w:rPr>
            </w:pPr>
          </w:p>
          <w:p w14:paraId="0F76A85D" w14:textId="1A8E3975" w:rsidR="00B939AD" w:rsidRPr="00F049B5" w:rsidRDefault="00B939AD" w:rsidP="00B939AD">
            <w:pPr>
              <w:pStyle w:val="Testocommento"/>
              <w:jc w:val="both"/>
              <w:rPr>
                <w:rFonts w:ascii="Poppins" w:hAnsi="Poppins" w:cs="Poppins"/>
                <w:bCs/>
              </w:rPr>
            </w:pPr>
            <w:r w:rsidRPr="00F049B5">
              <w:rPr>
                <w:rFonts w:ascii="Poppins" w:hAnsi="Poppins" w:cs="Poppins"/>
                <w:b/>
                <w:bCs/>
              </w:rPr>
              <w:t xml:space="preserve">Marca </w:t>
            </w:r>
            <w:r w:rsidR="00C04156">
              <w:rPr>
                <w:rFonts w:ascii="Poppins" w:hAnsi="Poppins" w:cs="Poppins"/>
                <w:b/>
                <w:bCs/>
              </w:rPr>
              <w:t>Emmeti</w:t>
            </w:r>
            <w:r w:rsidRPr="00F049B5">
              <w:rPr>
                <w:rFonts w:ascii="Poppins" w:hAnsi="Poppins" w:cs="Poppins"/>
                <w:b/>
                <w:bCs/>
              </w:rPr>
              <w:t xml:space="preserve"> – Modello Cavo per sistema di contabilizzazione con trasmissione dati tramite protocollo M</w:t>
            </w:r>
            <w:r w:rsidR="00856252">
              <w:rPr>
                <w:rFonts w:ascii="Poppins" w:hAnsi="Poppins" w:cs="Poppins"/>
                <w:b/>
                <w:bCs/>
              </w:rPr>
              <w:t>-</w:t>
            </w:r>
            <w:r w:rsidRPr="00F049B5">
              <w:rPr>
                <w:rFonts w:ascii="Poppins" w:hAnsi="Poppins" w:cs="Poppins"/>
                <w:b/>
                <w:bCs/>
              </w:rPr>
              <w:t>Bus o equivalente</w:t>
            </w:r>
            <w:r>
              <w:rPr>
                <w:rFonts w:ascii="Poppins" w:hAnsi="Poppins" w:cs="Poppins"/>
                <w:b/>
                <w:bCs/>
              </w:rPr>
              <w:t>.</w:t>
            </w:r>
          </w:p>
        </w:tc>
      </w:tr>
      <w:tr w:rsidR="00B939AD" w:rsidRPr="00614C92" w14:paraId="238555D0" w14:textId="77777777" w:rsidTr="00A16FCA">
        <w:tc>
          <w:tcPr>
            <w:tcW w:w="1398" w:type="dxa"/>
            <w:hideMark/>
          </w:tcPr>
          <w:p w14:paraId="7D3C459D" w14:textId="1745BBE8" w:rsidR="00B939AD" w:rsidRPr="00F049B5" w:rsidRDefault="00B939AD" w:rsidP="00B939AD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F049B5">
              <w:rPr>
                <w:rFonts w:ascii="Poppins" w:hAnsi="Poppins" w:cs="Poppins"/>
                <w:bCs/>
                <w:sz w:val="20"/>
              </w:rPr>
              <w:t>0270</w:t>
            </w:r>
            <w:r>
              <w:rPr>
                <w:rFonts w:ascii="Poppins" w:hAnsi="Poppins" w:cs="Poppins"/>
                <w:bCs/>
                <w:sz w:val="20"/>
              </w:rPr>
              <w:t>9760</w:t>
            </w:r>
          </w:p>
        </w:tc>
        <w:tc>
          <w:tcPr>
            <w:tcW w:w="2297" w:type="dxa"/>
            <w:hideMark/>
          </w:tcPr>
          <w:p w14:paraId="0C479073" w14:textId="77777777" w:rsidR="00B939AD" w:rsidRPr="006734D6" w:rsidRDefault="00B939AD" w:rsidP="00B939AD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6734D6">
              <w:rPr>
                <w:rFonts w:ascii="Poppins" w:hAnsi="Poppins" w:cs="Poppins"/>
                <w:bCs/>
                <w:sz w:val="20"/>
              </w:rPr>
              <w:t xml:space="preserve">Energy Manager </w:t>
            </w:r>
          </w:p>
          <w:p w14:paraId="307D3B5C" w14:textId="4D44AD13" w:rsidR="00B939AD" w:rsidRPr="00F049B5" w:rsidRDefault="00B939AD" w:rsidP="00B939AD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6734D6">
              <w:rPr>
                <w:rFonts w:ascii="Poppins" w:hAnsi="Poppins" w:cs="Poppins"/>
                <w:bCs/>
                <w:sz w:val="20"/>
              </w:rPr>
              <w:t>Concentratore EVO 20</w:t>
            </w:r>
          </w:p>
        </w:tc>
        <w:tc>
          <w:tcPr>
            <w:tcW w:w="5803" w:type="dxa"/>
          </w:tcPr>
          <w:p w14:paraId="4F5AF902" w14:textId="56A65134" w:rsidR="00B939AD" w:rsidRPr="00F049B5" w:rsidRDefault="00B939AD" w:rsidP="00B939AD">
            <w:pPr>
              <w:pStyle w:val="Testocommento"/>
              <w:jc w:val="both"/>
              <w:rPr>
                <w:rFonts w:ascii="Poppins" w:hAnsi="Poppins" w:cs="Poppins"/>
                <w:bCs/>
              </w:rPr>
            </w:pPr>
            <w:r w:rsidRPr="00F049B5">
              <w:rPr>
                <w:rFonts w:ascii="Poppins" w:hAnsi="Poppins" w:cs="Poppins"/>
                <w:bCs/>
              </w:rPr>
              <w:t>Unità centrale della rete M</w:t>
            </w:r>
            <w:r w:rsidR="00856252">
              <w:rPr>
                <w:rFonts w:ascii="Poppins" w:hAnsi="Poppins" w:cs="Poppins"/>
                <w:bCs/>
              </w:rPr>
              <w:t>-</w:t>
            </w:r>
            <w:r w:rsidRPr="00F049B5">
              <w:rPr>
                <w:rFonts w:ascii="Poppins" w:hAnsi="Poppins" w:cs="Poppins"/>
                <w:bCs/>
              </w:rPr>
              <w:t>Bus (Master) per il collegamento al massimo di 20 indirizzi.</w:t>
            </w:r>
          </w:p>
          <w:p w14:paraId="700FB198" w14:textId="77777777" w:rsidR="00B939AD" w:rsidRPr="00F049B5" w:rsidRDefault="00B939AD" w:rsidP="00B939AD">
            <w:pPr>
              <w:pStyle w:val="Testocommento"/>
              <w:jc w:val="both"/>
              <w:rPr>
                <w:rFonts w:ascii="Poppins" w:hAnsi="Poppins" w:cs="Poppins"/>
                <w:bCs/>
              </w:rPr>
            </w:pPr>
          </w:p>
          <w:p w14:paraId="251CF554" w14:textId="77777777" w:rsidR="00B939AD" w:rsidRPr="00F049B5" w:rsidRDefault="00B939AD" w:rsidP="00B939AD">
            <w:pPr>
              <w:pStyle w:val="Testocommento"/>
              <w:jc w:val="both"/>
              <w:rPr>
                <w:rFonts w:ascii="Poppins" w:hAnsi="Poppins" w:cs="Poppins"/>
                <w:b/>
                <w:bCs/>
              </w:rPr>
            </w:pPr>
            <w:r w:rsidRPr="00F049B5">
              <w:rPr>
                <w:rFonts w:ascii="Poppins" w:hAnsi="Poppins" w:cs="Poppins"/>
                <w:b/>
                <w:bCs/>
              </w:rPr>
              <w:t>Caratteristiche:</w:t>
            </w:r>
          </w:p>
          <w:p w14:paraId="62FC5A93" w14:textId="05405032" w:rsidR="00B939AD" w:rsidRPr="00F049B5" w:rsidRDefault="00B939AD" w:rsidP="00B939AD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</w:rPr>
            </w:pPr>
            <w:r w:rsidRPr="00F049B5">
              <w:rPr>
                <w:rFonts w:ascii="Poppins" w:hAnsi="Poppins" w:cs="Poppins"/>
                <w:bCs/>
              </w:rPr>
              <w:t>Display grafico, luminoso (</w:t>
            </w:r>
            <w:r>
              <w:rPr>
                <w:rFonts w:ascii="Poppins" w:hAnsi="Poppins" w:cs="Poppins"/>
                <w:bCs/>
              </w:rPr>
              <w:t>a colori</w:t>
            </w:r>
            <w:r w:rsidRPr="00F049B5">
              <w:rPr>
                <w:rFonts w:ascii="Poppins" w:hAnsi="Poppins" w:cs="Poppins"/>
                <w:bCs/>
              </w:rPr>
              <w:t>), multilingua.</w:t>
            </w:r>
          </w:p>
          <w:p w14:paraId="062BA90D" w14:textId="77777777" w:rsidR="00B939AD" w:rsidRPr="00F049B5" w:rsidRDefault="00B939AD" w:rsidP="00B939AD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</w:rPr>
            </w:pPr>
            <w:r w:rsidRPr="00F049B5">
              <w:rPr>
                <w:rFonts w:ascii="Poppins" w:hAnsi="Poppins" w:cs="Poppins"/>
                <w:bCs/>
              </w:rPr>
              <w:t>Tastiera a membrana tattile 6 tasti.</w:t>
            </w:r>
          </w:p>
          <w:p w14:paraId="0A74A428" w14:textId="48C1B738" w:rsidR="00B939AD" w:rsidRDefault="00B939AD" w:rsidP="00B939AD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</w:rPr>
            </w:pPr>
            <w:r w:rsidRPr="006734D6">
              <w:rPr>
                <w:rFonts w:ascii="Poppins" w:hAnsi="Poppins" w:cs="Poppins"/>
                <w:bCs/>
              </w:rPr>
              <w:lastRenderedPageBreak/>
              <w:t>Memoria in grado di registrare 1 anno di letture (nel caso di 250 strumenti, letti ogni 15 min)</w:t>
            </w:r>
          </w:p>
          <w:p w14:paraId="5A034434" w14:textId="77777777" w:rsidR="00B939AD" w:rsidRPr="006734D6" w:rsidRDefault="00B939AD" w:rsidP="00B939AD">
            <w:pPr>
              <w:pStyle w:val="Testocommento"/>
              <w:jc w:val="both"/>
              <w:rPr>
                <w:rFonts w:ascii="Poppins" w:hAnsi="Poppins" w:cs="Poppins"/>
                <w:bCs/>
              </w:rPr>
            </w:pPr>
          </w:p>
          <w:p w14:paraId="450C4CBD" w14:textId="5D89CC6F" w:rsidR="00B939AD" w:rsidRPr="00F049B5" w:rsidRDefault="00B939AD" w:rsidP="00B939AD">
            <w:pPr>
              <w:pStyle w:val="Testocommento"/>
              <w:jc w:val="both"/>
              <w:rPr>
                <w:rFonts w:ascii="Poppins" w:hAnsi="Poppins" w:cs="Poppins"/>
                <w:b/>
                <w:bCs/>
              </w:rPr>
            </w:pPr>
            <w:r w:rsidRPr="00F049B5">
              <w:rPr>
                <w:rFonts w:ascii="Poppins" w:hAnsi="Poppins" w:cs="Poppins"/>
                <w:b/>
                <w:bCs/>
              </w:rPr>
              <w:t>Interfacce:</w:t>
            </w:r>
          </w:p>
          <w:p w14:paraId="03E8B6D2" w14:textId="43C7A014" w:rsidR="00B939AD" w:rsidRPr="00F049B5" w:rsidRDefault="00B939AD" w:rsidP="00B939AD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</w:rPr>
            </w:pPr>
            <w:r w:rsidRPr="00F049B5">
              <w:rPr>
                <w:rFonts w:ascii="Poppins" w:hAnsi="Poppins" w:cs="Poppins"/>
                <w:bCs/>
              </w:rPr>
              <w:t>M</w:t>
            </w:r>
            <w:r w:rsidR="00856252">
              <w:rPr>
                <w:rFonts w:ascii="Poppins" w:hAnsi="Poppins" w:cs="Poppins"/>
                <w:bCs/>
              </w:rPr>
              <w:t>-</w:t>
            </w:r>
            <w:r w:rsidRPr="00F049B5">
              <w:rPr>
                <w:rFonts w:ascii="Poppins" w:hAnsi="Poppins" w:cs="Poppins"/>
                <w:bCs/>
              </w:rPr>
              <w:t>Bus, connessione a filo per massimo 20 indirizzi</w:t>
            </w:r>
          </w:p>
          <w:p w14:paraId="11BA46B2" w14:textId="3E18A7E6" w:rsidR="00B939AD" w:rsidRPr="00F049B5" w:rsidRDefault="00B939AD" w:rsidP="00B939AD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</w:rPr>
            </w:pPr>
            <w:r w:rsidRPr="00F049B5">
              <w:rPr>
                <w:rFonts w:ascii="Poppins" w:hAnsi="Poppins" w:cs="Poppins"/>
                <w:bCs/>
              </w:rPr>
              <w:t xml:space="preserve">N° </w:t>
            </w:r>
            <w:r>
              <w:rPr>
                <w:rFonts w:ascii="Poppins" w:hAnsi="Poppins" w:cs="Poppins"/>
                <w:bCs/>
              </w:rPr>
              <w:t>1</w:t>
            </w:r>
            <w:r w:rsidRPr="00F049B5">
              <w:rPr>
                <w:rFonts w:ascii="Poppins" w:hAnsi="Poppins" w:cs="Poppins"/>
                <w:bCs/>
              </w:rPr>
              <w:t xml:space="preserve"> port</w:t>
            </w:r>
            <w:r>
              <w:rPr>
                <w:rFonts w:ascii="Poppins" w:hAnsi="Poppins" w:cs="Poppins"/>
                <w:bCs/>
              </w:rPr>
              <w:t>a</w:t>
            </w:r>
            <w:r w:rsidRPr="00F049B5">
              <w:rPr>
                <w:rFonts w:ascii="Poppins" w:hAnsi="Poppins" w:cs="Poppins"/>
                <w:bCs/>
              </w:rPr>
              <w:t xml:space="preserve"> Ethernet</w:t>
            </w:r>
          </w:p>
          <w:p w14:paraId="5CD05006" w14:textId="6E09875D" w:rsidR="00B939AD" w:rsidRDefault="00B939AD" w:rsidP="00B939AD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</w:rPr>
            </w:pPr>
            <w:r w:rsidRPr="006734D6">
              <w:rPr>
                <w:rFonts w:ascii="Poppins" w:hAnsi="Poppins" w:cs="Poppins"/>
                <w:bCs/>
              </w:rPr>
              <w:t>Webserver multilingua e sicuro (SSL) per configurazione e consultazione dati, con possibilità di connessione in locale tramite cavo Ethernet, oppure in remoto tramite modem esterno UMTS optional (nessun software necessario)</w:t>
            </w:r>
          </w:p>
          <w:p w14:paraId="7D83363E" w14:textId="4435A359" w:rsidR="00B939AD" w:rsidRPr="00F049B5" w:rsidRDefault="00B939AD" w:rsidP="00B939AD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</w:rPr>
            </w:pPr>
            <w:r w:rsidRPr="00F049B5">
              <w:rPr>
                <w:rFonts w:ascii="Poppins" w:hAnsi="Poppins" w:cs="Poppins"/>
                <w:bCs/>
              </w:rPr>
              <w:t>Esportazione dei dati su Pc, anche mediante invio e</w:t>
            </w:r>
            <w:r w:rsidR="00856252">
              <w:rPr>
                <w:rFonts w:ascii="Poppins" w:hAnsi="Poppins" w:cs="Poppins"/>
                <w:bCs/>
              </w:rPr>
              <w:t>-</w:t>
            </w:r>
            <w:r w:rsidRPr="00F049B5">
              <w:rPr>
                <w:rFonts w:ascii="Poppins" w:hAnsi="Poppins" w:cs="Poppins"/>
                <w:bCs/>
              </w:rPr>
              <w:t>mail</w:t>
            </w:r>
          </w:p>
          <w:p w14:paraId="2DC4F41E" w14:textId="77777777" w:rsidR="00B939AD" w:rsidRPr="00F049B5" w:rsidRDefault="00B939AD" w:rsidP="00B939AD">
            <w:pPr>
              <w:pStyle w:val="Testocommento"/>
              <w:jc w:val="both"/>
              <w:rPr>
                <w:rFonts w:ascii="Poppins" w:hAnsi="Poppins" w:cs="Poppins"/>
                <w:bCs/>
              </w:rPr>
            </w:pPr>
          </w:p>
          <w:p w14:paraId="77D5E5A8" w14:textId="77777777" w:rsidR="00B939AD" w:rsidRPr="00F049B5" w:rsidRDefault="00B939AD" w:rsidP="00B939AD">
            <w:pPr>
              <w:pStyle w:val="Testocommento"/>
              <w:jc w:val="both"/>
              <w:rPr>
                <w:rFonts w:ascii="Poppins" w:hAnsi="Poppins" w:cs="Poppins"/>
                <w:b/>
                <w:bCs/>
              </w:rPr>
            </w:pPr>
            <w:r w:rsidRPr="00F049B5">
              <w:rPr>
                <w:rFonts w:ascii="Poppins" w:hAnsi="Poppins" w:cs="Poppins"/>
                <w:b/>
                <w:bCs/>
              </w:rPr>
              <w:t>Dati tecnici:</w:t>
            </w:r>
          </w:p>
          <w:p w14:paraId="63D8582A" w14:textId="1D94D8DB" w:rsidR="00B939AD" w:rsidRPr="00F049B5" w:rsidRDefault="00B939AD" w:rsidP="00B939AD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</w:rPr>
            </w:pPr>
            <w:r w:rsidRPr="00F049B5">
              <w:rPr>
                <w:rFonts w:ascii="Poppins" w:hAnsi="Poppins" w:cs="Poppins"/>
                <w:bCs/>
              </w:rPr>
              <w:t>Alimentazione: 24 Vdc +/</w:t>
            </w:r>
            <w:r w:rsidR="00856252">
              <w:rPr>
                <w:rFonts w:ascii="Poppins" w:hAnsi="Poppins" w:cs="Poppins"/>
                <w:bCs/>
              </w:rPr>
              <w:t>-</w:t>
            </w:r>
            <w:r w:rsidRPr="00F049B5">
              <w:rPr>
                <w:rFonts w:ascii="Poppins" w:hAnsi="Poppins" w:cs="Poppins"/>
                <w:bCs/>
              </w:rPr>
              <w:t xml:space="preserve"> 10 %, 24 Vac (min 20 Vac, max 40 Vac)</w:t>
            </w:r>
          </w:p>
          <w:p w14:paraId="7DBB2017" w14:textId="0B71D6DD" w:rsidR="00B939AD" w:rsidRPr="00F049B5" w:rsidRDefault="00B939AD" w:rsidP="00B939AD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</w:rPr>
            </w:pPr>
            <w:r w:rsidRPr="00F049B5">
              <w:rPr>
                <w:rFonts w:ascii="Poppins" w:hAnsi="Poppins" w:cs="Poppins"/>
                <w:bCs/>
              </w:rPr>
              <w:t xml:space="preserve">Consumo massimo: </w:t>
            </w:r>
            <w:r>
              <w:rPr>
                <w:rFonts w:ascii="Poppins" w:hAnsi="Poppins" w:cs="Poppins"/>
                <w:bCs/>
              </w:rPr>
              <w:t>14,5</w:t>
            </w:r>
            <w:r w:rsidRPr="00F049B5">
              <w:rPr>
                <w:rFonts w:ascii="Poppins" w:hAnsi="Poppins" w:cs="Poppins"/>
                <w:bCs/>
              </w:rPr>
              <w:t xml:space="preserve"> W</w:t>
            </w:r>
          </w:p>
          <w:p w14:paraId="0ECB1496" w14:textId="77777777" w:rsidR="00B939AD" w:rsidRPr="00F049B5" w:rsidRDefault="00B939AD" w:rsidP="00B939AD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</w:rPr>
            </w:pPr>
            <w:r w:rsidRPr="00F049B5">
              <w:rPr>
                <w:rFonts w:ascii="Poppins" w:hAnsi="Poppins" w:cs="Poppins"/>
                <w:bCs/>
              </w:rPr>
              <w:t>Grado di protezione: IP20</w:t>
            </w:r>
          </w:p>
          <w:p w14:paraId="1FE16648" w14:textId="77777777" w:rsidR="00B939AD" w:rsidRPr="00F049B5" w:rsidRDefault="00B939AD" w:rsidP="00B939AD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</w:rPr>
            </w:pPr>
            <w:r w:rsidRPr="00F049B5">
              <w:rPr>
                <w:rFonts w:ascii="Poppins" w:hAnsi="Poppins" w:cs="Poppins"/>
                <w:bCs/>
              </w:rPr>
              <w:t>Dimensioni HxLxP: 90x71x62 mm</w:t>
            </w:r>
          </w:p>
          <w:p w14:paraId="251D9CF1" w14:textId="77777777" w:rsidR="00B939AD" w:rsidRPr="00F049B5" w:rsidRDefault="00B939AD" w:rsidP="00B939AD">
            <w:pPr>
              <w:pStyle w:val="Testocommento"/>
              <w:ind w:left="60"/>
              <w:jc w:val="both"/>
              <w:rPr>
                <w:rFonts w:ascii="Poppins" w:hAnsi="Poppins" w:cs="Poppins"/>
                <w:bCs/>
              </w:rPr>
            </w:pPr>
            <w:r w:rsidRPr="00F049B5">
              <w:rPr>
                <w:rFonts w:ascii="Poppins" w:hAnsi="Poppins" w:cs="Poppins"/>
                <w:bCs/>
              </w:rPr>
              <w:t xml:space="preserve"> </w:t>
            </w:r>
          </w:p>
          <w:p w14:paraId="7C1A99A5" w14:textId="5A555582" w:rsidR="00B939AD" w:rsidRPr="00F049B5" w:rsidRDefault="00B939AD" w:rsidP="00B939AD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F049B5">
              <w:rPr>
                <w:rFonts w:ascii="Poppins" w:hAnsi="Poppins" w:cs="Poppins"/>
                <w:b/>
                <w:bCs/>
                <w:sz w:val="20"/>
              </w:rPr>
              <w:t xml:space="preserve">Marca </w:t>
            </w:r>
            <w:r w:rsidR="00C04156">
              <w:rPr>
                <w:rFonts w:ascii="Poppins" w:hAnsi="Poppins" w:cs="Poppins"/>
                <w:b/>
                <w:bCs/>
                <w:sz w:val="20"/>
              </w:rPr>
              <w:t>Emmeti</w:t>
            </w:r>
            <w:r w:rsidRPr="00F049B5">
              <w:rPr>
                <w:rFonts w:ascii="Poppins" w:hAnsi="Poppins" w:cs="Poppins"/>
                <w:b/>
                <w:bCs/>
                <w:sz w:val="20"/>
              </w:rPr>
              <w:t xml:space="preserve"> – Modello Energy Manager  Concentratore </w:t>
            </w:r>
            <w:r>
              <w:rPr>
                <w:rFonts w:ascii="Poppins" w:hAnsi="Poppins" w:cs="Poppins"/>
                <w:b/>
                <w:bCs/>
                <w:sz w:val="20"/>
              </w:rPr>
              <w:t xml:space="preserve">EVO </w:t>
            </w:r>
            <w:r w:rsidRPr="00F049B5">
              <w:rPr>
                <w:rFonts w:ascii="Poppins" w:hAnsi="Poppins" w:cs="Poppins"/>
                <w:b/>
                <w:bCs/>
                <w:sz w:val="20"/>
              </w:rPr>
              <w:t>20 o equivalente</w:t>
            </w:r>
            <w:r>
              <w:rPr>
                <w:rFonts w:ascii="Poppins" w:hAnsi="Poppins" w:cs="Poppins"/>
                <w:b/>
                <w:bCs/>
                <w:sz w:val="20"/>
              </w:rPr>
              <w:t>.</w:t>
            </w:r>
          </w:p>
        </w:tc>
      </w:tr>
      <w:tr w:rsidR="00B939AD" w:rsidRPr="00614C92" w14:paraId="06DE0F03" w14:textId="77777777" w:rsidTr="00A16FCA">
        <w:tc>
          <w:tcPr>
            <w:tcW w:w="1398" w:type="dxa"/>
            <w:hideMark/>
          </w:tcPr>
          <w:p w14:paraId="4D39E49A" w14:textId="77777777" w:rsidR="00B939AD" w:rsidRPr="00F049B5" w:rsidRDefault="00B939AD" w:rsidP="00B939AD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lastRenderedPageBreak/>
              <w:t>02708290</w:t>
            </w:r>
          </w:p>
        </w:tc>
        <w:tc>
          <w:tcPr>
            <w:tcW w:w="2297" w:type="dxa"/>
            <w:hideMark/>
          </w:tcPr>
          <w:p w14:paraId="4103D232" w14:textId="77777777" w:rsidR="00B939AD" w:rsidRPr="00F049B5" w:rsidRDefault="00B939AD" w:rsidP="00B939AD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 xml:space="preserve">Energy Manager </w:t>
            </w:r>
          </w:p>
          <w:p w14:paraId="4AA3915E" w14:textId="52DD2C32" w:rsidR="00B939AD" w:rsidRPr="00F049B5" w:rsidRDefault="00B939AD" w:rsidP="00B939AD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>Espansione 60</w:t>
            </w:r>
          </w:p>
        </w:tc>
        <w:tc>
          <w:tcPr>
            <w:tcW w:w="5803" w:type="dxa"/>
          </w:tcPr>
          <w:p w14:paraId="7FEA77CD" w14:textId="010CFB0F" w:rsidR="00B939AD" w:rsidRPr="00F049B5" w:rsidRDefault="00B939AD" w:rsidP="00B939AD">
            <w:pPr>
              <w:pStyle w:val="Testocommento"/>
              <w:ind w:left="60"/>
              <w:jc w:val="both"/>
              <w:rPr>
                <w:rFonts w:ascii="Poppins" w:hAnsi="Poppins" w:cs="Poppins"/>
                <w:color w:val="000000" w:themeColor="text1"/>
              </w:rPr>
            </w:pPr>
            <w:r w:rsidRPr="00F049B5">
              <w:rPr>
                <w:rFonts w:ascii="Poppins" w:hAnsi="Poppins" w:cs="Poppins"/>
                <w:color w:val="000000" w:themeColor="text1"/>
              </w:rPr>
              <w:t>Espansione all’unità centrale della rete M</w:t>
            </w:r>
            <w:r w:rsidR="00856252">
              <w:rPr>
                <w:rFonts w:ascii="Poppins" w:hAnsi="Poppins" w:cs="Poppins"/>
                <w:color w:val="000000" w:themeColor="text1"/>
              </w:rPr>
              <w:t>-</w:t>
            </w:r>
            <w:r w:rsidRPr="00F049B5">
              <w:rPr>
                <w:rFonts w:ascii="Poppins" w:hAnsi="Poppins" w:cs="Poppins"/>
                <w:color w:val="000000" w:themeColor="text1"/>
              </w:rPr>
              <w:t>Bus (Concentratore) per il collegamento di ulteriori 60 indirizzi.</w:t>
            </w:r>
          </w:p>
          <w:p w14:paraId="6102E703" w14:textId="77777777" w:rsidR="00B939AD" w:rsidRPr="00F049B5" w:rsidRDefault="00B939AD" w:rsidP="00B939AD">
            <w:pPr>
              <w:pStyle w:val="Testocommento"/>
              <w:ind w:left="60"/>
              <w:jc w:val="both"/>
              <w:rPr>
                <w:rFonts w:ascii="Poppins" w:hAnsi="Poppins" w:cs="Poppins"/>
                <w:color w:val="000000" w:themeColor="text1"/>
              </w:rPr>
            </w:pPr>
          </w:p>
          <w:p w14:paraId="47653B86" w14:textId="77777777" w:rsidR="00B939AD" w:rsidRPr="00F049B5" w:rsidRDefault="00B939AD" w:rsidP="00B939AD">
            <w:pPr>
              <w:pStyle w:val="Testocommento"/>
              <w:ind w:left="60"/>
              <w:jc w:val="both"/>
              <w:rPr>
                <w:rFonts w:ascii="Poppins" w:hAnsi="Poppins" w:cs="Poppins"/>
                <w:b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/>
                <w:bCs/>
                <w:color w:val="000000" w:themeColor="text1"/>
              </w:rPr>
              <w:t>Dati tecnici:</w:t>
            </w:r>
          </w:p>
          <w:p w14:paraId="11A970EE" w14:textId="5474D97F" w:rsidR="00B939AD" w:rsidRPr="00F049B5" w:rsidRDefault="00B939AD" w:rsidP="00B939AD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color w:val="000000" w:themeColor="text1"/>
              </w:rPr>
            </w:pPr>
            <w:r w:rsidRPr="00F049B5">
              <w:rPr>
                <w:rFonts w:ascii="Poppins" w:hAnsi="Poppins" w:cs="Poppins"/>
                <w:color w:val="000000" w:themeColor="text1"/>
              </w:rPr>
              <w:t>Alimentazione: 24Vdc +/</w:t>
            </w:r>
            <w:r w:rsidR="00856252">
              <w:rPr>
                <w:rFonts w:ascii="Poppins" w:hAnsi="Poppins" w:cs="Poppins"/>
                <w:color w:val="000000" w:themeColor="text1"/>
              </w:rPr>
              <w:t>-</w:t>
            </w:r>
            <w:r w:rsidRPr="00F049B5">
              <w:rPr>
                <w:rFonts w:ascii="Poppins" w:hAnsi="Poppins" w:cs="Poppins"/>
                <w:color w:val="000000" w:themeColor="text1"/>
              </w:rPr>
              <w:t xml:space="preserve"> 10%, 24Vac (min 20Vac, max 40Vac) </w:t>
            </w:r>
          </w:p>
          <w:p w14:paraId="2C5E077F" w14:textId="3FF9C594" w:rsidR="00B939AD" w:rsidRPr="00F049B5" w:rsidRDefault="00B939AD" w:rsidP="00B939AD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color w:val="000000" w:themeColor="text1"/>
              </w:rPr>
            </w:pPr>
            <w:r w:rsidRPr="00F049B5">
              <w:rPr>
                <w:rFonts w:ascii="Poppins" w:hAnsi="Poppins" w:cs="Poppins"/>
                <w:color w:val="000000" w:themeColor="text1"/>
              </w:rPr>
              <w:t xml:space="preserve">Consumo massimo: 12 W </w:t>
            </w:r>
          </w:p>
          <w:p w14:paraId="2E524CFC" w14:textId="2B658EE6" w:rsidR="00B939AD" w:rsidRPr="00F049B5" w:rsidRDefault="00B939AD" w:rsidP="00B939AD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color w:val="000000" w:themeColor="text1"/>
              </w:rPr>
            </w:pPr>
            <w:r w:rsidRPr="00F049B5">
              <w:rPr>
                <w:rFonts w:ascii="Poppins" w:hAnsi="Poppins" w:cs="Poppins"/>
                <w:color w:val="000000" w:themeColor="text1"/>
              </w:rPr>
              <w:t>Connessione M</w:t>
            </w:r>
            <w:r w:rsidR="00856252">
              <w:rPr>
                <w:rFonts w:ascii="Poppins" w:hAnsi="Poppins" w:cs="Poppins"/>
                <w:color w:val="000000" w:themeColor="text1"/>
              </w:rPr>
              <w:t>-</w:t>
            </w:r>
            <w:r w:rsidRPr="00F049B5">
              <w:rPr>
                <w:rFonts w:ascii="Poppins" w:hAnsi="Poppins" w:cs="Poppins"/>
                <w:color w:val="000000" w:themeColor="text1"/>
              </w:rPr>
              <w:t>BUS Master per il collegamento di max 60 indirizzi</w:t>
            </w:r>
          </w:p>
          <w:p w14:paraId="26601BB7" w14:textId="7FB9C14D" w:rsidR="00B939AD" w:rsidRPr="00F049B5" w:rsidRDefault="00B939AD" w:rsidP="00B939AD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color w:val="000000" w:themeColor="text1"/>
              </w:rPr>
            </w:pPr>
            <w:r w:rsidRPr="00F049B5">
              <w:rPr>
                <w:rFonts w:ascii="Poppins" w:hAnsi="Poppins" w:cs="Poppins"/>
                <w:color w:val="000000" w:themeColor="text1"/>
              </w:rPr>
              <w:t>Connessione M</w:t>
            </w:r>
            <w:r w:rsidR="00856252">
              <w:rPr>
                <w:rFonts w:ascii="Poppins" w:hAnsi="Poppins" w:cs="Poppins"/>
                <w:color w:val="000000" w:themeColor="text1"/>
              </w:rPr>
              <w:t>-</w:t>
            </w:r>
            <w:r w:rsidRPr="00F049B5">
              <w:rPr>
                <w:rFonts w:ascii="Poppins" w:hAnsi="Poppins" w:cs="Poppins"/>
                <w:color w:val="000000" w:themeColor="text1"/>
              </w:rPr>
              <w:t>BUS Slave per il collegamento al concentratore</w:t>
            </w:r>
          </w:p>
          <w:p w14:paraId="50140FD9" w14:textId="4F26E0AC" w:rsidR="00B939AD" w:rsidRPr="00F049B5" w:rsidRDefault="00B939AD" w:rsidP="00B939AD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color w:val="000000" w:themeColor="text1"/>
              </w:rPr>
            </w:pPr>
            <w:r w:rsidRPr="00F049B5">
              <w:rPr>
                <w:rFonts w:ascii="Poppins" w:hAnsi="Poppins" w:cs="Poppins"/>
                <w:color w:val="000000" w:themeColor="text1"/>
              </w:rPr>
              <w:t>Dimensioni: 90x71x62 mm (HxLxP) – DIN (4 moduli)</w:t>
            </w:r>
          </w:p>
          <w:p w14:paraId="2CB0E5E7" w14:textId="77777777" w:rsidR="00B939AD" w:rsidRPr="00F049B5" w:rsidRDefault="00B939AD" w:rsidP="00B939AD">
            <w:pPr>
              <w:pStyle w:val="Testocommento"/>
              <w:ind w:left="60"/>
              <w:jc w:val="both"/>
              <w:rPr>
                <w:rFonts w:ascii="Poppins" w:hAnsi="Poppins" w:cs="Poppins"/>
                <w:color w:val="000000" w:themeColor="text1"/>
              </w:rPr>
            </w:pPr>
          </w:p>
          <w:p w14:paraId="1970A23E" w14:textId="77777777" w:rsidR="00B939AD" w:rsidRPr="00F049B5" w:rsidRDefault="00B939AD" w:rsidP="00B939AD">
            <w:pPr>
              <w:pStyle w:val="Testocommento"/>
              <w:ind w:left="60"/>
              <w:jc w:val="both"/>
              <w:rPr>
                <w:rFonts w:ascii="Poppins" w:hAnsi="Poppins" w:cs="Poppins"/>
                <w:color w:val="000000" w:themeColor="text1"/>
              </w:rPr>
            </w:pPr>
            <w:r w:rsidRPr="00F049B5">
              <w:rPr>
                <w:rFonts w:ascii="Poppins" w:hAnsi="Poppins" w:cs="Poppins"/>
                <w:color w:val="000000" w:themeColor="text1"/>
              </w:rPr>
              <w:t xml:space="preserve">Il numero di indirizzi che ciascuna espansione è in grado di gestire va sommato al numero di indirizzi gestito dal concentratore (max 20 indirizzi). </w:t>
            </w:r>
          </w:p>
          <w:p w14:paraId="110CD767" w14:textId="0084D57B" w:rsidR="00B939AD" w:rsidRPr="00F049B5" w:rsidRDefault="00B939AD" w:rsidP="00B939AD">
            <w:pPr>
              <w:pStyle w:val="Testocommento"/>
              <w:ind w:left="60"/>
              <w:jc w:val="both"/>
              <w:rPr>
                <w:rFonts w:ascii="Poppins" w:hAnsi="Poppins" w:cs="Poppins"/>
                <w:color w:val="000000" w:themeColor="text1"/>
              </w:rPr>
            </w:pPr>
            <w:r w:rsidRPr="00F049B5">
              <w:rPr>
                <w:rFonts w:ascii="Poppins" w:hAnsi="Poppins" w:cs="Poppins"/>
                <w:color w:val="000000" w:themeColor="text1"/>
              </w:rPr>
              <w:lastRenderedPageBreak/>
              <w:t>Pertanto, se ad es. si abbina un concentratore ad un modulo di espansione da 60 indirizzi, è possibile gestire in totale 60 + 20 = 80 indirizzi M</w:t>
            </w:r>
            <w:r w:rsidR="00856252">
              <w:rPr>
                <w:rFonts w:ascii="Poppins" w:hAnsi="Poppins" w:cs="Poppins"/>
                <w:color w:val="000000" w:themeColor="text1"/>
              </w:rPr>
              <w:t>-</w:t>
            </w:r>
            <w:r w:rsidRPr="00F049B5">
              <w:rPr>
                <w:rFonts w:ascii="Poppins" w:hAnsi="Poppins" w:cs="Poppins"/>
                <w:color w:val="000000" w:themeColor="text1"/>
              </w:rPr>
              <w:t>Bus.</w:t>
            </w:r>
          </w:p>
          <w:p w14:paraId="34B04AB5" w14:textId="77777777" w:rsidR="00B939AD" w:rsidRPr="00F049B5" w:rsidRDefault="00B939AD" w:rsidP="00B939AD">
            <w:pPr>
              <w:pStyle w:val="Testocommento"/>
              <w:ind w:left="60"/>
              <w:jc w:val="both"/>
              <w:rPr>
                <w:rFonts w:ascii="Poppins" w:hAnsi="Poppins" w:cs="Poppins"/>
                <w:color w:val="000000" w:themeColor="text1"/>
              </w:rPr>
            </w:pPr>
          </w:p>
          <w:p w14:paraId="36DB1484" w14:textId="64937477" w:rsidR="00B939AD" w:rsidRPr="00F049B5" w:rsidRDefault="00B939AD" w:rsidP="00B939AD">
            <w:pPr>
              <w:pStyle w:val="Testocommento"/>
              <w:ind w:left="60"/>
              <w:jc w:val="both"/>
              <w:rPr>
                <w:rFonts w:ascii="Poppins" w:hAnsi="Poppins" w:cs="Poppins"/>
                <w:color w:val="000000" w:themeColor="text1"/>
              </w:rPr>
            </w:pPr>
            <w:r w:rsidRPr="00F049B5">
              <w:rPr>
                <w:rFonts w:ascii="Poppins" w:hAnsi="Poppins" w:cs="Poppins"/>
                <w:color w:val="000000" w:themeColor="text1"/>
              </w:rPr>
              <w:t>E’ possibile abbinare ad un concentratore M</w:t>
            </w:r>
            <w:r w:rsidR="00856252">
              <w:rPr>
                <w:rFonts w:ascii="Poppins" w:hAnsi="Poppins" w:cs="Poppins"/>
                <w:color w:val="000000" w:themeColor="text1"/>
              </w:rPr>
              <w:t>-</w:t>
            </w:r>
            <w:r w:rsidRPr="00F049B5">
              <w:rPr>
                <w:rFonts w:ascii="Poppins" w:hAnsi="Poppins" w:cs="Poppins"/>
                <w:color w:val="000000" w:themeColor="text1"/>
              </w:rPr>
              <w:t>Bus fino a 4 espansioni da 60 indirizzi (20+60+60+60+60=260 indirizzi totali considerando però che il limite massimo di indi</w:t>
            </w:r>
            <w:r w:rsidR="00856252">
              <w:rPr>
                <w:rFonts w:ascii="Poppins" w:hAnsi="Poppins" w:cs="Poppins"/>
                <w:color w:val="000000" w:themeColor="text1"/>
              </w:rPr>
              <w:t>-</w:t>
            </w:r>
            <w:r w:rsidRPr="00F049B5">
              <w:rPr>
                <w:rFonts w:ascii="Poppins" w:hAnsi="Poppins" w:cs="Poppins"/>
                <w:color w:val="000000" w:themeColor="text1"/>
              </w:rPr>
              <w:t>rizzi M</w:t>
            </w:r>
            <w:r w:rsidR="00856252">
              <w:rPr>
                <w:rFonts w:ascii="Poppins" w:hAnsi="Poppins" w:cs="Poppins"/>
                <w:color w:val="000000" w:themeColor="text1"/>
              </w:rPr>
              <w:t>-</w:t>
            </w:r>
            <w:r w:rsidRPr="00F049B5">
              <w:rPr>
                <w:rFonts w:ascii="Poppins" w:hAnsi="Poppins" w:cs="Poppins"/>
                <w:color w:val="000000" w:themeColor="text1"/>
              </w:rPr>
              <w:t>Bus gestibili è 250).</w:t>
            </w:r>
          </w:p>
          <w:p w14:paraId="09C69B06" w14:textId="77777777" w:rsidR="00B939AD" w:rsidRPr="00F049B5" w:rsidRDefault="00B939AD" w:rsidP="00B939AD">
            <w:pPr>
              <w:pStyle w:val="Testocommento"/>
              <w:ind w:left="60"/>
              <w:jc w:val="both"/>
              <w:rPr>
                <w:rFonts w:ascii="Poppins" w:hAnsi="Poppins" w:cs="Poppins"/>
                <w:color w:val="000000" w:themeColor="text1"/>
              </w:rPr>
            </w:pPr>
          </w:p>
          <w:p w14:paraId="0DAED2EA" w14:textId="1C0466A4" w:rsidR="00B939AD" w:rsidRPr="00F049B5" w:rsidRDefault="00B939AD" w:rsidP="00B939AD">
            <w:pPr>
              <w:pStyle w:val="Testocommento"/>
              <w:jc w:val="both"/>
              <w:rPr>
                <w:rFonts w:ascii="Poppins" w:hAnsi="Poppins" w:cs="Poppins"/>
                <w:b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/>
                <w:bCs/>
                <w:color w:val="000000" w:themeColor="text1"/>
              </w:rPr>
              <w:t xml:space="preserve">Marca </w:t>
            </w:r>
            <w:r w:rsidR="00C04156">
              <w:rPr>
                <w:rFonts w:ascii="Poppins" w:hAnsi="Poppins" w:cs="Poppins"/>
                <w:b/>
                <w:bCs/>
                <w:color w:val="000000" w:themeColor="text1"/>
              </w:rPr>
              <w:t>Emmeti</w:t>
            </w:r>
            <w:r w:rsidRPr="00F049B5">
              <w:rPr>
                <w:rFonts w:ascii="Poppins" w:hAnsi="Poppins" w:cs="Poppins"/>
                <w:b/>
                <w:bCs/>
                <w:color w:val="000000" w:themeColor="text1"/>
              </w:rPr>
              <w:t xml:space="preserve"> – Modello Energy Manager  </w:t>
            </w:r>
            <w:r>
              <w:rPr>
                <w:rFonts w:ascii="Poppins" w:hAnsi="Poppins" w:cs="Poppins"/>
                <w:b/>
                <w:bCs/>
                <w:color w:val="000000" w:themeColor="text1"/>
              </w:rPr>
              <w:t>Espansione</w:t>
            </w:r>
            <w:r w:rsidRPr="00F049B5">
              <w:rPr>
                <w:rFonts w:ascii="Poppins" w:hAnsi="Poppins" w:cs="Poppins"/>
                <w:b/>
                <w:bCs/>
                <w:color w:val="000000" w:themeColor="text1"/>
              </w:rPr>
              <w:t xml:space="preserve"> 60 o equivalente</w:t>
            </w:r>
            <w:r>
              <w:rPr>
                <w:rFonts w:ascii="Poppins" w:hAnsi="Poppins" w:cs="Poppins"/>
                <w:b/>
                <w:bCs/>
                <w:color w:val="000000" w:themeColor="text1"/>
              </w:rPr>
              <w:t>.</w:t>
            </w:r>
          </w:p>
        </w:tc>
      </w:tr>
      <w:tr w:rsidR="00B939AD" w:rsidRPr="00614C92" w14:paraId="3F5AA866" w14:textId="77777777" w:rsidTr="00A16FCA">
        <w:tc>
          <w:tcPr>
            <w:tcW w:w="1398" w:type="dxa"/>
            <w:hideMark/>
          </w:tcPr>
          <w:p w14:paraId="0FF29BD1" w14:textId="098EAB13" w:rsidR="00B939AD" w:rsidRPr="00F049B5" w:rsidRDefault="00B939AD" w:rsidP="00B939AD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>027097</w:t>
            </w:r>
            <w:r w:rsidR="00B26173">
              <w:rPr>
                <w:rFonts w:ascii="Poppins" w:hAnsi="Poppins" w:cs="Poppins"/>
                <w:bCs/>
                <w:color w:val="000000" w:themeColor="text1"/>
                <w:sz w:val="20"/>
              </w:rPr>
              <w:t>64</w:t>
            </w:r>
          </w:p>
        </w:tc>
        <w:tc>
          <w:tcPr>
            <w:tcW w:w="2297" w:type="dxa"/>
            <w:hideMark/>
          </w:tcPr>
          <w:p w14:paraId="69505D77" w14:textId="2686D560" w:rsidR="00B939AD" w:rsidRPr="00F049B5" w:rsidRDefault="00B939AD" w:rsidP="00B939AD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CA366F">
              <w:rPr>
                <w:rFonts w:ascii="Poppins" w:hAnsi="Poppins" w:cs="Poppins"/>
                <w:bCs/>
                <w:color w:val="000000" w:themeColor="text1"/>
                <w:sz w:val="20"/>
              </w:rPr>
              <w:t>Energy Manager Kit connettività RUT24</w:t>
            </w:r>
            <w:r w:rsidR="00B26173">
              <w:rPr>
                <w:rFonts w:ascii="Poppins" w:hAnsi="Poppins" w:cs="Poppins"/>
                <w:bCs/>
                <w:color w:val="000000" w:themeColor="text1"/>
                <w:sz w:val="20"/>
              </w:rPr>
              <w:t>1</w:t>
            </w:r>
          </w:p>
        </w:tc>
        <w:tc>
          <w:tcPr>
            <w:tcW w:w="5803" w:type="dxa"/>
          </w:tcPr>
          <w:p w14:paraId="52EFC7ED" w14:textId="7A761922" w:rsidR="00B939AD" w:rsidRPr="00F049B5" w:rsidRDefault="00B939AD" w:rsidP="00B939AD">
            <w:pPr>
              <w:pStyle w:val="Testocommento"/>
              <w:ind w:left="60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>Il Kit connettività RUT2</w:t>
            </w:r>
            <w:r>
              <w:rPr>
                <w:rFonts w:ascii="Poppins" w:hAnsi="Poppins" w:cs="Poppins"/>
                <w:bCs/>
                <w:color w:val="000000" w:themeColor="text1"/>
              </w:rPr>
              <w:t>4</w:t>
            </w:r>
            <w:r w:rsidR="00B26173">
              <w:rPr>
                <w:rFonts w:ascii="Poppins" w:hAnsi="Poppins" w:cs="Poppins"/>
                <w:bCs/>
                <w:color w:val="000000" w:themeColor="text1"/>
              </w:rPr>
              <w:t>1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 xml:space="preserve"> consente la trasmissione dei dati da concentratore Energy Manager in remoto.</w:t>
            </w:r>
          </w:p>
          <w:p w14:paraId="53D5A663" w14:textId="77777777" w:rsidR="00B939AD" w:rsidRPr="00F049B5" w:rsidRDefault="00B939AD" w:rsidP="00B939AD">
            <w:pPr>
              <w:pStyle w:val="Testocommento"/>
              <w:ind w:left="60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</w:p>
          <w:p w14:paraId="465D1542" w14:textId="77777777" w:rsidR="00B939AD" w:rsidRPr="009A2CEA" w:rsidRDefault="00B939AD" w:rsidP="00B939AD">
            <w:pPr>
              <w:pStyle w:val="Testocommento"/>
              <w:ind w:left="60"/>
              <w:jc w:val="both"/>
              <w:rPr>
                <w:rFonts w:ascii="Poppins" w:hAnsi="Poppins" w:cs="Poppins"/>
                <w:bCs/>
                <w:color w:val="000000" w:themeColor="text1"/>
                <w:lang w:val="fr-FR"/>
              </w:rPr>
            </w:pPr>
            <w:r w:rsidRPr="009A2CEA">
              <w:rPr>
                <w:rFonts w:ascii="Poppins" w:hAnsi="Poppins" w:cs="Poppins"/>
                <w:bCs/>
                <w:color w:val="000000" w:themeColor="text1"/>
                <w:lang w:val="fr-FR"/>
              </w:rPr>
              <w:t>Il kit comprende:</w:t>
            </w:r>
          </w:p>
          <w:p w14:paraId="7C055107" w14:textId="2F328181" w:rsidR="00B939AD" w:rsidRPr="009A2CEA" w:rsidRDefault="00B939AD" w:rsidP="00B939AD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  <w:lang w:val="fr-FR"/>
              </w:rPr>
            </w:pPr>
            <w:r w:rsidRPr="009A2CEA">
              <w:rPr>
                <w:rFonts w:ascii="Poppins" w:hAnsi="Poppins" w:cs="Poppins"/>
                <w:bCs/>
                <w:color w:val="000000" w:themeColor="text1"/>
                <w:lang w:val="fr-FR"/>
              </w:rPr>
              <w:t xml:space="preserve">Modem Router </w:t>
            </w:r>
            <w:r w:rsidR="00B26173">
              <w:rPr>
                <w:rFonts w:ascii="Poppins" w:hAnsi="Poppins" w:cs="Poppins"/>
                <w:bCs/>
                <w:color w:val="000000" w:themeColor="text1"/>
                <w:lang w:val="fr-FR"/>
              </w:rPr>
              <w:t>4G</w:t>
            </w:r>
          </w:p>
          <w:p w14:paraId="73026164" w14:textId="4AD8BA64" w:rsidR="00B939AD" w:rsidRPr="00F049B5" w:rsidRDefault="00B939AD" w:rsidP="00B939AD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>Alimentatore a muro</w:t>
            </w:r>
          </w:p>
          <w:p w14:paraId="3D5F303D" w14:textId="787C1902" w:rsidR="00B939AD" w:rsidRPr="00F049B5" w:rsidRDefault="00B939AD" w:rsidP="00B939AD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 xml:space="preserve">Cavo di rete tipo CAT 5E lunghezza </w:t>
            </w:r>
            <w:r w:rsidR="00B26173">
              <w:rPr>
                <w:rFonts w:ascii="Poppins" w:hAnsi="Poppins" w:cs="Poppins"/>
                <w:bCs/>
                <w:color w:val="000000" w:themeColor="text1"/>
              </w:rPr>
              <w:t>1,5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 xml:space="preserve"> m</w:t>
            </w:r>
          </w:p>
          <w:p w14:paraId="07CA7831" w14:textId="24A06691" w:rsidR="00B939AD" w:rsidRPr="00F049B5" w:rsidRDefault="00B939AD" w:rsidP="00B939AD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>N° 2 antenne UMTS/GSM omnidirezionali per installazione interna</w:t>
            </w:r>
          </w:p>
          <w:p w14:paraId="7D71B615" w14:textId="388B8EBC" w:rsidR="00B939AD" w:rsidRPr="00F049B5" w:rsidRDefault="00B939AD" w:rsidP="00B939AD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 xml:space="preserve">SIM Vodafone comprensiva di servizio traffico dati (500 MB/mese) con validità di 24 mesi dal momento della registrazione, o entro un termine massimo indicato, per accedere da remoto al concentratore sia da PC che da dispositivi mobili. </w:t>
            </w:r>
          </w:p>
          <w:p w14:paraId="0E632C02" w14:textId="77777777" w:rsidR="00B939AD" w:rsidRPr="00F049B5" w:rsidRDefault="00B939AD" w:rsidP="00B939AD">
            <w:pPr>
              <w:pStyle w:val="Testocommento"/>
              <w:ind w:left="60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</w:p>
          <w:p w14:paraId="0D9BFD41" w14:textId="77777777" w:rsidR="00B939AD" w:rsidRPr="00F049B5" w:rsidRDefault="00B939AD" w:rsidP="00B939AD">
            <w:pPr>
              <w:pStyle w:val="Testocommento"/>
              <w:ind w:left="60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>La registrazione della SIM deve essere effettuata da parte dell’utilizzatore finale tramite il sito del fornitore del servizio utilizzando la procedura all’interno della confezione.</w:t>
            </w:r>
          </w:p>
          <w:p w14:paraId="344F66C1" w14:textId="77777777" w:rsidR="00B939AD" w:rsidRPr="00F049B5" w:rsidRDefault="00B939AD" w:rsidP="00B939AD">
            <w:pPr>
              <w:pStyle w:val="Testocommento"/>
              <w:ind w:left="60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 xml:space="preserve">L’articolo deve essere ordinato solo nel momento in cui si vuole attivare il servizio. La durata di 24 mesi dell’abbonamento dati decorre dal momento dell’attivazione o da un termine massimo indicato sull’etichetta del prodotto. </w:t>
            </w:r>
          </w:p>
          <w:p w14:paraId="6525C02B" w14:textId="77777777" w:rsidR="00B939AD" w:rsidRPr="00F049B5" w:rsidRDefault="00B939AD" w:rsidP="00B939AD">
            <w:pPr>
              <w:pStyle w:val="Testocommento"/>
              <w:ind w:left="60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>Utilizzare il kit connettività dopo tale data comporta una durata inferiore dell’abbonamento dati.</w:t>
            </w:r>
          </w:p>
          <w:p w14:paraId="744A2B74" w14:textId="77777777" w:rsidR="00B939AD" w:rsidRPr="00F049B5" w:rsidRDefault="00B939AD" w:rsidP="00B939AD">
            <w:pPr>
              <w:pStyle w:val="Testocommento"/>
              <w:ind w:left="60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</w:p>
          <w:p w14:paraId="5C71E851" w14:textId="77777777" w:rsidR="00B939AD" w:rsidRPr="00F049B5" w:rsidRDefault="00B939AD" w:rsidP="00B939AD">
            <w:pPr>
              <w:pStyle w:val="Testocommento"/>
              <w:ind w:left="60"/>
              <w:jc w:val="both"/>
              <w:rPr>
                <w:rFonts w:ascii="Poppins" w:hAnsi="Poppins" w:cs="Poppins"/>
                <w:b/>
                <w:color w:val="000000" w:themeColor="text1"/>
              </w:rPr>
            </w:pPr>
            <w:r w:rsidRPr="00F049B5">
              <w:rPr>
                <w:rFonts w:ascii="Poppins" w:hAnsi="Poppins" w:cs="Poppins"/>
                <w:b/>
                <w:color w:val="000000" w:themeColor="text1"/>
              </w:rPr>
              <w:t>Dati tecnici:</w:t>
            </w:r>
          </w:p>
          <w:p w14:paraId="18EA49EA" w14:textId="64CCD460" w:rsidR="00B939AD" w:rsidRPr="00F049B5" w:rsidRDefault="00B939AD" w:rsidP="00B939AD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>Alimentazione:</w:t>
            </w:r>
            <w:r>
              <w:rPr>
                <w:rFonts w:ascii="Poppins" w:hAnsi="Poppins" w:cs="Poppins"/>
                <w:bCs/>
                <w:color w:val="000000" w:themeColor="text1"/>
              </w:rPr>
              <w:t xml:space="preserve"> 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>100</w:t>
            </w:r>
            <w:r w:rsidR="00856252">
              <w:rPr>
                <w:rFonts w:ascii="Poppins" w:hAnsi="Poppins" w:cs="Poppins"/>
                <w:bCs/>
                <w:color w:val="000000" w:themeColor="text1"/>
              </w:rPr>
              <w:t>-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>240 VAC &gt; 9 VDC</w:t>
            </w:r>
          </w:p>
          <w:p w14:paraId="6F224B5B" w14:textId="2B712B32" w:rsidR="00B939AD" w:rsidRPr="00F049B5" w:rsidRDefault="00B939AD" w:rsidP="00B939AD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>Consumo max: 5 W</w:t>
            </w:r>
          </w:p>
          <w:p w14:paraId="4B0EBF8D" w14:textId="77777777" w:rsidR="00B939AD" w:rsidRDefault="00B939AD" w:rsidP="00B939AD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CA366F">
              <w:rPr>
                <w:rFonts w:ascii="Poppins" w:hAnsi="Poppins" w:cs="Poppins"/>
                <w:bCs/>
                <w:color w:val="000000" w:themeColor="text1"/>
              </w:rPr>
              <w:lastRenderedPageBreak/>
              <w:t>Bande di trasmissione: HSUPA/ HSDPA/ UMTS (850/900/AWS1700/1900/2100 MHz) EDGE (850/900/1800/1900 MHz) GSM (850/900/1800/1900 MHz)</w:t>
            </w:r>
          </w:p>
          <w:p w14:paraId="2D897728" w14:textId="392BCC5C" w:rsidR="00B939AD" w:rsidRPr="00F049B5" w:rsidRDefault="00B939AD" w:rsidP="00B939AD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>Porte LAN: 4</w:t>
            </w:r>
            <w:r w:rsidRPr="00CA366F">
              <w:rPr>
                <w:rFonts w:ascii="Poppins" w:hAnsi="Poppins" w:cs="Poppins"/>
                <w:bCs/>
                <w:color w:val="000000" w:themeColor="text1"/>
              </w:rPr>
              <w:t xml:space="preserve"> (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CA366F">
              <w:rPr>
                <w:rFonts w:ascii="Poppins" w:hAnsi="Poppins" w:cs="Poppins"/>
                <w:bCs/>
                <w:color w:val="000000" w:themeColor="text1"/>
              </w:rPr>
              <w:t xml:space="preserve"> x LAN 10/100 Mbps porte Ethernet e 1 x WAN 10/100 Mbps porta Ethernet)</w:t>
            </w:r>
          </w:p>
          <w:p w14:paraId="62CFB8F6" w14:textId="77777777" w:rsidR="00B939AD" w:rsidRPr="00F049B5" w:rsidRDefault="00B939AD" w:rsidP="00B939AD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</w:p>
          <w:p w14:paraId="0DACF5B4" w14:textId="1FCFDE61" w:rsidR="00B939AD" w:rsidRPr="00F049B5" w:rsidRDefault="00B939AD" w:rsidP="00B939AD">
            <w:pPr>
              <w:pStyle w:val="Testocommento"/>
              <w:ind w:left="60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/>
                <w:bCs/>
                <w:color w:val="000000" w:themeColor="text1"/>
              </w:rPr>
              <w:t xml:space="preserve">Marca </w:t>
            </w:r>
            <w:r w:rsidR="00C04156">
              <w:rPr>
                <w:rFonts w:ascii="Poppins" w:hAnsi="Poppins" w:cs="Poppins"/>
                <w:b/>
                <w:bCs/>
                <w:color w:val="000000" w:themeColor="text1"/>
              </w:rPr>
              <w:t>Emmeti</w:t>
            </w:r>
            <w:r w:rsidRPr="00F049B5">
              <w:rPr>
                <w:rFonts w:ascii="Poppins" w:hAnsi="Poppins" w:cs="Poppins"/>
                <w:b/>
                <w:bCs/>
                <w:color w:val="000000" w:themeColor="text1"/>
              </w:rPr>
              <w:t xml:space="preserve"> – Modello Energy Manager Kit connettività RUT2</w:t>
            </w:r>
            <w:r>
              <w:rPr>
                <w:rFonts w:ascii="Poppins" w:hAnsi="Poppins" w:cs="Poppins"/>
                <w:b/>
                <w:bCs/>
                <w:color w:val="000000" w:themeColor="text1"/>
              </w:rPr>
              <w:t>4</w:t>
            </w:r>
            <w:r w:rsidR="00B26173">
              <w:rPr>
                <w:rFonts w:ascii="Poppins" w:hAnsi="Poppins" w:cs="Poppins"/>
                <w:b/>
                <w:bCs/>
                <w:color w:val="000000" w:themeColor="text1"/>
              </w:rPr>
              <w:t>1</w:t>
            </w:r>
            <w:r w:rsidRPr="00F049B5">
              <w:rPr>
                <w:rFonts w:ascii="Poppins" w:hAnsi="Poppins" w:cs="Poppins"/>
                <w:b/>
                <w:bCs/>
                <w:color w:val="000000" w:themeColor="text1"/>
              </w:rPr>
              <w:t xml:space="preserve"> o equivalente</w:t>
            </w:r>
            <w:r>
              <w:rPr>
                <w:rFonts w:ascii="Poppins" w:hAnsi="Poppins" w:cs="Poppins"/>
                <w:b/>
                <w:bCs/>
                <w:color w:val="000000" w:themeColor="text1"/>
              </w:rPr>
              <w:t>.</w:t>
            </w:r>
          </w:p>
        </w:tc>
      </w:tr>
      <w:tr w:rsidR="00B939AD" w:rsidRPr="00614C92" w14:paraId="51B78F6E" w14:textId="77777777" w:rsidTr="00A16FCA">
        <w:tc>
          <w:tcPr>
            <w:tcW w:w="1398" w:type="dxa"/>
            <w:hideMark/>
          </w:tcPr>
          <w:p w14:paraId="13FB18C4" w14:textId="52A239C8" w:rsidR="00B939AD" w:rsidRPr="00F049B5" w:rsidRDefault="00B939AD" w:rsidP="00B939AD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>02708</w:t>
            </w:r>
            <w:r w:rsidR="00EE2606">
              <w:rPr>
                <w:rFonts w:ascii="Poppins" w:hAnsi="Poppins" w:cs="Poppins"/>
                <w:bCs/>
                <w:color w:val="000000" w:themeColor="text1"/>
                <w:sz w:val="20"/>
              </w:rPr>
              <w:t>3</w:t>
            </w: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>76</w:t>
            </w:r>
          </w:p>
        </w:tc>
        <w:tc>
          <w:tcPr>
            <w:tcW w:w="2297" w:type="dxa"/>
            <w:hideMark/>
          </w:tcPr>
          <w:p w14:paraId="22F1C42A" w14:textId="77777777" w:rsidR="00B939AD" w:rsidRPr="00F049B5" w:rsidRDefault="00B939AD" w:rsidP="00B939AD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>Cavo adattatore USB/Ethernet</w:t>
            </w:r>
          </w:p>
        </w:tc>
        <w:tc>
          <w:tcPr>
            <w:tcW w:w="5803" w:type="dxa"/>
          </w:tcPr>
          <w:p w14:paraId="4FC732A7" w14:textId="77777777" w:rsidR="00B939AD" w:rsidRPr="00F049B5" w:rsidRDefault="00B939AD" w:rsidP="00B939AD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>Il cavo adattatore USB/Ethernet consente il collegamento diretto tra laptop e concentratore, nel caso in cui il laptop non sia provvisto di porta Ethernet</w:t>
            </w:r>
          </w:p>
          <w:p w14:paraId="27EF2170" w14:textId="77777777" w:rsidR="00B939AD" w:rsidRPr="00F049B5" w:rsidRDefault="00B939AD" w:rsidP="00B939AD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</w:p>
          <w:p w14:paraId="1BE28754" w14:textId="2BD7D1F1" w:rsidR="00B939AD" w:rsidRPr="00F049B5" w:rsidRDefault="00B939AD" w:rsidP="00B939AD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>Connettori: RJ</w:t>
            </w:r>
            <w:r w:rsidR="00856252">
              <w:rPr>
                <w:rFonts w:ascii="Poppins" w:hAnsi="Poppins" w:cs="Poppins"/>
                <w:bCs/>
                <w:color w:val="000000" w:themeColor="text1"/>
              </w:rPr>
              <w:t>-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>45 Femmina, USB Type</w:t>
            </w:r>
            <w:r w:rsidR="00856252">
              <w:rPr>
                <w:rFonts w:ascii="Poppins" w:hAnsi="Poppins" w:cs="Poppins"/>
                <w:bCs/>
                <w:color w:val="000000" w:themeColor="text1"/>
              </w:rPr>
              <w:t>-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 xml:space="preserve">A 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 xml:space="preserve">.0 Maschio </w:t>
            </w:r>
          </w:p>
          <w:p w14:paraId="5C6E597C" w14:textId="1BCB2067" w:rsidR="00B939AD" w:rsidRPr="00F049B5" w:rsidRDefault="00B939AD" w:rsidP="00B939AD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 xml:space="preserve">Supporta gli standard USB 1.1, 2.0 e 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>.0</w:t>
            </w:r>
          </w:p>
          <w:p w14:paraId="106BDE30" w14:textId="4B02F353" w:rsidR="00B939AD" w:rsidRPr="00F049B5" w:rsidRDefault="00B939AD" w:rsidP="00B939AD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>CD con Driver di installazione incluso</w:t>
            </w:r>
          </w:p>
          <w:p w14:paraId="4B3D89CC" w14:textId="77777777" w:rsidR="00B939AD" w:rsidRPr="00F049B5" w:rsidRDefault="00B939AD" w:rsidP="00B939AD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</w:p>
          <w:p w14:paraId="0EBC83DF" w14:textId="0B2E9ADF" w:rsidR="00B939AD" w:rsidRPr="00F049B5" w:rsidRDefault="00B939AD" w:rsidP="00B939AD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>Compatibile con Windows XP/Vista/7/8/8.1/10, Mac OS e Linux. La registrazione deve essere effettuata da parte dell’utilizzatore finale tramite il sito del fornitore del servizio utilizzando la procedura all’interno della confezione.</w:t>
            </w:r>
          </w:p>
          <w:p w14:paraId="15F80361" w14:textId="77777777" w:rsidR="00B939AD" w:rsidRPr="00F049B5" w:rsidRDefault="00B939AD" w:rsidP="00B939AD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</w:p>
          <w:p w14:paraId="711BC73E" w14:textId="0D395B67" w:rsidR="00B939AD" w:rsidRPr="00F049B5" w:rsidRDefault="00B939AD" w:rsidP="00B939AD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/>
                <w:bCs/>
                <w:color w:val="000000" w:themeColor="text1"/>
              </w:rPr>
              <w:t xml:space="preserve">Marca </w:t>
            </w:r>
            <w:r w:rsidR="00C04156">
              <w:rPr>
                <w:rFonts w:ascii="Poppins" w:hAnsi="Poppins" w:cs="Poppins"/>
                <w:b/>
                <w:bCs/>
                <w:color w:val="000000" w:themeColor="text1"/>
              </w:rPr>
              <w:t>Emmeti</w:t>
            </w:r>
            <w:r w:rsidRPr="00F049B5">
              <w:rPr>
                <w:rFonts w:ascii="Poppins" w:hAnsi="Poppins" w:cs="Poppins"/>
                <w:b/>
                <w:bCs/>
                <w:color w:val="000000" w:themeColor="text1"/>
              </w:rPr>
              <w:t xml:space="preserve"> – Modello Cavo adattatore USB/Ethernet o equivalente</w:t>
            </w:r>
            <w:r>
              <w:rPr>
                <w:rFonts w:ascii="Poppins" w:hAnsi="Poppins" w:cs="Poppins"/>
                <w:b/>
                <w:bCs/>
                <w:color w:val="000000" w:themeColor="text1"/>
              </w:rPr>
              <w:t>.</w:t>
            </w:r>
          </w:p>
        </w:tc>
      </w:tr>
      <w:tr w:rsidR="00B939AD" w:rsidRPr="00614C92" w14:paraId="0E64AE5D" w14:textId="77777777" w:rsidTr="00A16FCA">
        <w:tc>
          <w:tcPr>
            <w:tcW w:w="1398" w:type="dxa"/>
            <w:hideMark/>
          </w:tcPr>
          <w:p w14:paraId="0A065D2F" w14:textId="3795583B" w:rsidR="00B939AD" w:rsidRPr="00F049B5" w:rsidRDefault="00B939AD" w:rsidP="00B939AD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>281</w:t>
            </w:r>
            <w:r w:rsidR="00EE2606">
              <w:rPr>
                <w:rFonts w:ascii="Poppins" w:hAnsi="Poppins" w:cs="Poppins"/>
                <w:bCs/>
                <w:color w:val="000000" w:themeColor="text1"/>
                <w:sz w:val="20"/>
              </w:rPr>
              <w:t>3</w:t>
            </w: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>91</w:t>
            </w:r>
            <w:r w:rsidR="00EE2606">
              <w:rPr>
                <w:rFonts w:ascii="Poppins" w:hAnsi="Poppins" w:cs="Poppins"/>
                <w:bCs/>
                <w:color w:val="000000" w:themeColor="text1"/>
                <w:sz w:val="20"/>
              </w:rPr>
              <w:t>3</w:t>
            </w: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>0</w:t>
            </w:r>
          </w:p>
        </w:tc>
        <w:tc>
          <w:tcPr>
            <w:tcW w:w="2297" w:type="dxa"/>
            <w:hideMark/>
          </w:tcPr>
          <w:p w14:paraId="31318EF8" w14:textId="77777777" w:rsidR="00B939AD" w:rsidRPr="00F049B5" w:rsidRDefault="00B939AD" w:rsidP="00B939AD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 xml:space="preserve">Trasformatore </w:t>
            </w:r>
          </w:p>
          <w:p w14:paraId="55469117" w14:textId="37BAFCA3" w:rsidR="00B939AD" w:rsidRPr="00F049B5" w:rsidRDefault="00B939AD" w:rsidP="00B939AD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>2</w:t>
            </w:r>
            <w:r w:rsidR="00EE2606">
              <w:rPr>
                <w:rFonts w:ascii="Poppins" w:hAnsi="Poppins" w:cs="Poppins"/>
                <w:bCs/>
                <w:color w:val="000000" w:themeColor="text1"/>
                <w:sz w:val="20"/>
              </w:rPr>
              <w:t>3</w:t>
            </w: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>0/24 V 10 VA</w:t>
            </w:r>
          </w:p>
        </w:tc>
        <w:tc>
          <w:tcPr>
            <w:tcW w:w="5803" w:type="dxa"/>
          </w:tcPr>
          <w:p w14:paraId="059E0891" w14:textId="52728C95" w:rsidR="00B939AD" w:rsidRPr="00F049B5" w:rsidRDefault="00B939AD" w:rsidP="00B939AD">
            <w:pPr>
              <w:pStyle w:val="Testocommento"/>
              <w:tabs>
                <w:tab w:val="left" w:pos="945"/>
              </w:tabs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>Trasformatore 2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>0/24 Vac, 10 A, da utilizzare per alimentare il concentratore Energy Manager, nel caso in cui a questo non venga abbinata alcuna espansione.</w:t>
            </w:r>
          </w:p>
          <w:p w14:paraId="1ABB539B" w14:textId="77777777" w:rsidR="00B939AD" w:rsidRPr="00F049B5" w:rsidRDefault="00B939AD" w:rsidP="00B939AD">
            <w:pPr>
              <w:pStyle w:val="Testocommento"/>
              <w:tabs>
                <w:tab w:val="left" w:pos="945"/>
              </w:tabs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</w:p>
          <w:p w14:paraId="1F832C3D" w14:textId="77777777" w:rsidR="00B939AD" w:rsidRPr="00F049B5" w:rsidRDefault="00B939AD" w:rsidP="00B939AD">
            <w:pPr>
              <w:pStyle w:val="Testocommento"/>
              <w:tabs>
                <w:tab w:val="left" w:pos="945"/>
              </w:tabs>
              <w:jc w:val="both"/>
              <w:rPr>
                <w:rFonts w:ascii="Poppins" w:hAnsi="Poppins" w:cs="Poppins"/>
                <w:b/>
                <w:color w:val="000000" w:themeColor="text1"/>
              </w:rPr>
            </w:pPr>
            <w:r w:rsidRPr="00F049B5">
              <w:rPr>
                <w:rFonts w:ascii="Poppins" w:hAnsi="Poppins" w:cs="Poppins"/>
                <w:b/>
                <w:color w:val="000000" w:themeColor="text1"/>
              </w:rPr>
              <w:t>Dati tecnici:</w:t>
            </w:r>
          </w:p>
          <w:p w14:paraId="0644EC37" w14:textId="452F1F58" w:rsidR="00B939AD" w:rsidRPr="00F049B5" w:rsidRDefault="00B939AD" w:rsidP="00B939AD">
            <w:pPr>
              <w:pStyle w:val="Testocommento"/>
              <w:numPr>
                <w:ilvl w:val="0"/>
                <w:numId w:val="40"/>
              </w:numPr>
              <w:tabs>
                <w:tab w:val="left" w:pos="945"/>
              </w:tabs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>Alimentazione: 2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 xml:space="preserve">0 Vac </w:t>
            </w:r>
            <w:r w:rsidR="00856252">
              <w:rPr>
                <w:rFonts w:ascii="Poppins" w:hAnsi="Poppins" w:cs="Poppins"/>
                <w:bCs/>
                <w:color w:val="000000" w:themeColor="text1"/>
              </w:rPr>
              <w:t>-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 xml:space="preserve"> 50</w:t>
            </w:r>
            <w:r w:rsidR="00856252">
              <w:rPr>
                <w:rFonts w:ascii="Poppins" w:hAnsi="Poppins" w:cs="Poppins"/>
                <w:bCs/>
                <w:color w:val="000000" w:themeColor="text1"/>
              </w:rPr>
              <w:t>-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>60 Hz</w:t>
            </w:r>
          </w:p>
          <w:p w14:paraId="1D26BB78" w14:textId="2A9A2610" w:rsidR="00B939AD" w:rsidRPr="00F049B5" w:rsidRDefault="00B939AD" w:rsidP="00B939AD">
            <w:pPr>
              <w:pStyle w:val="Testocommento"/>
              <w:numPr>
                <w:ilvl w:val="0"/>
                <w:numId w:val="40"/>
              </w:numPr>
              <w:tabs>
                <w:tab w:val="left" w:pos="945"/>
              </w:tabs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>Potenza: 10 VA</w:t>
            </w:r>
          </w:p>
          <w:p w14:paraId="71F2BAFD" w14:textId="2CCD3BB5" w:rsidR="00B939AD" w:rsidRPr="00F049B5" w:rsidRDefault="00B939AD" w:rsidP="00B939AD">
            <w:pPr>
              <w:pStyle w:val="Testocommento"/>
              <w:numPr>
                <w:ilvl w:val="0"/>
                <w:numId w:val="40"/>
              </w:numPr>
              <w:tabs>
                <w:tab w:val="left" w:pos="945"/>
              </w:tabs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>Agganciabile su guida DIN (EN 60715)</w:t>
            </w:r>
          </w:p>
          <w:p w14:paraId="3623DE47" w14:textId="528E154C" w:rsidR="00B939AD" w:rsidRPr="00F049B5" w:rsidRDefault="00B939AD" w:rsidP="00B939AD">
            <w:pPr>
              <w:pStyle w:val="Testocommento"/>
              <w:numPr>
                <w:ilvl w:val="0"/>
                <w:numId w:val="40"/>
              </w:numPr>
              <w:tabs>
                <w:tab w:val="left" w:pos="945"/>
              </w:tabs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>Dimensione: 2 moduli DIN (95x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>5x58 mm)</w:t>
            </w:r>
          </w:p>
          <w:p w14:paraId="50689D65" w14:textId="77777777" w:rsidR="00B939AD" w:rsidRPr="00F049B5" w:rsidRDefault="00B939AD" w:rsidP="00B939AD">
            <w:pPr>
              <w:pStyle w:val="Testocommento"/>
              <w:tabs>
                <w:tab w:val="left" w:pos="945"/>
              </w:tabs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</w:p>
          <w:p w14:paraId="1913244F" w14:textId="6FDE3E5E" w:rsidR="00B939AD" w:rsidRPr="00F049B5" w:rsidRDefault="00B939AD" w:rsidP="00B939AD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/>
                <w:bCs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/>
                <w:bCs/>
                <w:color w:val="000000" w:themeColor="text1"/>
                <w:sz w:val="20"/>
              </w:rPr>
              <w:t xml:space="preserve">Marca </w:t>
            </w:r>
            <w:r w:rsidR="00C04156">
              <w:rPr>
                <w:rFonts w:ascii="Poppins" w:hAnsi="Poppins" w:cs="Poppins"/>
                <w:b/>
                <w:bCs/>
                <w:color w:val="000000" w:themeColor="text1"/>
                <w:sz w:val="20"/>
              </w:rPr>
              <w:t>Emmeti</w:t>
            </w:r>
            <w:r w:rsidRPr="00F049B5">
              <w:rPr>
                <w:rFonts w:ascii="Poppins" w:hAnsi="Poppins" w:cs="Poppins"/>
                <w:b/>
                <w:bCs/>
                <w:color w:val="000000" w:themeColor="text1"/>
                <w:sz w:val="20"/>
              </w:rPr>
              <w:t xml:space="preserve"> – Modello Trasformatore 2</w:t>
            </w:r>
            <w:r w:rsidR="00EE2606">
              <w:rPr>
                <w:rFonts w:ascii="Poppins" w:hAnsi="Poppins" w:cs="Poppins"/>
                <w:b/>
                <w:bCs/>
                <w:color w:val="000000" w:themeColor="text1"/>
                <w:sz w:val="20"/>
              </w:rPr>
              <w:t>3</w:t>
            </w:r>
            <w:r w:rsidRPr="00F049B5">
              <w:rPr>
                <w:rFonts w:ascii="Poppins" w:hAnsi="Poppins" w:cs="Poppins"/>
                <w:b/>
                <w:bCs/>
                <w:color w:val="000000" w:themeColor="text1"/>
                <w:sz w:val="20"/>
              </w:rPr>
              <w:t>0/24 V 10 VA o equivalente</w:t>
            </w:r>
            <w:r>
              <w:rPr>
                <w:rFonts w:ascii="Poppins" w:hAnsi="Poppins" w:cs="Poppins"/>
                <w:b/>
                <w:bCs/>
                <w:color w:val="000000" w:themeColor="text1"/>
                <w:sz w:val="20"/>
              </w:rPr>
              <w:t>.</w:t>
            </w:r>
          </w:p>
        </w:tc>
      </w:tr>
      <w:tr w:rsidR="00B939AD" w:rsidRPr="00614C92" w14:paraId="631B6B42" w14:textId="77777777" w:rsidTr="00A16FCA">
        <w:tc>
          <w:tcPr>
            <w:tcW w:w="1398" w:type="dxa"/>
            <w:hideMark/>
          </w:tcPr>
          <w:p w14:paraId="4781DA16" w14:textId="217A7CE6" w:rsidR="00B939AD" w:rsidRPr="00F049B5" w:rsidRDefault="00B939AD" w:rsidP="00B939AD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F049B5">
              <w:rPr>
                <w:rFonts w:ascii="Poppins" w:hAnsi="Poppins" w:cs="Poppins"/>
                <w:bCs/>
                <w:sz w:val="20"/>
              </w:rPr>
              <w:t>2815</w:t>
            </w:r>
            <w:r w:rsidR="00EE2606">
              <w:rPr>
                <w:rFonts w:ascii="Poppins" w:hAnsi="Poppins" w:cs="Poppins"/>
                <w:bCs/>
                <w:sz w:val="20"/>
              </w:rPr>
              <w:t>3</w:t>
            </w:r>
            <w:r w:rsidRPr="00F049B5">
              <w:rPr>
                <w:rFonts w:ascii="Poppins" w:hAnsi="Poppins" w:cs="Poppins"/>
                <w:bCs/>
                <w:sz w:val="20"/>
              </w:rPr>
              <w:t>410</w:t>
            </w:r>
          </w:p>
        </w:tc>
        <w:tc>
          <w:tcPr>
            <w:tcW w:w="2297" w:type="dxa"/>
            <w:hideMark/>
          </w:tcPr>
          <w:p w14:paraId="5B984F96" w14:textId="77777777" w:rsidR="00B939AD" w:rsidRPr="00F049B5" w:rsidRDefault="00B939AD" w:rsidP="00B939AD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F049B5">
              <w:rPr>
                <w:rFonts w:ascii="Poppins" w:hAnsi="Poppins" w:cs="Poppins"/>
                <w:bCs/>
                <w:sz w:val="20"/>
              </w:rPr>
              <w:t xml:space="preserve">Trasformatore </w:t>
            </w:r>
          </w:p>
          <w:p w14:paraId="7D322646" w14:textId="1774E42E" w:rsidR="00B939AD" w:rsidRPr="00F049B5" w:rsidRDefault="00B939AD" w:rsidP="00B939AD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F049B5">
              <w:rPr>
                <w:rFonts w:ascii="Poppins" w:hAnsi="Poppins" w:cs="Poppins"/>
                <w:bCs/>
                <w:sz w:val="20"/>
              </w:rPr>
              <w:t>2</w:t>
            </w:r>
            <w:r w:rsidR="00EE2606">
              <w:rPr>
                <w:rFonts w:ascii="Poppins" w:hAnsi="Poppins" w:cs="Poppins"/>
                <w:bCs/>
                <w:sz w:val="20"/>
              </w:rPr>
              <w:t>3</w:t>
            </w:r>
            <w:r w:rsidRPr="00F049B5">
              <w:rPr>
                <w:rFonts w:ascii="Poppins" w:hAnsi="Poppins" w:cs="Poppins"/>
                <w:bCs/>
                <w:sz w:val="20"/>
              </w:rPr>
              <w:t xml:space="preserve">0/24 V </w:t>
            </w:r>
            <w:r w:rsidR="00EE2606">
              <w:rPr>
                <w:rFonts w:ascii="Poppins" w:hAnsi="Poppins" w:cs="Poppins"/>
                <w:bCs/>
                <w:sz w:val="20"/>
              </w:rPr>
              <w:t>3</w:t>
            </w:r>
            <w:r w:rsidRPr="00F049B5">
              <w:rPr>
                <w:rFonts w:ascii="Poppins" w:hAnsi="Poppins" w:cs="Poppins"/>
                <w:bCs/>
                <w:sz w:val="20"/>
              </w:rPr>
              <w:t>5 VA</w:t>
            </w:r>
          </w:p>
        </w:tc>
        <w:tc>
          <w:tcPr>
            <w:tcW w:w="5803" w:type="dxa"/>
          </w:tcPr>
          <w:p w14:paraId="07F34425" w14:textId="4C2ADC55" w:rsidR="00B939AD" w:rsidRPr="00F049B5" w:rsidRDefault="00B939AD" w:rsidP="00B939AD">
            <w:pPr>
              <w:pStyle w:val="Testocommento"/>
              <w:tabs>
                <w:tab w:val="left" w:pos="945"/>
              </w:tabs>
              <w:jc w:val="both"/>
              <w:rPr>
                <w:rFonts w:ascii="Poppins" w:hAnsi="Poppins" w:cs="Poppins"/>
                <w:bCs/>
              </w:rPr>
            </w:pPr>
            <w:r w:rsidRPr="00F049B5">
              <w:rPr>
                <w:rFonts w:ascii="Poppins" w:hAnsi="Poppins" w:cs="Poppins"/>
                <w:bCs/>
              </w:rPr>
              <w:t>Trasformatore 2</w:t>
            </w:r>
            <w:r w:rsidR="00EE2606">
              <w:rPr>
                <w:rFonts w:ascii="Poppins" w:hAnsi="Poppins" w:cs="Poppins"/>
                <w:bCs/>
              </w:rPr>
              <w:t>3</w:t>
            </w:r>
            <w:r w:rsidRPr="00F049B5">
              <w:rPr>
                <w:rFonts w:ascii="Poppins" w:hAnsi="Poppins" w:cs="Poppins"/>
                <w:bCs/>
              </w:rPr>
              <w:t xml:space="preserve">0/24 V </w:t>
            </w:r>
            <w:r w:rsidR="00EE2606">
              <w:rPr>
                <w:rFonts w:ascii="Poppins" w:hAnsi="Poppins" w:cs="Poppins"/>
                <w:bCs/>
              </w:rPr>
              <w:t>3</w:t>
            </w:r>
            <w:r w:rsidRPr="00F049B5">
              <w:rPr>
                <w:rFonts w:ascii="Poppins" w:hAnsi="Poppins" w:cs="Poppins"/>
                <w:bCs/>
              </w:rPr>
              <w:t>5 VA</w:t>
            </w:r>
          </w:p>
          <w:p w14:paraId="1A89E489" w14:textId="77777777" w:rsidR="00B939AD" w:rsidRPr="00F049B5" w:rsidRDefault="00B939AD" w:rsidP="00B939AD">
            <w:pPr>
              <w:pStyle w:val="Testocommento"/>
              <w:tabs>
                <w:tab w:val="left" w:pos="945"/>
              </w:tabs>
              <w:jc w:val="both"/>
              <w:rPr>
                <w:rFonts w:ascii="Poppins" w:hAnsi="Poppins" w:cs="Poppins"/>
                <w:bCs/>
              </w:rPr>
            </w:pPr>
            <w:r w:rsidRPr="00F049B5">
              <w:rPr>
                <w:rFonts w:ascii="Poppins" w:hAnsi="Poppins" w:cs="Poppins"/>
                <w:bCs/>
              </w:rPr>
              <w:t>Misura: 5 moduli DIN</w:t>
            </w:r>
          </w:p>
          <w:p w14:paraId="37110BE0" w14:textId="77777777" w:rsidR="00B939AD" w:rsidRPr="00F049B5" w:rsidRDefault="00B939AD" w:rsidP="00B939AD">
            <w:pPr>
              <w:pStyle w:val="Testocommento"/>
              <w:tabs>
                <w:tab w:val="left" w:pos="945"/>
              </w:tabs>
              <w:jc w:val="both"/>
              <w:rPr>
                <w:rFonts w:ascii="Poppins" w:hAnsi="Poppins" w:cs="Poppins"/>
                <w:bCs/>
              </w:rPr>
            </w:pPr>
          </w:p>
          <w:p w14:paraId="24015B61" w14:textId="796BE59D" w:rsidR="00B939AD" w:rsidRPr="00F049B5" w:rsidRDefault="00B939AD" w:rsidP="00B939AD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F049B5">
              <w:rPr>
                <w:rFonts w:ascii="Poppins" w:hAnsi="Poppins" w:cs="Poppins"/>
                <w:b/>
                <w:bCs/>
                <w:sz w:val="20"/>
              </w:rPr>
              <w:lastRenderedPageBreak/>
              <w:t xml:space="preserve">Marca </w:t>
            </w:r>
            <w:r w:rsidR="00C04156">
              <w:rPr>
                <w:rFonts w:ascii="Poppins" w:hAnsi="Poppins" w:cs="Poppins"/>
                <w:b/>
                <w:bCs/>
                <w:sz w:val="20"/>
              </w:rPr>
              <w:t>Emmeti</w:t>
            </w:r>
            <w:r w:rsidRPr="00F049B5">
              <w:rPr>
                <w:rFonts w:ascii="Poppins" w:hAnsi="Poppins" w:cs="Poppins"/>
                <w:b/>
                <w:bCs/>
                <w:sz w:val="20"/>
              </w:rPr>
              <w:t xml:space="preserve"> – Modello Trasformatore 2</w:t>
            </w:r>
            <w:r w:rsidR="00EE2606">
              <w:rPr>
                <w:rFonts w:ascii="Poppins" w:hAnsi="Poppins" w:cs="Poppins"/>
                <w:b/>
                <w:bCs/>
                <w:sz w:val="20"/>
              </w:rPr>
              <w:t>3</w:t>
            </w:r>
            <w:r w:rsidRPr="00F049B5">
              <w:rPr>
                <w:rFonts w:ascii="Poppins" w:hAnsi="Poppins" w:cs="Poppins"/>
                <w:b/>
                <w:bCs/>
                <w:sz w:val="20"/>
              </w:rPr>
              <w:t xml:space="preserve">0/24 V </w:t>
            </w:r>
            <w:r w:rsidR="00EE2606">
              <w:rPr>
                <w:rFonts w:ascii="Poppins" w:hAnsi="Poppins" w:cs="Poppins"/>
                <w:b/>
                <w:bCs/>
                <w:sz w:val="20"/>
              </w:rPr>
              <w:t>3</w:t>
            </w:r>
            <w:r w:rsidRPr="00F049B5">
              <w:rPr>
                <w:rFonts w:ascii="Poppins" w:hAnsi="Poppins" w:cs="Poppins"/>
                <w:b/>
                <w:bCs/>
                <w:sz w:val="20"/>
              </w:rPr>
              <w:t>5 VA o equivalente</w:t>
            </w:r>
            <w:r>
              <w:rPr>
                <w:rFonts w:ascii="Poppins" w:hAnsi="Poppins" w:cs="Poppins"/>
                <w:b/>
                <w:bCs/>
                <w:sz w:val="20"/>
              </w:rPr>
              <w:t>.</w:t>
            </w:r>
          </w:p>
        </w:tc>
      </w:tr>
      <w:tr w:rsidR="00B939AD" w:rsidRPr="00614C92" w14:paraId="3E91FCAC" w14:textId="77777777" w:rsidTr="00A16FCA">
        <w:tc>
          <w:tcPr>
            <w:tcW w:w="1398" w:type="dxa"/>
            <w:hideMark/>
          </w:tcPr>
          <w:p w14:paraId="2DEEA6B5" w14:textId="3DC4FB8B" w:rsidR="00B939AD" w:rsidRPr="00F049B5" w:rsidRDefault="00B939AD" w:rsidP="00B939AD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F049B5">
              <w:rPr>
                <w:rFonts w:ascii="Poppins" w:hAnsi="Poppins" w:cs="Poppins"/>
                <w:bCs/>
                <w:sz w:val="20"/>
              </w:rPr>
              <w:lastRenderedPageBreak/>
              <w:t>2815</w:t>
            </w:r>
            <w:r w:rsidR="00EE2606">
              <w:rPr>
                <w:rFonts w:ascii="Poppins" w:hAnsi="Poppins" w:cs="Poppins"/>
                <w:bCs/>
                <w:sz w:val="20"/>
              </w:rPr>
              <w:t>3</w:t>
            </w:r>
            <w:r w:rsidRPr="00F049B5">
              <w:rPr>
                <w:rFonts w:ascii="Poppins" w:hAnsi="Poppins" w:cs="Poppins"/>
                <w:bCs/>
                <w:sz w:val="20"/>
              </w:rPr>
              <w:t>420</w:t>
            </w:r>
          </w:p>
        </w:tc>
        <w:tc>
          <w:tcPr>
            <w:tcW w:w="2297" w:type="dxa"/>
            <w:hideMark/>
          </w:tcPr>
          <w:p w14:paraId="377E3E87" w14:textId="77777777" w:rsidR="00B939AD" w:rsidRPr="00F049B5" w:rsidRDefault="00B939AD" w:rsidP="00B939AD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F049B5">
              <w:rPr>
                <w:rFonts w:ascii="Poppins" w:hAnsi="Poppins" w:cs="Poppins"/>
                <w:bCs/>
                <w:sz w:val="20"/>
              </w:rPr>
              <w:t xml:space="preserve">Trasformatore </w:t>
            </w:r>
          </w:p>
          <w:p w14:paraId="0131938B" w14:textId="67E7458F" w:rsidR="00B939AD" w:rsidRPr="00F049B5" w:rsidRDefault="00B939AD" w:rsidP="00B939AD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F049B5">
              <w:rPr>
                <w:rFonts w:ascii="Poppins" w:hAnsi="Poppins" w:cs="Poppins"/>
                <w:bCs/>
                <w:sz w:val="20"/>
              </w:rPr>
              <w:t>2</w:t>
            </w:r>
            <w:r w:rsidR="00EE2606">
              <w:rPr>
                <w:rFonts w:ascii="Poppins" w:hAnsi="Poppins" w:cs="Poppins"/>
                <w:bCs/>
                <w:sz w:val="20"/>
              </w:rPr>
              <w:t>3</w:t>
            </w:r>
            <w:r w:rsidRPr="00F049B5">
              <w:rPr>
                <w:rFonts w:ascii="Poppins" w:hAnsi="Poppins" w:cs="Poppins"/>
                <w:bCs/>
                <w:sz w:val="20"/>
              </w:rPr>
              <w:t>0/24 V 6</w:t>
            </w:r>
            <w:r w:rsidR="00EE2606">
              <w:rPr>
                <w:rFonts w:ascii="Poppins" w:hAnsi="Poppins" w:cs="Poppins"/>
                <w:bCs/>
                <w:sz w:val="20"/>
              </w:rPr>
              <w:t>3</w:t>
            </w:r>
            <w:r w:rsidRPr="00F049B5">
              <w:rPr>
                <w:rFonts w:ascii="Poppins" w:hAnsi="Poppins" w:cs="Poppins"/>
                <w:bCs/>
                <w:sz w:val="20"/>
              </w:rPr>
              <w:t xml:space="preserve"> VA</w:t>
            </w:r>
          </w:p>
        </w:tc>
        <w:tc>
          <w:tcPr>
            <w:tcW w:w="5803" w:type="dxa"/>
          </w:tcPr>
          <w:p w14:paraId="65F5EE72" w14:textId="1D87D3C5" w:rsidR="00B939AD" w:rsidRPr="00F049B5" w:rsidRDefault="00B939AD" w:rsidP="00B939AD">
            <w:pPr>
              <w:pStyle w:val="Testocommento"/>
              <w:tabs>
                <w:tab w:val="left" w:pos="945"/>
              </w:tabs>
              <w:jc w:val="both"/>
              <w:rPr>
                <w:rFonts w:ascii="Poppins" w:hAnsi="Poppins" w:cs="Poppins"/>
                <w:bCs/>
              </w:rPr>
            </w:pPr>
            <w:r w:rsidRPr="00F049B5">
              <w:rPr>
                <w:rFonts w:ascii="Poppins" w:hAnsi="Poppins" w:cs="Poppins"/>
                <w:bCs/>
              </w:rPr>
              <w:t>Trasformatore 2</w:t>
            </w:r>
            <w:r w:rsidR="00EE2606">
              <w:rPr>
                <w:rFonts w:ascii="Poppins" w:hAnsi="Poppins" w:cs="Poppins"/>
                <w:bCs/>
              </w:rPr>
              <w:t>3</w:t>
            </w:r>
            <w:r w:rsidRPr="00F049B5">
              <w:rPr>
                <w:rFonts w:ascii="Poppins" w:hAnsi="Poppins" w:cs="Poppins"/>
                <w:bCs/>
              </w:rPr>
              <w:t>0/24 V 6</w:t>
            </w:r>
            <w:r w:rsidR="00EE2606">
              <w:rPr>
                <w:rFonts w:ascii="Poppins" w:hAnsi="Poppins" w:cs="Poppins"/>
                <w:bCs/>
              </w:rPr>
              <w:t>3</w:t>
            </w:r>
            <w:r w:rsidRPr="00F049B5">
              <w:rPr>
                <w:rFonts w:ascii="Poppins" w:hAnsi="Poppins" w:cs="Poppins"/>
                <w:bCs/>
              </w:rPr>
              <w:t xml:space="preserve"> VA</w:t>
            </w:r>
          </w:p>
          <w:p w14:paraId="26C9790A" w14:textId="77777777" w:rsidR="00B939AD" w:rsidRPr="00F049B5" w:rsidRDefault="00B939AD" w:rsidP="00B939AD">
            <w:pPr>
              <w:pStyle w:val="Testocommento"/>
              <w:tabs>
                <w:tab w:val="left" w:pos="945"/>
              </w:tabs>
              <w:jc w:val="both"/>
              <w:rPr>
                <w:rFonts w:ascii="Poppins" w:hAnsi="Poppins" w:cs="Poppins"/>
                <w:bCs/>
              </w:rPr>
            </w:pPr>
            <w:r w:rsidRPr="00F049B5">
              <w:rPr>
                <w:rFonts w:ascii="Poppins" w:hAnsi="Poppins" w:cs="Poppins"/>
                <w:bCs/>
              </w:rPr>
              <w:t>Misura: 8 moduli DIN</w:t>
            </w:r>
          </w:p>
          <w:p w14:paraId="1A35299C" w14:textId="77777777" w:rsidR="00B939AD" w:rsidRPr="00F049B5" w:rsidRDefault="00B939AD" w:rsidP="00B939AD">
            <w:pPr>
              <w:pStyle w:val="Testocommento"/>
              <w:tabs>
                <w:tab w:val="left" w:pos="945"/>
              </w:tabs>
              <w:jc w:val="both"/>
              <w:rPr>
                <w:rFonts w:ascii="Poppins" w:hAnsi="Poppins" w:cs="Poppins"/>
                <w:bCs/>
              </w:rPr>
            </w:pPr>
          </w:p>
          <w:p w14:paraId="048A0943" w14:textId="770DBA56" w:rsidR="00B939AD" w:rsidRPr="00F049B5" w:rsidRDefault="00B939AD" w:rsidP="00B939AD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F049B5">
              <w:rPr>
                <w:rFonts w:ascii="Poppins" w:hAnsi="Poppins" w:cs="Poppins"/>
                <w:b/>
                <w:bCs/>
                <w:sz w:val="20"/>
              </w:rPr>
              <w:t xml:space="preserve">Marca </w:t>
            </w:r>
            <w:r w:rsidR="00C04156">
              <w:rPr>
                <w:rFonts w:ascii="Poppins" w:hAnsi="Poppins" w:cs="Poppins"/>
                <w:b/>
                <w:bCs/>
                <w:sz w:val="20"/>
              </w:rPr>
              <w:t>Emmeti</w:t>
            </w:r>
            <w:r w:rsidRPr="00F049B5">
              <w:rPr>
                <w:rFonts w:ascii="Poppins" w:hAnsi="Poppins" w:cs="Poppins"/>
                <w:b/>
                <w:bCs/>
                <w:sz w:val="20"/>
              </w:rPr>
              <w:t xml:space="preserve"> – Modello Trasformatore 2</w:t>
            </w:r>
            <w:r w:rsidR="00EE2606">
              <w:rPr>
                <w:rFonts w:ascii="Poppins" w:hAnsi="Poppins" w:cs="Poppins"/>
                <w:b/>
                <w:bCs/>
                <w:sz w:val="20"/>
              </w:rPr>
              <w:t>3</w:t>
            </w:r>
            <w:r w:rsidRPr="00F049B5">
              <w:rPr>
                <w:rFonts w:ascii="Poppins" w:hAnsi="Poppins" w:cs="Poppins"/>
                <w:b/>
                <w:bCs/>
                <w:sz w:val="20"/>
              </w:rPr>
              <w:t>0/24 V 6</w:t>
            </w:r>
            <w:r w:rsidR="00EE2606">
              <w:rPr>
                <w:rFonts w:ascii="Poppins" w:hAnsi="Poppins" w:cs="Poppins"/>
                <w:b/>
                <w:bCs/>
                <w:sz w:val="20"/>
              </w:rPr>
              <w:t>3</w:t>
            </w:r>
            <w:r w:rsidRPr="00F049B5">
              <w:rPr>
                <w:rFonts w:ascii="Poppins" w:hAnsi="Poppins" w:cs="Poppins"/>
                <w:b/>
                <w:bCs/>
                <w:sz w:val="20"/>
              </w:rPr>
              <w:t xml:space="preserve"> VA o equivalente</w:t>
            </w:r>
            <w:r>
              <w:rPr>
                <w:rFonts w:ascii="Poppins" w:hAnsi="Poppins" w:cs="Poppins"/>
                <w:b/>
                <w:bCs/>
                <w:sz w:val="20"/>
              </w:rPr>
              <w:t>.</w:t>
            </w:r>
          </w:p>
        </w:tc>
      </w:tr>
    </w:tbl>
    <w:p w14:paraId="564C48D4" w14:textId="77777777" w:rsidR="00931A8A" w:rsidRPr="00A06A5E" w:rsidRDefault="00931A8A" w:rsidP="00A06A5E"/>
    <w:sectPr w:rsidR="00931A8A" w:rsidRPr="00A06A5E" w:rsidSect="006D4FDF">
      <w:headerReference w:type="default" r:id="rId8"/>
      <w:footerReference w:type="default" r:id="rId9"/>
      <w:pgSz w:w="11907" w:h="16840" w:code="9"/>
      <w:pgMar w:top="1418" w:right="1134" w:bottom="1134" w:left="1134" w:header="1077" w:footer="454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9C641C" w14:textId="77777777" w:rsidR="003D0300" w:rsidRDefault="003D0300">
      <w:r>
        <w:separator/>
      </w:r>
    </w:p>
  </w:endnote>
  <w:endnote w:type="continuationSeparator" w:id="0">
    <w:p w14:paraId="669BD71C" w14:textId="77777777" w:rsidR="003D0300" w:rsidRDefault="003D03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Univers 47 Condensed Light">
    <w:altName w:val="Arial"/>
    <w:panose1 w:val="00000000000000000000"/>
    <w:charset w:val="00"/>
    <w:family w:val="modern"/>
    <w:notTrueType/>
    <w:pitch w:val="variable"/>
    <w:sig w:usb0="A000002F" w:usb1="40000048" w:usb2="00000000" w:usb3="00000000" w:csb0="0000011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oppins">
    <w:panose1 w:val="00000500000000000000"/>
    <w:charset w:val="00"/>
    <w:family w:val="auto"/>
    <w:pitch w:val="variable"/>
    <w:sig w:usb0="00008007" w:usb1="00000000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nivers-CondensedLight">
    <w:altName w:val="Univers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G Omega">
    <w:altName w:val="Century Gothic"/>
    <w:charset w:val="00"/>
    <w:family w:val="swiss"/>
    <w:pitch w:val="variable"/>
    <w:sig w:usb0="00000007" w:usb1="00000000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Uni Neue Regular">
    <w:altName w:val="Calibri"/>
    <w:panose1 w:val="00000000000000000000"/>
    <w:charset w:val="00"/>
    <w:family w:val="modern"/>
    <w:notTrueType/>
    <w:pitch w:val="variable"/>
    <w:sig w:usb0="A00002EF" w:usb1="0000207B" w:usb2="00000000" w:usb3="00000000" w:csb0="000000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C504DD" w14:textId="77777777" w:rsidR="000A3748" w:rsidRDefault="000A3748"/>
  <w:tbl>
    <w:tblPr>
      <w:tblW w:w="10263" w:type="dxa"/>
      <w:tblInd w:w="-284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792"/>
      <w:gridCol w:w="5471"/>
    </w:tblGrid>
    <w:tr w:rsidR="000A3748" w14:paraId="113E374E" w14:textId="77777777" w:rsidTr="004706FD">
      <w:tc>
        <w:tcPr>
          <w:tcW w:w="4534" w:type="dxa"/>
        </w:tcPr>
        <w:p w14:paraId="3458580B" w14:textId="67429273" w:rsidR="000A3748" w:rsidRPr="00C86331" w:rsidRDefault="000A3748" w:rsidP="00C86331">
          <w:pPr>
            <w:pStyle w:val="Pidipagina"/>
            <w:tabs>
              <w:tab w:val="clear" w:pos="9638"/>
            </w:tabs>
            <w:ind w:left="-70"/>
            <w:rPr>
              <w:rFonts w:ascii="Poppins" w:hAnsi="Poppins" w:cs="Poppins"/>
              <w:iCs/>
              <w:sz w:val="16"/>
            </w:rPr>
          </w:pPr>
          <w:r w:rsidRPr="00EC29FF">
            <w:rPr>
              <w:rFonts w:ascii="Poppins" w:hAnsi="Poppins" w:cs="Poppins"/>
              <w:iCs/>
              <w:sz w:val="16"/>
            </w:rPr>
            <w:fldChar w:fldCharType="begin"/>
          </w:r>
          <w:r w:rsidRPr="00EC29FF">
            <w:rPr>
              <w:rFonts w:ascii="Poppins" w:hAnsi="Poppins" w:cs="Poppins"/>
              <w:iCs/>
              <w:sz w:val="16"/>
            </w:rPr>
            <w:instrText xml:space="preserve"> FILENAME  \* MERGEFORMAT </w:instrText>
          </w:r>
          <w:r w:rsidRPr="00EC29FF">
            <w:rPr>
              <w:rFonts w:ascii="Poppins" w:hAnsi="Poppins" w:cs="Poppins"/>
              <w:iCs/>
              <w:sz w:val="16"/>
            </w:rPr>
            <w:fldChar w:fldCharType="separate"/>
          </w:r>
          <w:r w:rsidR="00A65A53">
            <w:rPr>
              <w:rFonts w:ascii="Poppins" w:hAnsi="Poppins" w:cs="Poppins"/>
              <w:iCs/>
              <w:noProof/>
              <w:sz w:val="16"/>
            </w:rPr>
            <w:t>Strumenti per la contabilizzazione</w:t>
          </w:r>
          <w:r w:rsidRPr="00EC29FF">
            <w:rPr>
              <w:rFonts w:ascii="Poppins" w:hAnsi="Poppins" w:cs="Poppins"/>
              <w:iCs/>
              <w:sz w:val="16"/>
            </w:rPr>
            <w:fldChar w:fldCharType="end"/>
          </w:r>
        </w:p>
      </w:tc>
      <w:tc>
        <w:tcPr>
          <w:tcW w:w="5176" w:type="dxa"/>
        </w:tcPr>
        <w:p w14:paraId="3C367BF5" w14:textId="5C9F7978" w:rsidR="000A3748" w:rsidRPr="00EC29FF" w:rsidRDefault="000A3748">
          <w:pPr>
            <w:pStyle w:val="Pidipagina"/>
            <w:jc w:val="right"/>
            <w:rPr>
              <w:rFonts w:ascii="Poppins" w:hAnsi="Poppins" w:cs="Poppins"/>
              <w:sz w:val="14"/>
              <w:szCs w:val="14"/>
            </w:rPr>
          </w:pPr>
          <w:r w:rsidRPr="00EC29FF">
            <w:rPr>
              <w:rFonts w:ascii="Poppins" w:hAnsi="Poppins" w:cs="Poppins"/>
              <w:sz w:val="14"/>
              <w:szCs w:val="14"/>
            </w:rPr>
            <w:t xml:space="preserve">Pag. 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begin"/>
          </w:r>
          <w:r w:rsidRPr="00EC29FF">
            <w:rPr>
              <w:rFonts w:ascii="Poppins" w:hAnsi="Poppins" w:cs="Poppins"/>
              <w:sz w:val="14"/>
              <w:szCs w:val="14"/>
            </w:rPr>
            <w:instrText xml:space="preserve"> PAGE  \* MERGEFORMAT </w:instrTex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separate"/>
          </w:r>
          <w:r w:rsidRPr="00EC29FF">
            <w:rPr>
              <w:rFonts w:ascii="Poppins" w:hAnsi="Poppins" w:cs="Poppins"/>
              <w:noProof/>
              <w:sz w:val="14"/>
              <w:szCs w:val="14"/>
            </w:rPr>
            <w:t>1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end"/>
          </w:r>
          <w:r w:rsidRPr="00EC29FF">
            <w:rPr>
              <w:rFonts w:ascii="Poppins" w:hAnsi="Poppins" w:cs="Poppins"/>
              <w:sz w:val="14"/>
              <w:szCs w:val="14"/>
            </w:rPr>
            <w:t xml:space="preserve"> di 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begin"/>
          </w:r>
          <w:r w:rsidRPr="00EC29FF">
            <w:rPr>
              <w:rFonts w:ascii="Poppins" w:hAnsi="Poppins" w:cs="Poppins"/>
              <w:sz w:val="14"/>
              <w:szCs w:val="14"/>
            </w:rPr>
            <w:instrText xml:space="preserve"> SECTIONPAGES  \* MERGEFORMAT </w:instrTex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separate"/>
          </w:r>
          <w:r w:rsidR="009C5CB3">
            <w:rPr>
              <w:rFonts w:ascii="Poppins" w:hAnsi="Poppins" w:cs="Poppins"/>
              <w:noProof/>
              <w:sz w:val="14"/>
              <w:szCs w:val="14"/>
            </w:rPr>
            <w:t>38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end"/>
          </w:r>
        </w:p>
      </w:tc>
    </w:tr>
  </w:tbl>
  <w:p w14:paraId="1ADC61E3" w14:textId="77777777" w:rsidR="000A3748" w:rsidRPr="005C61B9" w:rsidRDefault="000A3748" w:rsidP="00E07577">
    <w:pPr>
      <w:pStyle w:val="Pidipagina"/>
      <w:ind w:left="-284" w:right="-284"/>
      <w:jc w:val="both"/>
      <w:rPr>
        <w:rFonts w:ascii="Uni Neue Regular" w:hAnsi="Uni Neue Regular" w:cs="Poppins"/>
        <w:color w:val="000000" w:themeColor="text1"/>
        <w:sz w:val="16"/>
      </w:rPr>
    </w:pPr>
    <w:r>
      <w:rPr>
        <w:rFonts w:ascii="Uni Neue Regular" w:hAnsi="Uni Neue Regular" w:cs="Poppins"/>
        <w:noProof/>
        <w:color w:val="000000" w:themeColor="text1"/>
        <w:sz w:val="16"/>
      </w:rPr>
      <w:drawing>
        <wp:inline distT="0" distB="0" distL="0" distR="0" wp14:anchorId="67CDA6FB" wp14:editId="578BE47E">
          <wp:extent cx="6516000" cy="633600"/>
          <wp:effectExtent l="0" t="0" r="0" b="0"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e mt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516000" cy="633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91DFD3" w14:textId="77777777" w:rsidR="003D0300" w:rsidRDefault="003D0300">
      <w:r>
        <w:separator/>
      </w:r>
    </w:p>
  </w:footnote>
  <w:footnote w:type="continuationSeparator" w:id="0">
    <w:p w14:paraId="5684C1FC" w14:textId="77777777" w:rsidR="003D0300" w:rsidRDefault="003D03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091B0F" w14:textId="77777777" w:rsidR="000A3748" w:rsidRDefault="000A3748" w:rsidP="00CC31A7">
    <w:pPr>
      <w:pStyle w:val="Intestazione"/>
      <w:jc w:val="center"/>
      <w:rPr>
        <w:sz w:val="16"/>
        <w:szCs w:val="16"/>
      </w:rPr>
    </w:pPr>
    <w:r>
      <w:rPr>
        <w:noProof/>
        <w:sz w:val="20"/>
      </w:rPr>
      <w:drawing>
        <wp:inline distT="0" distB="0" distL="0" distR="0" wp14:anchorId="0E26F756" wp14:editId="07EB4549">
          <wp:extent cx="1162050" cy="597323"/>
          <wp:effectExtent l="0" t="0" r="0" b="0"/>
          <wp:docPr id="5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emmeti_logo_ver_CMYK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73345" cy="60312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sz w:val="20"/>
      </w:rPr>
      <w:t xml:space="preserve">                                                                                  </w:t>
    </w:r>
  </w:p>
  <w:p w14:paraId="4C5FEE22" w14:textId="77777777" w:rsidR="000A3748" w:rsidRPr="00D440AE" w:rsidRDefault="000A3748" w:rsidP="00CC31A7">
    <w:pPr>
      <w:pStyle w:val="Intestazione"/>
      <w:jc w:val="center"/>
      <w:rPr>
        <w:sz w:val="16"/>
        <w:szCs w:val="16"/>
      </w:rPr>
    </w:pPr>
  </w:p>
  <w:p w14:paraId="173F6678" w14:textId="77777777" w:rsidR="000A3748" w:rsidRPr="00D440AE" w:rsidRDefault="000A3748" w:rsidP="00CC31A7">
    <w:pPr>
      <w:pStyle w:val="Intestazione"/>
      <w:jc w:val="center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135B4"/>
    <w:multiLevelType w:val="hybridMultilevel"/>
    <w:tmpl w:val="274010FE"/>
    <w:lvl w:ilvl="0" w:tplc="DBC4A896">
      <w:start w:val="6"/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C10DEA"/>
    <w:multiLevelType w:val="hybridMultilevel"/>
    <w:tmpl w:val="F36C22EE"/>
    <w:lvl w:ilvl="0" w:tplc="45345E3E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0DF1F0B"/>
    <w:multiLevelType w:val="hybridMultilevel"/>
    <w:tmpl w:val="CAC689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E16575"/>
    <w:multiLevelType w:val="hybridMultilevel"/>
    <w:tmpl w:val="0262D70E"/>
    <w:lvl w:ilvl="0" w:tplc="A53EA4D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49423A"/>
    <w:multiLevelType w:val="hybridMultilevel"/>
    <w:tmpl w:val="04D6E688"/>
    <w:lvl w:ilvl="0" w:tplc="B9B4A574">
      <w:numFmt w:val="bullet"/>
      <w:lvlText w:val="-"/>
      <w:lvlJc w:val="left"/>
      <w:pPr>
        <w:ind w:left="720" w:hanging="360"/>
      </w:pPr>
      <w:rPr>
        <w:rFonts w:ascii="Poppins" w:eastAsia="Times New Roman" w:hAnsi="Poppins" w:cs="Poppin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72E1735"/>
    <w:multiLevelType w:val="hybridMultilevel"/>
    <w:tmpl w:val="8B84E89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A69225B"/>
    <w:multiLevelType w:val="hybridMultilevel"/>
    <w:tmpl w:val="9A040514"/>
    <w:lvl w:ilvl="0" w:tplc="168E893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8B6973"/>
    <w:multiLevelType w:val="hybridMultilevel"/>
    <w:tmpl w:val="7D3E523C"/>
    <w:lvl w:ilvl="0" w:tplc="F9A0349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102289E"/>
    <w:multiLevelType w:val="hybridMultilevel"/>
    <w:tmpl w:val="DCB0FD9A"/>
    <w:lvl w:ilvl="0" w:tplc="F9A0349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18F506B"/>
    <w:multiLevelType w:val="hybridMultilevel"/>
    <w:tmpl w:val="B4CEE084"/>
    <w:lvl w:ilvl="0" w:tplc="7996D7EE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7D2C1A"/>
    <w:multiLevelType w:val="hybridMultilevel"/>
    <w:tmpl w:val="F74253D2"/>
    <w:lvl w:ilvl="0" w:tplc="2156362E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05476FA"/>
    <w:multiLevelType w:val="hybridMultilevel"/>
    <w:tmpl w:val="9BA46068"/>
    <w:lvl w:ilvl="0" w:tplc="DA12A702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134775E"/>
    <w:multiLevelType w:val="hybridMultilevel"/>
    <w:tmpl w:val="209A2448"/>
    <w:lvl w:ilvl="0" w:tplc="E6C0F888">
      <w:numFmt w:val="bullet"/>
      <w:lvlText w:val="-"/>
      <w:lvlJc w:val="left"/>
      <w:pPr>
        <w:ind w:left="4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39F481E"/>
    <w:multiLevelType w:val="hybridMultilevel"/>
    <w:tmpl w:val="E3F837EA"/>
    <w:lvl w:ilvl="0" w:tplc="F9A0349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6582910"/>
    <w:multiLevelType w:val="hybridMultilevel"/>
    <w:tmpl w:val="0040DF5C"/>
    <w:lvl w:ilvl="0" w:tplc="E73EEAB6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96C3ECE"/>
    <w:multiLevelType w:val="hybridMultilevel"/>
    <w:tmpl w:val="AB6AB67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299735D6"/>
    <w:multiLevelType w:val="hybridMultilevel"/>
    <w:tmpl w:val="234EF316"/>
    <w:lvl w:ilvl="0" w:tplc="E6C0F888">
      <w:numFmt w:val="bullet"/>
      <w:lvlText w:val="-"/>
      <w:lvlJc w:val="left"/>
      <w:pPr>
        <w:ind w:left="4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1A67B29"/>
    <w:multiLevelType w:val="hybridMultilevel"/>
    <w:tmpl w:val="6EB23D48"/>
    <w:lvl w:ilvl="0" w:tplc="F9A0349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6065166"/>
    <w:multiLevelType w:val="hybridMultilevel"/>
    <w:tmpl w:val="4F445F5E"/>
    <w:lvl w:ilvl="0" w:tplc="5968512A">
      <w:numFmt w:val="bullet"/>
      <w:lvlText w:val="-"/>
      <w:lvlJc w:val="left"/>
      <w:pPr>
        <w:ind w:left="720" w:hanging="360"/>
      </w:pPr>
      <w:rPr>
        <w:rFonts w:ascii="Univers-CondensedLight" w:eastAsia="Times New Roman" w:hAnsi="Univers-CondensedLight" w:cs="Univers-CondensedLight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6087FE0"/>
    <w:multiLevelType w:val="hybridMultilevel"/>
    <w:tmpl w:val="3124A924"/>
    <w:lvl w:ilvl="0" w:tplc="F9A0349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7FF680D"/>
    <w:multiLevelType w:val="hybridMultilevel"/>
    <w:tmpl w:val="C4FC9188"/>
    <w:lvl w:ilvl="0" w:tplc="3010242A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8282717"/>
    <w:multiLevelType w:val="hybridMultilevel"/>
    <w:tmpl w:val="203E5C84"/>
    <w:lvl w:ilvl="0" w:tplc="3628FC92">
      <w:start w:val="16"/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C1B065C"/>
    <w:multiLevelType w:val="hybridMultilevel"/>
    <w:tmpl w:val="9C5E4FF8"/>
    <w:lvl w:ilvl="0" w:tplc="532084A8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E11462D"/>
    <w:multiLevelType w:val="hybridMultilevel"/>
    <w:tmpl w:val="DA0C89D6"/>
    <w:lvl w:ilvl="0" w:tplc="0410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4" w15:restartNumberingAfterBreak="0">
    <w:nsid w:val="3F5B454C"/>
    <w:multiLevelType w:val="hybridMultilevel"/>
    <w:tmpl w:val="DA6286B6"/>
    <w:lvl w:ilvl="0" w:tplc="156AED8C">
      <w:numFmt w:val="bullet"/>
      <w:lvlText w:val="-"/>
      <w:lvlJc w:val="left"/>
      <w:pPr>
        <w:ind w:left="4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5" w15:restartNumberingAfterBreak="0">
    <w:nsid w:val="42A624A2"/>
    <w:multiLevelType w:val="hybridMultilevel"/>
    <w:tmpl w:val="81F29C74"/>
    <w:lvl w:ilvl="0" w:tplc="E6C0F888">
      <w:numFmt w:val="bullet"/>
      <w:lvlText w:val="-"/>
      <w:lvlJc w:val="left"/>
      <w:pPr>
        <w:ind w:left="4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6" w15:restartNumberingAfterBreak="0">
    <w:nsid w:val="4539637D"/>
    <w:multiLevelType w:val="hybridMultilevel"/>
    <w:tmpl w:val="1EF27E5C"/>
    <w:lvl w:ilvl="0" w:tplc="01CEB3F6">
      <w:numFmt w:val="bullet"/>
      <w:lvlText w:val="-"/>
      <w:lvlJc w:val="left"/>
      <w:pPr>
        <w:ind w:left="4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5551E49"/>
    <w:multiLevelType w:val="hybridMultilevel"/>
    <w:tmpl w:val="1830700C"/>
    <w:lvl w:ilvl="0" w:tplc="F5DEE7AA">
      <w:start w:val="1"/>
      <w:numFmt w:val="bullet"/>
      <w:lvlText w:val="○"/>
      <w:lvlJc w:val="left"/>
      <w:pPr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39E0A82"/>
    <w:multiLevelType w:val="hybridMultilevel"/>
    <w:tmpl w:val="BEF2CD18"/>
    <w:lvl w:ilvl="0" w:tplc="E6C0F888">
      <w:numFmt w:val="bullet"/>
      <w:lvlText w:val="-"/>
      <w:lvlJc w:val="left"/>
      <w:pPr>
        <w:ind w:left="4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52122BB"/>
    <w:multiLevelType w:val="hybridMultilevel"/>
    <w:tmpl w:val="2842D460"/>
    <w:lvl w:ilvl="0" w:tplc="F9A0349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84F0ECF"/>
    <w:multiLevelType w:val="hybridMultilevel"/>
    <w:tmpl w:val="85DAA3CA"/>
    <w:lvl w:ilvl="0" w:tplc="AC34B44E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CAF7F53"/>
    <w:multiLevelType w:val="hybridMultilevel"/>
    <w:tmpl w:val="AF28390C"/>
    <w:lvl w:ilvl="0" w:tplc="33803F0A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CD92C6E"/>
    <w:multiLevelType w:val="hybridMultilevel"/>
    <w:tmpl w:val="63B233A2"/>
    <w:lvl w:ilvl="0" w:tplc="2922648A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F4406B9"/>
    <w:multiLevelType w:val="hybridMultilevel"/>
    <w:tmpl w:val="EE98EF4A"/>
    <w:lvl w:ilvl="0" w:tplc="B2C47658">
      <w:start w:val="18"/>
      <w:numFmt w:val="bullet"/>
      <w:lvlText w:val="-"/>
      <w:lvlJc w:val="left"/>
      <w:pPr>
        <w:ind w:left="420" w:hanging="360"/>
      </w:pPr>
      <w:rPr>
        <w:rFonts w:ascii="Univers 47 Condensed Light" w:eastAsia="Times New Roman" w:hAnsi="Univers 47 Condensed Light" w:cs="Times New Roman" w:hint="default"/>
        <w:lang w:val="en-US"/>
      </w:rPr>
    </w:lvl>
    <w:lvl w:ilvl="1" w:tplc="0410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625F2EFC"/>
    <w:multiLevelType w:val="hybridMultilevel"/>
    <w:tmpl w:val="C67E767A"/>
    <w:lvl w:ilvl="0" w:tplc="5D529B42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7DD482F"/>
    <w:multiLevelType w:val="hybridMultilevel"/>
    <w:tmpl w:val="5088F62A"/>
    <w:lvl w:ilvl="0" w:tplc="B66A8524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8E15B5A"/>
    <w:multiLevelType w:val="hybridMultilevel"/>
    <w:tmpl w:val="910AA362"/>
    <w:lvl w:ilvl="0" w:tplc="F9A0349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CED7CB8"/>
    <w:multiLevelType w:val="hybridMultilevel"/>
    <w:tmpl w:val="DDAA7F40"/>
    <w:lvl w:ilvl="0" w:tplc="6902F4F4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02924C8"/>
    <w:multiLevelType w:val="hybridMultilevel"/>
    <w:tmpl w:val="AED6B99E"/>
    <w:lvl w:ilvl="0" w:tplc="7996D7EE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03A3A78"/>
    <w:multiLevelType w:val="hybridMultilevel"/>
    <w:tmpl w:val="BF941ECC"/>
    <w:lvl w:ilvl="0" w:tplc="F55ED408">
      <w:start w:val="2000"/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2167AFD"/>
    <w:multiLevelType w:val="hybridMultilevel"/>
    <w:tmpl w:val="2D7A051C"/>
    <w:lvl w:ilvl="0" w:tplc="F9A0349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34B500D"/>
    <w:multiLevelType w:val="hybridMultilevel"/>
    <w:tmpl w:val="B1908F24"/>
    <w:lvl w:ilvl="0" w:tplc="E6C0F888">
      <w:numFmt w:val="bullet"/>
      <w:lvlText w:val="-"/>
      <w:lvlJc w:val="left"/>
      <w:pPr>
        <w:ind w:left="4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6CC3EFB"/>
    <w:multiLevelType w:val="hybridMultilevel"/>
    <w:tmpl w:val="A48E7418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951547511">
    <w:abstractNumId w:val="27"/>
  </w:num>
  <w:num w:numId="2" w16cid:durableId="490679121">
    <w:abstractNumId w:val="26"/>
  </w:num>
  <w:num w:numId="3" w16cid:durableId="1792240673">
    <w:abstractNumId w:val="11"/>
  </w:num>
  <w:num w:numId="4" w16cid:durableId="727151880">
    <w:abstractNumId w:val="6"/>
  </w:num>
  <w:num w:numId="5" w16cid:durableId="1171750164">
    <w:abstractNumId w:val="20"/>
  </w:num>
  <w:num w:numId="6" w16cid:durableId="1135829158">
    <w:abstractNumId w:val="18"/>
  </w:num>
  <w:num w:numId="7" w16cid:durableId="1938521090">
    <w:abstractNumId w:val="14"/>
  </w:num>
  <w:num w:numId="8" w16cid:durableId="2036423060">
    <w:abstractNumId w:val="18"/>
  </w:num>
  <w:num w:numId="9" w16cid:durableId="1585988963">
    <w:abstractNumId w:val="0"/>
  </w:num>
  <w:num w:numId="10" w16cid:durableId="1366251213">
    <w:abstractNumId w:val="18"/>
  </w:num>
  <w:num w:numId="11" w16cid:durableId="1426072086">
    <w:abstractNumId w:val="31"/>
  </w:num>
  <w:num w:numId="12" w16cid:durableId="1261334504">
    <w:abstractNumId w:val="34"/>
  </w:num>
  <w:num w:numId="13" w16cid:durableId="50349861">
    <w:abstractNumId w:val="30"/>
  </w:num>
  <w:num w:numId="14" w16cid:durableId="108361666">
    <w:abstractNumId w:val="15"/>
  </w:num>
  <w:num w:numId="15" w16cid:durableId="1383552461">
    <w:abstractNumId w:val="32"/>
  </w:num>
  <w:num w:numId="16" w16cid:durableId="1596861278">
    <w:abstractNumId w:val="39"/>
  </w:num>
  <w:num w:numId="17" w16cid:durableId="1696661507">
    <w:abstractNumId w:val="42"/>
  </w:num>
  <w:num w:numId="18" w16cid:durableId="2085255007">
    <w:abstractNumId w:val="33"/>
  </w:num>
  <w:num w:numId="19" w16cid:durableId="425927271">
    <w:abstractNumId w:val="2"/>
  </w:num>
  <w:num w:numId="20" w16cid:durableId="779760426">
    <w:abstractNumId w:val="3"/>
  </w:num>
  <w:num w:numId="21" w16cid:durableId="707531639">
    <w:abstractNumId w:val="21"/>
  </w:num>
  <w:num w:numId="22" w16cid:durableId="161820626">
    <w:abstractNumId w:val="8"/>
  </w:num>
  <w:num w:numId="23" w16cid:durableId="1977567522">
    <w:abstractNumId w:val="29"/>
  </w:num>
  <w:num w:numId="24" w16cid:durableId="1603534940">
    <w:abstractNumId w:val="40"/>
  </w:num>
  <w:num w:numId="25" w16cid:durableId="2125691574">
    <w:abstractNumId w:val="13"/>
  </w:num>
  <w:num w:numId="26" w16cid:durableId="481117278">
    <w:abstractNumId w:val="17"/>
  </w:num>
  <w:num w:numId="27" w16cid:durableId="941884044">
    <w:abstractNumId w:val="36"/>
  </w:num>
  <w:num w:numId="28" w16cid:durableId="750852426">
    <w:abstractNumId w:val="19"/>
  </w:num>
  <w:num w:numId="29" w16cid:durableId="1694451324">
    <w:abstractNumId w:val="7"/>
  </w:num>
  <w:num w:numId="30" w16cid:durableId="779644661">
    <w:abstractNumId w:val="24"/>
  </w:num>
  <w:num w:numId="31" w16cid:durableId="636685973">
    <w:abstractNumId w:val="37"/>
  </w:num>
  <w:num w:numId="32" w16cid:durableId="2120758615">
    <w:abstractNumId w:val="10"/>
  </w:num>
  <w:num w:numId="33" w16cid:durableId="453252519">
    <w:abstractNumId w:val="10"/>
  </w:num>
  <w:num w:numId="34" w16cid:durableId="914819716">
    <w:abstractNumId w:val="1"/>
  </w:num>
  <w:num w:numId="35" w16cid:durableId="1803771435">
    <w:abstractNumId w:val="22"/>
  </w:num>
  <w:num w:numId="36" w16cid:durableId="10646479">
    <w:abstractNumId w:val="35"/>
  </w:num>
  <w:num w:numId="37" w16cid:durableId="205800233">
    <w:abstractNumId w:val="5"/>
  </w:num>
  <w:num w:numId="38" w16cid:durableId="485361562">
    <w:abstractNumId w:val="4"/>
  </w:num>
  <w:num w:numId="39" w16cid:durableId="576594238">
    <w:abstractNumId w:val="9"/>
  </w:num>
  <w:num w:numId="40" w16cid:durableId="899629713">
    <w:abstractNumId w:val="25"/>
  </w:num>
  <w:num w:numId="41" w16cid:durableId="1445616110">
    <w:abstractNumId w:val="23"/>
  </w:num>
  <w:num w:numId="42" w16cid:durableId="1439174417">
    <w:abstractNumId w:val="12"/>
  </w:num>
  <w:num w:numId="43" w16cid:durableId="177424669">
    <w:abstractNumId w:val="16"/>
  </w:num>
  <w:num w:numId="44" w16cid:durableId="1356419856">
    <w:abstractNumId w:val="28"/>
  </w:num>
  <w:num w:numId="45" w16cid:durableId="886261040">
    <w:abstractNumId w:val="41"/>
  </w:num>
  <w:num w:numId="46" w16cid:durableId="2050689300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attachedTemplate r:id="rId1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Da0tLCwMDM0MDEyszRU0lEKTi0uzszPAykwqwUALtT5CywAAAA="/>
  </w:docVars>
  <w:rsids>
    <w:rsidRoot w:val="00C86331"/>
    <w:rsid w:val="00000623"/>
    <w:rsid w:val="0002470F"/>
    <w:rsid w:val="0006784D"/>
    <w:rsid w:val="0009136B"/>
    <w:rsid w:val="000A3748"/>
    <w:rsid w:val="000A41FB"/>
    <w:rsid w:val="000B234D"/>
    <w:rsid w:val="000B4EA7"/>
    <w:rsid w:val="000B6932"/>
    <w:rsid w:val="000C52FA"/>
    <w:rsid w:val="000D4C88"/>
    <w:rsid w:val="000F7A52"/>
    <w:rsid w:val="00103A0D"/>
    <w:rsid w:val="00117A0E"/>
    <w:rsid w:val="001441C6"/>
    <w:rsid w:val="00144FE2"/>
    <w:rsid w:val="001450AB"/>
    <w:rsid w:val="0015218D"/>
    <w:rsid w:val="001557A0"/>
    <w:rsid w:val="001620E3"/>
    <w:rsid w:val="00171DAE"/>
    <w:rsid w:val="0019100E"/>
    <w:rsid w:val="00195A49"/>
    <w:rsid w:val="001A5581"/>
    <w:rsid w:val="001B20B3"/>
    <w:rsid w:val="001C2D2D"/>
    <w:rsid w:val="001D2B03"/>
    <w:rsid w:val="001D365F"/>
    <w:rsid w:val="001E0165"/>
    <w:rsid w:val="001E6403"/>
    <w:rsid w:val="001F782F"/>
    <w:rsid w:val="00216524"/>
    <w:rsid w:val="00221645"/>
    <w:rsid w:val="002267A6"/>
    <w:rsid w:val="0023000E"/>
    <w:rsid w:val="002346C2"/>
    <w:rsid w:val="00264BCF"/>
    <w:rsid w:val="0028448D"/>
    <w:rsid w:val="00285A03"/>
    <w:rsid w:val="002862D2"/>
    <w:rsid w:val="00292B46"/>
    <w:rsid w:val="002B29B5"/>
    <w:rsid w:val="002B5D63"/>
    <w:rsid w:val="002C7D18"/>
    <w:rsid w:val="002E1EEB"/>
    <w:rsid w:val="002F7EEA"/>
    <w:rsid w:val="00304518"/>
    <w:rsid w:val="0032752D"/>
    <w:rsid w:val="003333BC"/>
    <w:rsid w:val="00341C35"/>
    <w:rsid w:val="00344430"/>
    <w:rsid w:val="00350CA2"/>
    <w:rsid w:val="003524C7"/>
    <w:rsid w:val="00357812"/>
    <w:rsid w:val="00365710"/>
    <w:rsid w:val="00372ECE"/>
    <w:rsid w:val="00385731"/>
    <w:rsid w:val="003A147D"/>
    <w:rsid w:val="003B0FFE"/>
    <w:rsid w:val="003B3116"/>
    <w:rsid w:val="003C471E"/>
    <w:rsid w:val="003D0300"/>
    <w:rsid w:val="003D4BE3"/>
    <w:rsid w:val="003E1E94"/>
    <w:rsid w:val="00402F28"/>
    <w:rsid w:val="004272FC"/>
    <w:rsid w:val="00433C12"/>
    <w:rsid w:val="00440D03"/>
    <w:rsid w:val="0044592F"/>
    <w:rsid w:val="00447EFC"/>
    <w:rsid w:val="004706FD"/>
    <w:rsid w:val="00474537"/>
    <w:rsid w:val="0048382E"/>
    <w:rsid w:val="004A5AB6"/>
    <w:rsid w:val="004B2E98"/>
    <w:rsid w:val="004C11A1"/>
    <w:rsid w:val="004C366D"/>
    <w:rsid w:val="004E149E"/>
    <w:rsid w:val="004F1A26"/>
    <w:rsid w:val="00500468"/>
    <w:rsid w:val="005235FA"/>
    <w:rsid w:val="00525BAE"/>
    <w:rsid w:val="0052796F"/>
    <w:rsid w:val="00530F9B"/>
    <w:rsid w:val="005315F1"/>
    <w:rsid w:val="00536743"/>
    <w:rsid w:val="0054295B"/>
    <w:rsid w:val="0055149E"/>
    <w:rsid w:val="00562D44"/>
    <w:rsid w:val="00562E55"/>
    <w:rsid w:val="00584984"/>
    <w:rsid w:val="0059646B"/>
    <w:rsid w:val="005B1998"/>
    <w:rsid w:val="005C61B9"/>
    <w:rsid w:val="005C79D1"/>
    <w:rsid w:val="005E1169"/>
    <w:rsid w:val="006015C2"/>
    <w:rsid w:val="006040F5"/>
    <w:rsid w:val="00610639"/>
    <w:rsid w:val="00620C00"/>
    <w:rsid w:val="00664F23"/>
    <w:rsid w:val="00665813"/>
    <w:rsid w:val="006734D6"/>
    <w:rsid w:val="00690CC4"/>
    <w:rsid w:val="006B218C"/>
    <w:rsid w:val="006B29B1"/>
    <w:rsid w:val="006C14CB"/>
    <w:rsid w:val="006C2BE4"/>
    <w:rsid w:val="006D044B"/>
    <w:rsid w:val="006D4FDF"/>
    <w:rsid w:val="006E5C4B"/>
    <w:rsid w:val="006E6F9C"/>
    <w:rsid w:val="006F1812"/>
    <w:rsid w:val="006F6AB3"/>
    <w:rsid w:val="00702806"/>
    <w:rsid w:val="00710BB8"/>
    <w:rsid w:val="00727388"/>
    <w:rsid w:val="00734559"/>
    <w:rsid w:val="0073789C"/>
    <w:rsid w:val="007379B9"/>
    <w:rsid w:val="00745110"/>
    <w:rsid w:val="00745AB1"/>
    <w:rsid w:val="0074712F"/>
    <w:rsid w:val="00757AC7"/>
    <w:rsid w:val="00782096"/>
    <w:rsid w:val="007B5BA3"/>
    <w:rsid w:val="007C0458"/>
    <w:rsid w:val="007C48D5"/>
    <w:rsid w:val="007C4ACA"/>
    <w:rsid w:val="007D240D"/>
    <w:rsid w:val="007D5EC7"/>
    <w:rsid w:val="007E6E02"/>
    <w:rsid w:val="007E7665"/>
    <w:rsid w:val="007F4841"/>
    <w:rsid w:val="007F7C03"/>
    <w:rsid w:val="008014DD"/>
    <w:rsid w:val="0080323F"/>
    <w:rsid w:val="00830828"/>
    <w:rsid w:val="00844BBC"/>
    <w:rsid w:val="00856252"/>
    <w:rsid w:val="008574C8"/>
    <w:rsid w:val="00867692"/>
    <w:rsid w:val="008804CB"/>
    <w:rsid w:val="00882947"/>
    <w:rsid w:val="00883018"/>
    <w:rsid w:val="008867F1"/>
    <w:rsid w:val="00887902"/>
    <w:rsid w:val="008A2C0A"/>
    <w:rsid w:val="008B5587"/>
    <w:rsid w:val="008C2F88"/>
    <w:rsid w:val="008E3FB9"/>
    <w:rsid w:val="008E5212"/>
    <w:rsid w:val="008F6103"/>
    <w:rsid w:val="009027D5"/>
    <w:rsid w:val="00904071"/>
    <w:rsid w:val="009059BB"/>
    <w:rsid w:val="00913F73"/>
    <w:rsid w:val="009221F1"/>
    <w:rsid w:val="00923354"/>
    <w:rsid w:val="00931A8A"/>
    <w:rsid w:val="00936F47"/>
    <w:rsid w:val="0094047C"/>
    <w:rsid w:val="00942B09"/>
    <w:rsid w:val="00962740"/>
    <w:rsid w:val="0097169F"/>
    <w:rsid w:val="00992282"/>
    <w:rsid w:val="0099452E"/>
    <w:rsid w:val="009A219D"/>
    <w:rsid w:val="009A2CEA"/>
    <w:rsid w:val="009B37F1"/>
    <w:rsid w:val="009C1166"/>
    <w:rsid w:val="009C5CB3"/>
    <w:rsid w:val="009D3135"/>
    <w:rsid w:val="009D51C1"/>
    <w:rsid w:val="009D54F1"/>
    <w:rsid w:val="009D6327"/>
    <w:rsid w:val="009E07DC"/>
    <w:rsid w:val="009E250A"/>
    <w:rsid w:val="009E2742"/>
    <w:rsid w:val="009E7B5E"/>
    <w:rsid w:val="00A04235"/>
    <w:rsid w:val="00A06A5E"/>
    <w:rsid w:val="00A16A8D"/>
    <w:rsid w:val="00A16FCA"/>
    <w:rsid w:val="00A216E2"/>
    <w:rsid w:val="00A471F3"/>
    <w:rsid w:val="00A62A77"/>
    <w:rsid w:val="00A65A53"/>
    <w:rsid w:val="00A66442"/>
    <w:rsid w:val="00A743FF"/>
    <w:rsid w:val="00A82E78"/>
    <w:rsid w:val="00AB1477"/>
    <w:rsid w:val="00AC0741"/>
    <w:rsid w:val="00AC3B66"/>
    <w:rsid w:val="00AD05EC"/>
    <w:rsid w:val="00AD1706"/>
    <w:rsid w:val="00AD5DCE"/>
    <w:rsid w:val="00AE3752"/>
    <w:rsid w:val="00AE685A"/>
    <w:rsid w:val="00AF350C"/>
    <w:rsid w:val="00AF57DC"/>
    <w:rsid w:val="00B06959"/>
    <w:rsid w:val="00B131C9"/>
    <w:rsid w:val="00B26173"/>
    <w:rsid w:val="00B406A9"/>
    <w:rsid w:val="00B70371"/>
    <w:rsid w:val="00B7475F"/>
    <w:rsid w:val="00B867FD"/>
    <w:rsid w:val="00B939AD"/>
    <w:rsid w:val="00B93CD1"/>
    <w:rsid w:val="00BB0104"/>
    <w:rsid w:val="00BB2A5B"/>
    <w:rsid w:val="00BD14D8"/>
    <w:rsid w:val="00BD731B"/>
    <w:rsid w:val="00BE3E47"/>
    <w:rsid w:val="00BF1E16"/>
    <w:rsid w:val="00BF7134"/>
    <w:rsid w:val="00C02E1C"/>
    <w:rsid w:val="00C04156"/>
    <w:rsid w:val="00C055AD"/>
    <w:rsid w:val="00C11E5C"/>
    <w:rsid w:val="00C203AE"/>
    <w:rsid w:val="00C233C1"/>
    <w:rsid w:val="00C25698"/>
    <w:rsid w:val="00C27DFF"/>
    <w:rsid w:val="00C36C55"/>
    <w:rsid w:val="00C437EE"/>
    <w:rsid w:val="00C55FF9"/>
    <w:rsid w:val="00C84FD2"/>
    <w:rsid w:val="00C86331"/>
    <w:rsid w:val="00C93402"/>
    <w:rsid w:val="00C939B1"/>
    <w:rsid w:val="00CA366F"/>
    <w:rsid w:val="00CB1475"/>
    <w:rsid w:val="00CC31A7"/>
    <w:rsid w:val="00CD213D"/>
    <w:rsid w:val="00CE5350"/>
    <w:rsid w:val="00CE7C2F"/>
    <w:rsid w:val="00D03AA3"/>
    <w:rsid w:val="00D061A5"/>
    <w:rsid w:val="00D14A15"/>
    <w:rsid w:val="00D14B86"/>
    <w:rsid w:val="00D178ED"/>
    <w:rsid w:val="00D17F30"/>
    <w:rsid w:val="00D2119B"/>
    <w:rsid w:val="00D229AF"/>
    <w:rsid w:val="00D22B44"/>
    <w:rsid w:val="00D26FD9"/>
    <w:rsid w:val="00D440AE"/>
    <w:rsid w:val="00D44371"/>
    <w:rsid w:val="00D52887"/>
    <w:rsid w:val="00D62BDF"/>
    <w:rsid w:val="00D832BB"/>
    <w:rsid w:val="00D902A4"/>
    <w:rsid w:val="00DA3646"/>
    <w:rsid w:val="00DD1545"/>
    <w:rsid w:val="00DD2E16"/>
    <w:rsid w:val="00DE5C0B"/>
    <w:rsid w:val="00DF0D07"/>
    <w:rsid w:val="00E05904"/>
    <w:rsid w:val="00E07577"/>
    <w:rsid w:val="00E17A38"/>
    <w:rsid w:val="00E36C49"/>
    <w:rsid w:val="00E37CDF"/>
    <w:rsid w:val="00E42389"/>
    <w:rsid w:val="00E5632D"/>
    <w:rsid w:val="00E655F6"/>
    <w:rsid w:val="00E7391C"/>
    <w:rsid w:val="00E94BE3"/>
    <w:rsid w:val="00E95775"/>
    <w:rsid w:val="00E958E5"/>
    <w:rsid w:val="00EA01C8"/>
    <w:rsid w:val="00EB33B9"/>
    <w:rsid w:val="00EC0509"/>
    <w:rsid w:val="00EC29FF"/>
    <w:rsid w:val="00ED24CF"/>
    <w:rsid w:val="00EE2606"/>
    <w:rsid w:val="00EF73E5"/>
    <w:rsid w:val="00F049B5"/>
    <w:rsid w:val="00F2657C"/>
    <w:rsid w:val="00F50F65"/>
    <w:rsid w:val="00F53758"/>
    <w:rsid w:val="00F60A08"/>
    <w:rsid w:val="00F65F58"/>
    <w:rsid w:val="00F916E0"/>
    <w:rsid w:val="00FD02BC"/>
    <w:rsid w:val="00FD255D"/>
    <w:rsid w:val="00FE081C"/>
    <w:rsid w:val="00FE37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BC3F6F3"/>
  <w15:chartTrackingRefBased/>
  <w15:docId w15:val="{7F9F0A67-C7E4-4B4C-80E1-FEC270199C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CG Omega" w:hAnsi="CG Omega"/>
      <w:sz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character" w:styleId="Rimandocommento">
    <w:name w:val="annotation reference"/>
    <w:semiHidden/>
    <w:rPr>
      <w:sz w:val="16"/>
    </w:rPr>
  </w:style>
  <w:style w:type="paragraph" w:styleId="Testocommento">
    <w:name w:val="annotation text"/>
    <w:basedOn w:val="Normale"/>
    <w:link w:val="TestocommentoCarattere"/>
    <w:semiHidden/>
    <w:rPr>
      <w:sz w:val="20"/>
    </w:rPr>
  </w:style>
  <w:style w:type="character" w:styleId="Numeropagina">
    <w:name w:val="page number"/>
    <w:basedOn w:val="Carpredefinitoparagrafo"/>
    <w:semiHidden/>
  </w:style>
  <w:style w:type="character" w:styleId="Collegamentoipertestuale">
    <w:name w:val="Hyperlink"/>
    <w:semiHidden/>
    <w:rPr>
      <w:color w:val="0000FF"/>
      <w:u w:val="single"/>
    </w:rPr>
  </w:style>
  <w:style w:type="character" w:styleId="Collegamentovisitato">
    <w:name w:val="FollowedHyperlink"/>
    <w:semiHidden/>
    <w:rPr>
      <w:color w:val="800080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F7A52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0F7A52"/>
    <w:rPr>
      <w:rFonts w:ascii="Tahoma" w:hAnsi="Tahoma" w:cs="Tahoma"/>
      <w:sz w:val="16"/>
      <w:szCs w:val="16"/>
      <w:lang w:eastAsia="it-IT"/>
    </w:rPr>
  </w:style>
  <w:style w:type="character" w:customStyle="1" w:styleId="CollegamentoInternet">
    <w:name w:val="Collegamento Internet"/>
    <w:rsid w:val="001620E3"/>
    <w:rPr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A06A5E"/>
    <w:pPr>
      <w:ind w:left="708"/>
    </w:pPr>
    <w:rPr>
      <w:rFonts w:ascii="Verdana" w:hAnsi="Verdana"/>
      <w:sz w:val="20"/>
    </w:rPr>
  </w:style>
  <w:style w:type="character" w:customStyle="1" w:styleId="TestocommentoCarattere">
    <w:name w:val="Testo commento Carattere"/>
    <w:link w:val="Testocommento"/>
    <w:semiHidden/>
    <w:rsid w:val="00A06A5E"/>
    <w:rPr>
      <w:rFonts w:ascii="CG Omega" w:hAnsi="CG Omega"/>
      <w:lang w:eastAsia="it-IT"/>
    </w:rPr>
  </w:style>
  <w:style w:type="character" w:customStyle="1" w:styleId="IntestazioneCarattere">
    <w:name w:val="Intestazione Carattere"/>
    <w:link w:val="Intestazione"/>
    <w:rsid w:val="007B5BA3"/>
    <w:rPr>
      <w:rFonts w:ascii="CG Omega" w:hAnsi="CG Omega"/>
      <w:sz w:val="24"/>
      <w:lang w:eastAsia="it-IT"/>
    </w:rPr>
  </w:style>
  <w:style w:type="table" w:styleId="Grigliatabella">
    <w:name w:val="Table Grid"/>
    <w:basedOn w:val="Tabellanormale"/>
    <w:rsid w:val="00757AC7"/>
    <w:rPr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testo">
    <w:name w:val="Body Text"/>
    <w:basedOn w:val="Normale"/>
    <w:link w:val="CorpotestoCarattere"/>
    <w:semiHidden/>
    <w:unhideWhenUsed/>
    <w:rsid w:val="00936F47"/>
    <w:rPr>
      <w:sz w:val="20"/>
    </w:rPr>
  </w:style>
  <w:style w:type="character" w:customStyle="1" w:styleId="CorpotestoCarattere">
    <w:name w:val="Corpo testo Carattere"/>
    <w:basedOn w:val="Carpredefinitoparagrafo"/>
    <w:link w:val="Corpotesto"/>
    <w:semiHidden/>
    <w:rsid w:val="00936F47"/>
    <w:rPr>
      <w:rFonts w:ascii="CG Omega" w:hAnsi="CG Omega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62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95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9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56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0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36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3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3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2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ig_lpa\Desktop\Modulistica%20EMMETI_FIV\Carta%20intestata%20e%20fax%20EMMETI%20e%20FIV\Emmeti%20new%202020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225ABD-6DE2-4936-955D-DCF409730D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Emmeti new 2020</Template>
  <TotalTime>0</TotalTime>
  <Pages>38</Pages>
  <Words>8557</Words>
  <Characters>48777</Characters>
  <Application>Microsoft Office Word</Application>
  <DocSecurity>0</DocSecurity>
  <Lines>406</Lines>
  <Paragraphs>114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							</vt:lpstr>
    </vt:vector>
  </TitlesOfParts>
  <Company>EMMNETI</Company>
  <LinksUpToDate>false</LinksUpToDate>
  <CharactersWithSpaces>57220</CharactersWithSpaces>
  <SharedDoc>false</SharedDoc>
  <HLinks>
    <vt:vector size="12" baseType="variant">
      <vt:variant>
        <vt:i4>8192099</vt:i4>
      </vt:variant>
      <vt:variant>
        <vt:i4>12</vt:i4>
      </vt:variant>
      <vt:variant>
        <vt:i4>0</vt:i4>
      </vt:variant>
      <vt:variant>
        <vt:i4>5</vt:i4>
      </vt:variant>
      <vt:variant>
        <vt:lpwstr>http://www.fiv.it/</vt:lpwstr>
      </vt:variant>
      <vt:variant>
        <vt:lpwstr/>
      </vt:variant>
      <vt:variant>
        <vt:i4>1966130</vt:i4>
      </vt:variant>
      <vt:variant>
        <vt:i4>9</vt:i4>
      </vt:variant>
      <vt:variant>
        <vt:i4>0</vt:i4>
      </vt:variant>
      <vt:variant>
        <vt:i4>5</vt:i4>
      </vt:variant>
      <vt:variant>
        <vt:lpwstr>mailto:info@fiv.it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							</dc:title>
  <dc:subject/>
  <dc:creator>Luca PADOVAN</dc:creator>
  <cp:keywords/>
  <dc:description/>
  <cp:lastModifiedBy>Eva ZIN</cp:lastModifiedBy>
  <cp:revision>37</cp:revision>
  <cp:lastPrinted>2013-11-14T13:48:00Z</cp:lastPrinted>
  <dcterms:created xsi:type="dcterms:W3CDTF">2025-01-15T08:16:00Z</dcterms:created>
  <dcterms:modified xsi:type="dcterms:W3CDTF">2025-01-15T09:09:00Z</dcterms:modified>
</cp:coreProperties>
</file>